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036943" w14:textId="77777777" w:rsidR="006E0604" w:rsidRPr="00366F67" w:rsidRDefault="006E0604" w:rsidP="00366F67">
      <w:bookmarkStart w:id="0" w:name="OLE_LINK3"/>
    </w:p>
    <w:p w14:paraId="4CEA25BA" w14:textId="77777777" w:rsidR="006E0604" w:rsidRPr="00330C91" w:rsidRDefault="006E0604" w:rsidP="00366F67">
      <w:pPr>
        <w:pStyle w:val="Beschriftung"/>
        <w:framePr w:w="3828" w:h="1295" w:hRule="exact" w:hSpace="180" w:wrap="around" w:vAnchor="text" w:x="7229" w:y="1"/>
        <w:pBdr>
          <w:top w:val="none" w:sz="0" w:space="0" w:color="auto"/>
          <w:left w:val="none" w:sz="0" w:space="0" w:color="auto"/>
          <w:bottom w:val="none" w:sz="0" w:space="0" w:color="auto"/>
          <w:right w:val="none" w:sz="0" w:space="0" w:color="auto"/>
        </w:pBdr>
        <w:rPr>
          <w:spacing w:val="0"/>
          <w:position w:val="0"/>
        </w:rPr>
      </w:pPr>
      <w:r w:rsidRPr="00330C91">
        <w:rPr>
          <w:spacing w:val="0"/>
          <w:position w:val="0"/>
        </w:rPr>
        <w:t>ASUTUSESISESEKS KASUTAMISEKS</w:t>
      </w:r>
    </w:p>
    <w:p w14:paraId="4DB62A1C" w14:textId="15EDB5FC" w:rsidR="006E0604" w:rsidRPr="00330C91" w:rsidRDefault="006E0604" w:rsidP="00366F67">
      <w:pPr>
        <w:framePr w:w="3828" w:h="1295" w:hRule="exact" w:hSpace="180" w:wrap="around" w:vAnchor="text" w:hAnchor="page" w:x="7229" w:y="1"/>
        <w:rPr>
          <w:rFonts w:ascii="Arial" w:hAnsi="Arial" w:cs="Arial"/>
          <w:spacing w:val="0"/>
          <w:sz w:val="16"/>
        </w:rPr>
      </w:pPr>
      <w:r w:rsidRPr="00330C91">
        <w:rPr>
          <w:rFonts w:ascii="Arial" w:hAnsi="Arial" w:cs="Arial"/>
          <w:b/>
          <w:bCs/>
          <w:spacing w:val="0"/>
          <w:sz w:val="16"/>
        </w:rPr>
        <w:t xml:space="preserve">Märge tehtud </w:t>
      </w:r>
      <w:r w:rsidR="006D2A5C">
        <w:rPr>
          <w:rFonts w:ascii="Arial" w:hAnsi="Arial" w:cs="Arial"/>
          <w:spacing w:val="0"/>
          <w:sz w:val="16"/>
        </w:rPr>
        <w:t>23</w:t>
      </w:r>
      <w:r w:rsidRPr="00330C91">
        <w:rPr>
          <w:rFonts w:ascii="Arial" w:hAnsi="Arial" w:cs="Arial"/>
          <w:spacing w:val="0"/>
          <w:sz w:val="16"/>
        </w:rPr>
        <w:t>.</w:t>
      </w:r>
      <w:r w:rsidR="006D2A5C">
        <w:rPr>
          <w:rFonts w:ascii="Arial" w:hAnsi="Arial" w:cs="Arial"/>
          <w:spacing w:val="0"/>
          <w:sz w:val="16"/>
        </w:rPr>
        <w:t>01</w:t>
      </w:r>
      <w:r w:rsidR="006874FE">
        <w:rPr>
          <w:rFonts w:ascii="Arial" w:hAnsi="Arial" w:cs="Arial"/>
          <w:spacing w:val="0"/>
          <w:sz w:val="16"/>
        </w:rPr>
        <w:t>.</w:t>
      </w:r>
      <w:r w:rsidR="006D2A5C">
        <w:rPr>
          <w:rFonts w:ascii="Arial" w:hAnsi="Arial" w:cs="Arial"/>
          <w:spacing w:val="0"/>
          <w:sz w:val="16"/>
        </w:rPr>
        <w:t>2023</w:t>
      </w:r>
      <w:r w:rsidRPr="00330C91">
        <w:rPr>
          <w:rFonts w:ascii="Arial" w:hAnsi="Arial" w:cs="Arial"/>
          <w:spacing w:val="0"/>
          <w:sz w:val="16"/>
        </w:rPr>
        <w:t>. a</w:t>
      </w:r>
    </w:p>
    <w:p w14:paraId="607A5055" w14:textId="77777777" w:rsidR="006E0604" w:rsidRPr="00330C91" w:rsidRDefault="006E0604" w:rsidP="00366F67">
      <w:pPr>
        <w:framePr w:w="3828" w:h="1295" w:hRule="exact" w:hSpace="180" w:wrap="around" w:vAnchor="text" w:hAnchor="page" w:x="7229" w:y="1"/>
        <w:rPr>
          <w:rFonts w:ascii="Arial" w:hAnsi="Arial" w:cs="Arial"/>
          <w:spacing w:val="0"/>
          <w:sz w:val="16"/>
        </w:rPr>
      </w:pPr>
      <w:r w:rsidRPr="00330C91">
        <w:rPr>
          <w:rFonts w:ascii="Arial" w:hAnsi="Arial" w:cs="Arial"/>
          <w:spacing w:val="0"/>
          <w:sz w:val="16"/>
        </w:rPr>
        <w:t>Riigimetsa Majandamise Keskuses.</w:t>
      </w:r>
    </w:p>
    <w:p w14:paraId="4F68B6C1" w14:textId="66DA5BE6" w:rsidR="006E0604" w:rsidRPr="00471A69" w:rsidRDefault="006E0604" w:rsidP="00366F67">
      <w:pPr>
        <w:framePr w:w="3828" w:h="1295" w:hRule="exact" w:hSpace="180" w:wrap="around" w:vAnchor="text" w:hAnchor="page" w:x="7229" w:y="1"/>
        <w:rPr>
          <w:rFonts w:ascii="Arial" w:hAnsi="Arial" w:cs="Arial"/>
          <w:spacing w:val="0"/>
          <w:sz w:val="16"/>
        </w:rPr>
      </w:pPr>
      <w:r w:rsidRPr="00471A69">
        <w:rPr>
          <w:rFonts w:ascii="Arial" w:hAnsi="Arial" w:cs="Arial"/>
          <w:b/>
          <w:bCs/>
          <w:spacing w:val="0"/>
          <w:sz w:val="16"/>
        </w:rPr>
        <w:t xml:space="preserve">Kehtib kuni </w:t>
      </w:r>
      <w:r w:rsidR="006D2A5C">
        <w:rPr>
          <w:rFonts w:ascii="Arial" w:hAnsi="Arial" w:cs="Arial"/>
          <w:spacing w:val="0"/>
          <w:sz w:val="16"/>
        </w:rPr>
        <w:t>31.12.2023</w:t>
      </w:r>
    </w:p>
    <w:p w14:paraId="7F37D6D6" w14:textId="0D76C7E1" w:rsidR="006E0604" w:rsidRDefault="006E0604" w:rsidP="00366F67">
      <w:pPr>
        <w:framePr w:w="3828" w:h="1295" w:hRule="exact" w:hSpace="180" w:wrap="around" w:vAnchor="text" w:hAnchor="page" w:x="7229" w:y="1"/>
        <w:rPr>
          <w:rFonts w:ascii="Arial" w:hAnsi="Arial" w:cs="Arial"/>
          <w:spacing w:val="0"/>
          <w:sz w:val="16"/>
        </w:rPr>
      </w:pPr>
      <w:r w:rsidRPr="00471A69">
        <w:rPr>
          <w:rFonts w:ascii="Arial" w:hAnsi="Arial" w:cs="Arial"/>
          <w:b/>
          <w:bCs/>
          <w:spacing w:val="0"/>
          <w:sz w:val="16"/>
        </w:rPr>
        <w:t xml:space="preserve">Alus </w:t>
      </w:r>
      <w:bookmarkStart w:id="1" w:name="Text41"/>
      <w:r w:rsidRPr="00471A69">
        <w:rPr>
          <w:rFonts w:ascii="Arial" w:hAnsi="Arial" w:cs="Arial"/>
          <w:spacing w:val="0"/>
          <w:sz w:val="16"/>
        </w:rPr>
        <w:fldChar w:fldCharType="begin">
          <w:ffData>
            <w:name w:val="Text41"/>
            <w:enabled/>
            <w:calcOnExit w:val="0"/>
            <w:helpText w:type="text" w:val="Kirjutage siia viide seadusele.Näiteks: AvTSSeejärel liikuge Tab klahviga järgmisele väljale."/>
            <w:statusText w:type="text" w:val="Kirjutage siia viide seadusele (vt F1)"/>
            <w:textInput/>
          </w:ffData>
        </w:fldChar>
      </w:r>
      <w:r w:rsidRPr="00471A69">
        <w:rPr>
          <w:rFonts w:ascii="Arial" w:hAnsi="Arial" w:cs="Arial"/>
          <w:spacing w:val="0"/>
          <w:sz w:val="16"/>
        </w:rPr>
        <w:instrText xml:space="preserve"> FORMTEXT </w:instrText>
      </w:r>
      <w:r w:rsidRPr="00471A69">
        <w:rPr>
          <w:rFonts w:ascii="Arial" w:hAnsi="Arial" w:cs="Arial"/>
          <w:spacing w:val="0"/>
          <w:sz w:val="16"/>
        </w:rPr>
      </w:r>
      <w:r w:rsidRPr="00471A69">
        <w:rPr>
          <w:rFonts w:ascii="Arial" w:hAnsi="Arial" w:cs="Arial"/>
          <w:spacing w:val="0"/>
          <w:sz w:val="16"/>
        </w:rPr>
        <w:fldChar w:fldCharType="separate"/>
      </w:r>
      <w:r w:rsidRPr="00471A69">
        <w:rPr>
          <w:rFonts w:ascii="Arial" w:hAnsi="Arial" w:cs="Arial"/>
          <w:noProof/>
          <w:spacing w:val="0"/>
          <w:sz w:val="16"/>
        </w:rPr>
        <w:t>AvTS</w:t>
      </w:r>
      <w:r w:rsidRPr="00471A69">
        <w:rPr>
          <w:rFonts w:ascii="Arial" w:hAnsi="Arial" w:cs="Arial"/>
          <w:spacing w:val="0"/>
          <w:sz w:val="16"/>
        </w:rPr>
        <w:fldChar w:fldCharType="end"/>
      </w:r>
      <w:bookmarkEnd w:id="1"/>
      <w:r w:rsidRPr="00471A69">
        <w:rPr>
          <w:rFonts w:ascii="Arial" w:hAnsi="Arial" w:cs="Arial"/>
          <w:spacing w:val="0"/>
          <w:sz w:val="16"/>
        </w:rPr>
        <w:t xml:space="preserve"> § </w:t>
      </w:r>
      <w:bookmarkStart w:id="2" w:name="Text42"/>
      <w:r w:rsidRPr="00471A69">
        <w:rPr>
          <w:rFonts w:ascii="Arial" w:hAnsi="Arial" w:cs="Arial"/>
          <w:spacing w:val="0"/>
          <w:sz w:val="16"/>
        </w:rPr>
        <w:fldChar w:fldCharType="begin">
          <w:ffData>
            <w:name w:val="Text42"/>
            <w:enabled/>
            <w:calcOnExit w:val="0"/>
            <w:helpText w:type="text" w:val="Kirjutage siia paragrahvi number.Näiteks: 35Seejärel liikuge Tab klahviga järgmisele väljale."/>
            <w:statusText w:type="text" w:val="Kirjutage siia paragrahvi number (vt F1)"/>
            <w:textInput/>
          </w:ffData>
        </w:fldChar>
      </w:r>
      <w:r w:rsidRPr="00471A69">
        <w:rPr>
          <w:rFonts w:ascii="Arial" w:hAnsi="Arial" w:cs="Arial"/>
          <w:spacing w:val="0"/>
          <w:sz w:val="16"/>
        </w:rPr>
        <w:instrText xml:space="preserve"> FORMTEXT </w:instrText>
      </w:r>
      <w:r w:rsidRPr="00471A69">
        <w:rPr>
          <w:rFonts w:ascii="Arial" w:hAnsi="Arial" w:cs="Arial"/>
          <w:spacing w:val="0"/>
          <w:sz w:val="16"/>
        </w:rPr>
      </w:r>
      <w:r w:rsidRPr="00471A69">
        <w:rPr>
          <w:rFonts w:ascii="Arial" w:hAnsi="Arial" w:cs="Arial"/>
          <w:spacing w:val="0"/>
          <w:sz w:val="16"/>
        </w:rPr>
        <w:fldChar w:fldCharType="separate"/>
      </w:r>
      <w:r w:rsidRPr="00471A69">
        <w:rPr>
          <w:rFonts w:ascii="Arial" w:hAnsi="Arial" w:cs="Arial"/>
          <w:noProof/>
          <w:spacing w:val="0"/>
          <w:sz w:val="16"/>
        </w:rPr>
        <w:t>35</w:t>
      </w:r>
      <w:r w:rsidRPr="00471A69">
        <w:rPr>
          <w:rFonts w:ascii="Arial" w:hAnsi="Arial" w:cs="Arial"/>
          <w:spacing w:val="0"/>
          <w:sz w:val="16"/>
        </w:rPr>
        <w:fldChar w:fldCharType="end"/>
      </w:r>
      <w:bookmarkEnd w:id="2"/>
      <w:r w:rsidRPr="00471A69">
        <w:rPr>
          <w:rFonts w:ascii="Arial" w:hAnsi="Arial" w:cs="Arial"/>
          <w:spacing w:val="0"/>
          <w:sz w:val="16"/>
        </w:rPr>
        <w:t xml:space="preserve"> lg </w:t>
      </w:r>
      <w:bookmarkStart w:id="3" w:name="Text43"/>
      <w:r w:rsidRPr="00471A69">
        <w:rPr>
          <w:rFonts w:ascii="Arial" w:hAnsi="Arial" w:cs="Arial"/>
          <w:spacing w:val="0"/>
          <w:sz w:val="16"/>
        </w:rPr>
        <w:fldChar w:fldCharType="begin">
          <w:ffData>
            <w:name w:val="Text43"/>
            <w:enabled/>
            <w:calcOnExit w:val="0"/>
            <w:helpText w:type="text" w:val="Kirjutage siia paragrahvi lõike number.Näiteks: 1Seejärel liikuge Tab klahviga järgmisele väljale."/>
            <w:statusText w:type="text" w:val="Kirjutage siia paragrahvi lõike number (vt F1)"/>
            <w:textInput/>
          </w:ffData>
        </w:fldChar>
      </w:r>
      <w:r w:rsidRPr="00471A69">
        <w:rPr>
          <w:rFonts w:ascii="Arial" w:hAnsi="Arial" w:cs="Arial"/>
          <w:spacing w:val="0"/>
          <w:sz w:val="16"/>
        </w:rPr>
        <w:instrText xml:space="preserve"> FORMTEXT </w:instrText>
      </w:r>
      <w:r w:rsidRPr="00471A69">
        <w:rPr>
          <w:rFonts w:ascii="Arial" w:hAnsi="Arial" w:cs="Arial"/>
          <w:spacing w:val="0"/>
          <w:sz w:val="16"/>
        </w:rPr>
      </w:r>
      <w:r w:rsidRPr="00471A69">
        <w:rPr>
          <w:rFonts w:ascii="Arial" w:hAnsi="Arial" w:cs="Arial"/>
          <w:spacing w:val="0"/>
          <w:sz w:val="16"/>
        </w:rPr>
        <w:fldChar w:fldCharType="separate"/>
      </w:r>
      <w:r w:rsidRPr="00471A69">
        <w:rPr>
          <w:rFonts w:ascii="Arial" w:hAnsi="Arial" w:cs="Arial"/>
          <w:noProof/>
          <w:spacing w:val="0"/>
          <w:sz w:val="16"/>
        </w:rPr>
        <w:t>1</w:t>
      </w:r>
      <w:r w:rsidRPr="00471A69">
        <w:rPr>
          <w:rFonts w:ascii="Arial" w:hAnsi="Arial" w:cs="Arial"/>
          <w:spacing w:val="0"/>
          <w:sz w:val="16"/>
        </w:rPr>
        <w:fldChar w:fldCharType="end"/>
      </w:r>
      <w:bookmarkEnd w:id="3"/>
      <w:r w:rsidRPr="00471A69">
        <w:rPr>
          <w:rFonts w:ascii="Arial" w:hAnsi="Arial" w:cs="Arial"/>
          <w:spacing w:val="0"/>
          <w:sz w:val="16"/>
        </w:rPr>
        <w:t xml:space="preserve"> p </w:t>
      </w:r>
      <w:bookmarkStart w:id="4" w:name="Text44"/>
      <w:r w:rsidRPr="00471A69">
        <w:rPr>
          <w:rFonts w:ascii="Arial" w:hAnsi="Arial" w:cs="Arial"/>
          <w:spacing w:val="0"/>
          <w:sz w:val="16"/>
        </w:rPr>
        <w:fldChar w:fldCharType="begin">
          <w:ffData>
            <w:name w:val="Text44"/>
            <w:enabled/>
            <w:calcOnExit w:val="0"/>
            <w:helpText w:type="text" w:val="Kirjutage siia paragrahvi lõike punkti number.Näiteks: 1Seejärel liikuge Tab klahviga järgmisele väljale."/>
            <w:statusText w:type="text" w:val="Kirjutage siia paragrahvi lõike punkti number (vt F1)"/>
            <w:textInput/>
          </w:ffData>
        </w:fldChar>
      </w:r>
      <w:r w:rsidRPr="00471A69">
        <w:rPr>
          <w:rFonts w:ascii="Arial" w:hAnsi="Arial" w:cs="Arial"/>
          <w:spacing w:val="0"/>
          <w:sz w:val="16"/>
        </w:rPr>
        <w:instrText xml:space="preserve"> FORMTEXT </w:instrText>
      </w:r>
      <w:r w:rsidRPr="00471A69">
        <w:rPr>
          <w:rFonts w:ascii="Arial" w:hAnsi="Arial" w:cs="Arial"/>
          <w:spacing w:val="0"/>
          <w:sz w:val="16"/>
        </w:rPr>
      </w:r>
      <w:r w:rsidRPr="00471A69">
        <w:rPr>
          <w:rFonts w:ascii="Arial" w:hAnsi="Arial" w:cs="Arial"/>
          <w:spacing w:val="0"/>
          <w:sz w:val="16"/>
        </w:rPr>
        <w:fldChar w:fldCharType="separate"/>
      </w:r>
      <w:r w:rsidRPr="00471A69">
        <w:rPr>
          <w:rFonts w:ascii="Arial" w:hAnsi="Arial" w:cs="Arial"/>
          <w:noProof/>
          <w:spacing w:val="0"/>
          <w:sz w:val="16"/>
        </w:rPr>
        <w:t>17</w:t>
      </w:r>
      <w:r w:rsidRPr="00471A69">
        <w:rPr>
          <w:rFonts w:ascii="Arial" w:hAnsi="Arial" w:cs="Arial"/>
          <w:spacing w:val="0"/>
          <w:sz w:val="16"/>
        </w:rPr>
        <w:fldChar w:fldCharType="end"/>
      </w:r>
      <w:bookmarkEnd w:id="4"/>
      <w:r w:rsidRPr="00471A69">
        <w:rPr>
          <w:rFonts w:ascii="Arial" w:hAnsi="Arial" w:cs="Arial"/>
          <w:spacing w:val="0"/>
          <w:sz w:val="16"/>
        </w:rPr>
        <w:t xml:space="preserve">. </w:t>
      </w:r>
      <w:bookmarkStart w:id="5" w:name="Text48"/>
      <w:r w:rsidRPr="00471A69">
        <w:rPr>
          <w:rFonts w:ascii="Arial" w:hAnsi="Arial" w:cs="Arial"/>
          <w:spacing w:val="0"/>
          <w:sz w:val="16"/>
        </w:rPr>
        <w:fldChar w:fldCharType="begin">
          <w:ffData>
            <w:name w:val="Text48"/>
            <w:enabled/>
            <w:calcOnExit w:val="0"/>
            <w:helpText w:type="text" w:val="Vajadusel kirjutage siia teine viide seadusele.Näiteks: AvTS, § 35, lg 1, p 1.Seejärel liikuge Tab klahviga järgmisele väljale."/>
            <w:statusText w:type="text" w:val="Vajadusel kirjutage siia teine viide seadusele (vt F1)"/>
            <w:textInput/>
          </w:ffData>
        </w:fldChar>
      </w:r>
      <w:r w:rsidRPr="00471A69">
        <w:rPr>
          <w:rFonts w:ascii="Arial" w:hAnsi="Arial" w:cs="Arial"/>
          <w:spacing w:val="0"/>
          <w:sz w:val="16"/>
        </w:rPr>
        <w:instrText xml:space="preserve"> FORMTEXT </w:instrText>
      </w:r>
      <w:r w:rsidRPr="00471A69">
        <w:rPr>
          <w:rFonts w:ascii="Arial" w:hAnsi="Arial" w:cs="Arial"/>
          <w:spacing w:val="0"/>
          <w:sz w:val="16"/>
        </w:rPr>
      </w:r>
      <w:r w:rsidRPr="00471A69">
        <w:rPr>
          <w:rFonts w:ascii="Arial" w:hAnsi="Arial" w:cs="Arial"/>
          <w:spacing w:val="0"/>
          <w:sz w:val="16"/>
        </w:rPr>
        <w:fldChar w:fldCharType="separate"/>
      </w:r>
      <w:r w:rsidRPr="00471A69">
        <w:rPr>
          <w:rFonts w:ascii="Arial" w:hAnsi="Arial" w:cs="Arial"/>
          <w:noProof/>
          <w:spacing w:val="0"/>
          <w:sz w:val="16"/>
        </w:rPr>
        <w:t> </w:t>
      </w:r>
      <w:r w:rsidRPr="00471A69">
        <w:rPr>
          <w:rFonts w:ascii="Arial" w:hAnsi="Arial" w:cs="Arial"/>
          <w:noProof/>
          <w:spacing w:val="0"/>
          <w:sz w:val="16"/>
        </w:rPr>
        <w:t> </w:t>
      </w:r>
      <w:r w:rsidRPr="00471A69">
        <w:rPr>
          <w:rFonts w:ascii="Arial" w:hAnsi="Arial" w:cs="Arial"/>
          <w:noProof/>
          <w:spacing w:val="0"/>
          <w:sz w:val="16"/>
        </w:rPr>
        <w:t> </w:t>
      </w:r>
      <w:r w:rsidRPr="00471A69">
        <w:rPr>
          <w:rFonts w:ascii="Arial" w:hAnsi="Arial" w:cs="Arial"/>
          <w:noProof/>
          <w:spacing w:val="0"/>
          <w:sz w:val="16"/>
        </w:rPr>
        <w:t> </w:t>
      </w:r>
      <w:r w:rsidRPr="00471A69">
        <w:rPr>
          <w:rFonts w:ascii="Arial" w:hAnsi="Arial" w:cs="Arial"/>
          <w:noProof/>
          <w:spacing w:val="0"/>
          <w:sz w:val="16"/>
        </w:rPr>
        <w:t> </w:t>
      </w:r>
      <w:r w:rsidRPr="00471A69">
        <w:rPr>
          <w:rFonts w:ascii="Arial" w:hAnsi="Arial" w:cs="Arial"/>
          <w:spacing w:val="0"/>
          <w:sz w:val="16"/>
        </w:rPr>
        <w:fldChar w:fldCharType="end"/>
      </w:r>
      <w:bookmarkEnd w:id="5"/>
    </w:p>
    <w:p w14:paraId="2571981A" w14:textId="77777777" w:rsidR="00DE13F7" w:rsidRPr="00330C91" w:rsidRDefault="00DE13F7" w:rsidP="00366F67">
      <w:pPr>
        <w:framePr w:w="3828" w:h="1295" w:hRule="exact" w:hSpace="180" w:wrap="around" w:vAnchor="text" w:hAnchor="page" w:x="7229" w:y="1"/>
        <w:rPr>
          <w:rFonts w:ascii="Arial" w:hAnsi="Arial" w:cs="Arial"/>
          <w:sz w:val="16"/>
        </w:rPr>
      </w:pPr>
    </w:p>
    <w:p w14:paraId="1C39CFF2" w14:textId="77777777" w:rsidR="006E0604" w:rsidRDefault="006E0604" w:rsidP="00366F67">
      <w:pPr>
        <w:pStyle w:val="berschrift1"/>
        <w:rPr>
          <w:bCs/>
          <w:kern w:val="0"/>
          <w:szCs w:val="24"/>
        </w:rPr>
      </w:pPr>
    </w:p>
    <w:p w14:paraId="70EB48A8" w14:textId="77777777" w:rsidR="006E0604" w:rsidRDefault="006E0604" w:rsidP="00366F67">
      <w:pPr>
        <w:pStyle w:val="berschrift1"/>
        <w:rPr>
          <w:bCs/>
          <w:kern w:val="0"/>
          <w:szCs w:val="24"/>
        </w:rPr>
      </w:pPr>
    </w:p>
    <w:p w14:paraId="0D4F5BC1" w14:textId="77777777" w:rsidR="006E0604" w:rsidRPr="00D72F04" w:rsidRDefault="006E0604" w:rsidP="00D72F04">
      <w:pPr>
        <w:sectPr w:rsidR="006E0604" w:rsidRPr="00D72F04">
          <w:headerReference w:type="default" r:id="rId8"/>
          <w:footerReference w:type="default" r:id="rId9"/>
          <w:headerReference w:type="first" r:id="rId10"/>
          <w:footerReference w:type="first" r:id="rId11"/>
          <w:type w:val="continuous"/>
          <w:pgSz w:w="11906" w:h="16838" w:code="9"/>
          <w:pgMar w:top="567" w:right="851" w:bottom="1134" w:left="1134" w:header="567" w:footer="680" w:gutter="0"/>
          <w:cols w:space="708"/>
          <w:titlePg/>
        </w:sectPr>
      </w:pPr>
    </w:p>
    <w:p w14:paraId="387FC55E" w14:textId="77777777" w:rsidR="006E0604" w:rsidRPr="00471A69" w:rsidRDefault="006E0604" w:rsidP="00366F67">
      <w:pPr>
        <w:pStyle w:val="berschrift1"/>
        <w:rPr>
          <w:bCs/>
          <w:kern w:val="0"/>
          <w:szCs w:val="24"/>
        </w:rPr>
      </w:pPr>
    </w:p>
    <w:p w14:paraId="18C38137" w14:textId="77777777" w:rsidR="003D515B" w:rsidRPr="00471A69" w:rsidRDefault="003D515B" w:rsidP="00366F67">
      <w:pPr>
        <w:pStyle w:val="berschrift1"/>
        <w:jc w:val="center"/>
        <w:rPr>
          <w:bCs/>
          <w:kern w:val="0"/>
          <w:szCs w:val="24"/>
        </w:rPr>
      </w:pPr>
    </w:p>
    <w:p w14:paraId="1F40DB32" w14:textId="77777777" w:rsidR="003D515B" w:rsidRPr="00471A69" w:rsidRDefault="003D515B" w:rsidP="00366F67">
      <w:pPr>
        <w:pStyle w:val="berschrift1"/>
        <w:jc w:val="center"/>
        <w:rPr>
          <w:bCs/>
          <w:kern w:val="0"/>
          <w:szCs w:val="24"/>
        </w:rPr>
      </w:pPr>
    </w:p>
    <w:p w14:paraId="1625DA31" w14:textId="3A74FAB1" w:rsidR="006E0604" w:rsidRPr="00471A69" w:rsidRDefault="003D515B" w:rsidP="00366F67">
      <w:pPr>
        <w:pStyle w:val="berschrift1"/>
        <w:jc w:val="center"/>
        <w:rPr>
          <w:bCs/>
          <w:kern w:val="0"/>
          <w:szCs w:val="24"/>
        </w:rPr>
      </w:pPr>
      <w:r w:rsidRPr="00471A69">
        <w:rPr>
          <w:bCs/>
          <w:kern w:val="0"/>
          <w:szCs w:val="24"/>
        </w:rPr>
        <w:t>METSAMATERJALI</w:t>
      </w:r>
      <w:r w:rsidR="006E0604" w:rsidRPr="00471A69">
        <w:rPr>
          <w:bCs/>
          <w:kern w:val="0"/>
          <w:szCs w:val="24"/>
        </w:rPr>
        <w:t xml:space="preserve"> </w:t>
      </w:r>
      <w:r w:rsidR="00471A69">
        <w:rPr>
          <w:bCs/>
          <w:kern w:val="0"/>
          <w:szCs w:val="24"/>
        </w:rPr>
        <w:t>MÜÜGILEPING nr 3-3.6.1/</w:t>
      </w:r>
      <w:r w:rsidR="00BF5808">
        <w:rPr>
          <w:bCs/>
          <w:szCs w:val="24"/>
        </w:rPr>
        <w:t>2022/320</w:t>
      </w:r>
    </w:p>
    <w:p w14:paraId="45305926" w14:textId="77777777" w:rsidR="006E0604" w:rsidRPr="00471A69" w:rsidRDefault="006E0604" w:rsidP="001E5038">
      <w:pPr>
        <w:rPr>
          <w:szCs w:val="24"/>
        </w:rPr>
      </w:pPr>
    </w:p>
    <w:p w14:paraId="6AD8EE5A" w14:textId="026D6B9A" w:rsidR="006E0604" w:rsidRPr="00471A69" w:rsidRDefault="00471A69" w:rsidP="00471A69">
      <w:pPr>
        <w:pStyle w:val="berschrift1"/>
        <w:ind w:left="4080" w:firstLine="680"/>
        <w:jc w:val="right"/>
        <w:rPr>
          <w:b w:val="0"/>
          <w:bCs/>
          <w:kern w:val="0"/>
          <w:szCs w:val="24"/>
        </w:rPr>
      </w:pPr>
      <w:r>
        <w:rPr>
          <w:b w:val="0"/>
          <w:bCs/>
          <w:kern w:val="0"/>
          <w:szCs w:val="24"/>
        </w:rPr>
        <w:t>(hiliseima digitaalallkirja kuupäv)</w:t>
      </w:r>
    </w:p>
    <w:p w14:paraId="1F3CF3F3" w14:textId="77777777" w:rsidR="006E0604" w:rsidRPr="00471A69" w:rsidRDefault="006E0604" w:rsidP="001E5038">
      <w:pPr>
        <w:rPr>
          <w:szCs w:val="24"/>
        </w:rPr>
      </w:pPr>
    </w:p>
    <w:p w14:paraId="7C95B900" w14:textId="77777777" w:rsidR="00471A69" w:rsidRPr="00A60946" w:rsidRDefault="00471A69" w:rsidP="00471A69">
      <w:pPr>
        <w:rPr>
          <w:b/>
          <w:szCs w:val="24"/>
        </w:rPr>
      </w:pPr>
      <w:bookmarkStart w:id="6" w:name="OLE_LINK1"/>
      <w:r w:rsidRPr="00A60946">
        <w:rPr>
          <w:b/>
          <w:szCs w:val="24"/>
        </w:rPr>
        <w:t xml:space="preserve">Müüja andmed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37"/>
        <w:gridCol w:w="4351"/>
        <w:gridCol w:w="2835"/>
      </w:tblGrid>
      <w:tr w:rsidR="00471A69" w:rsidRPr="00A60946" w14:paraId="1650C18F" w14:textId="77777777" w:rsidTr="00002ED5">
        <w:tc>
          <w:tcPr>
            <w:tcW w:w="2737" w:type="dxa"/>
          </w:tcPr>
          <w:p w14:paraId="16E7374E" w14:textId="77777777" w:rsidR="00471A69" w:rsidRPr="00A60946" w:rsidRDefault="00471A69" w:rsidP="00002ED5">
            <w:pPr>
              <w:pStyle w:val="Kommentartext"/>
              <w:rPr>
                <w:bCs/>
                <w:sz w:val="24"/>
                <w:szCs w:val="24"/>
              </w:rPr>
            </w:pPr>
            <w:r w:rsidRPr="00A60946">
              <w:rPr>
                <w:bCs/>
                <w:sz w:val="24"/>
                <w:szCs w:val="24"/>
              </w:rPr>
              <w:t xml:space="preserve">Riigimetsa Majandamise Keskus (RMK) </w:t>
            </w:r>
          </w:p>
        </w:tc>
        <w:tc>
          <w:tcPr>
            <w:tcW w:w="4351" w:type="dxa"/>
          </w:tcPr>
          <w:p w14:paraId="6EB57431" w14:textId="77777777" w:rsidR="005A66FC" w:rsidRPr="001A6691" w:rsidRDefault="005A66FC" w:rsidP="005A66FC">
            <w:pPr>
              <w:rPr>
                <w:szCs w:val="24"/>
              </w:rPr>
            </w:pPr>
            <w:r w:rsidRPr="001A6691">
              <w:rPr>
                <w:szCs w:val="24"/>
              </w:rPr>
              <w:t>Registrikood 70004459</w:t>
            </w:r>
          </w:p>
          <w:p w14:paraId="42376813" w14:textId="0C169C6C" w:rsidR="005A66FC" w:rsidRPr="001A6691" w:rsidRDefault="00706ABE" w:rsidP="005A66FC">
            <w:pPr>
              <w:rPr>
                <w:szCs w:val="24"/>
              </w:rPr>
            </w:pPr>
            <w:r>
              <w:rPr>
                <w:szCs w:val="24"/>
              </w:rPr>
              <w:t xml:space="preserve">Mõisa/3, </w:t>
            </w:r>
            <w:r w:rsidR="005A66FC" w:rsidRPr="001A6691">
              <w:rPr>
                <w:szCs w:val="24"/>
              </w:rPr>
              <w:t>Sagadi küla, Haljala vald</w:t>
            </w:r>
          </w:p>
          <w:p w14:paraId="7EBD152E" w14:textId="62A06682" w:rsidR="00471A69" w:rsidRPr="00A60946" w:rsidRDefault="005A66FC" w:rsidP="005A66FC">
            <w:pPr>
              <w:rPr>
                <w:szCs w:val="24"/>
              </w:rPr>
            </w:pPr>
            <w:r w:rsidRPr="001A6691">
              <w:rPr>
                <w:szCs w:val="24"/>
              </w:rPr>
              <w:t>45403 Lääne-Viru maakond</w:t>
            </w:r>
          </w:p>
        </w:tc>
        <w:tc>
          <w:tcPr>
            <w:tcW w:w="2835" w:type="dxa"/>
          </w:tcPr>
          <w:p w14:paraId="36E288B0" w14:textId="77777777" w:rsidR="00471A69" w:rsidRPr="00A60946" w:rsidRDefault="00471A69" w:rsidP="00002ED5">
            <w:pPr>
              <w:rPr>
                <w:szCs w:val="24"/>
              </w:rPr>
            </w:pPr>
            <w:r>
              <w:rPr>
                <w:szCs w:val="24"/>
              </w:rPr>
              <w:t xml:space="preserve">Tel </w:t>
            </w:r>
            <w:r w:rsidRPr="00A60946">
              <w:rPr>
                <w:szCs w:val="24"/>
              </w:rPr>
              <w:t>676 7500</w:t>
            </w:r>
          </w:p>
          <w:p w14:paraId="2BA28EE5" w14:textId="77777777" w:rsidR="00471A69" w:rsidRPr="00A60946" w:rsidRDefault="00C03B12" w:rsidP="00002ED5">
            <w:pPr>
              <w:rPr>
                <w:szCs w:val="24"/>
              </w:rPr>
            </w:pPr>
            <w:hyperlink r:id="rId12" w:history="1">
              <w:r w:rsidR="00471A69" w:rsidRPr="00A60946">
                <w:rPr>
                  <w:rStyle w:val="Hyperlink"/>
                  <w:szCs w:val="24"/>
                </w:rPr>
                <w:t>www.rmk.ee</w:t>
              </w:r>
            </w:hyperlink>
            <w:r w:rsidR="00471A69" w:rsidRPr="00A60946">
              <w:rPr>
                <w:szCs w:val="24"/>
              </w:rPr>
              <w:t xml:space="preserve"> </w:t>
            </w:r>
          </w:p>
        </w:tc>
      </w:tr>
      <w:tr w:rsidR="00471A69" w:rsidRPr="00A60946" w14:paraId="0A1C5DE9" w14:textId="77777777" w:rsidTr="00002ED5">
        <w:tc>
          <w:tcPr>
            <w:tcW w:w="2737" w:type="dxa"/>
          </w:tcPr>
          <w:p w14:paraId="331E40AD" w14:textId="77777777" w:rsidR="00471A69" w:rsidRPr="00A60946" w:rsidRDefault="00471A69" w:rsidP="00002ED5">
            <w:pPr>
              <w:rPr>
                <w:szCs w:val="24"/>
              </w:rPr>
            </w:pPr>
            <w:r w:rsidRPr="00A60946">
              <w:rPr>
                <w:szCs w:val="24"/>
              </w:rPr>
              <w:t>Esindaja</w:t>
            </w:r>
          </w:p>
        </w:tc>
        <w:tc>
          <w:tcPr>
            <w:tcW w:w="4351" w:type="dxa"/>
          </w:tcPr>
          <w:p w14:paraId="6D3D722C" w14:textId="0FA6F5DB" w:rsidR="00471A69" w:rsidRPr="005A6091" w:rsidRDefault="005A6091" w:rsidP="00002ED5">
            <w:pPr>
              <w:rPr>
                <w:szCs w:val="24"/>
              </w:rPr>
            </w:pPr>
            <w:r w:rsidRPr="005A6091">
              <w:rPr>
                <w:szCs w:val="24"/>
              </w:rPr>
              <w:t xml:space="preserve">RMK turustusspetsialist Mart Enel </w:t>
            </w:r>
            <w:r>
              <w:rPr>
                <w:szCs w:val="24"/>
              </w:rPr>
              <w:t>37203152761</w:t>
            </w:r>
          </w:p>
        </w:tc>
        <w:tc>
          <w:tcPr>
            <w:tcW w:w="2835" w:type="dxa"/>
          </w:tcPr>
          <w:p w14:paraId="695201CF" w14:textId="3338F96A" w:rsidR="00471A69" w:rsidRPr="00A60946" w:rsidRDefault="00471A69" w:rsidP="00002ED5">
            <w:pPr>
              <w:rPr>
                <w:szCs w:val="24"/>
              </w:rPr>
            </w:pPr>
            <w:r>
              <w:rPr>
                <w:szCs w:val="24"/>
              </w:rPr>
              <w:t xml:space="preserve">E-post </w:t>
            </w:r>
            <w:hyperlink r:id="rId13" w:history="1">
              <w:r w:rsidR="0020132F" w:rsidRPr="002638B2">
                <w:rPr>
                  <w:rStyle w:val="Hyperlink"/>
                  <w:szCs w:val="24"/>
                </w:rPr>
                <w:t>mar.enel@rmk.ee</w:t>
              </w:r>
            </w:hyperlink>
            <w:r w:rsidR="0020132F">
              <w:rPr>
                <w:szCs w:val="24"/>
              </w:rPr>
              <w:t xml:space="preserve"> </w:t>
            </w:r>
          </w:p>
        </w:tc>
      </w:tr>
      <w:tr w:rsidR="00471A69" w:rsidRPr="00A60946" w14:paraId="501C094E" w14:textId="77777777" w:rsidTr="00002ED5">
        <w:trPr>
          <w:cantSplit/>
        </w:trPr>
        <w:tc>
          <w:tcPr>
            <w:tcW w:w="9923" w:type="dxa"/>
            <w:gridSpan w:val="3"/>
          </w:tcPr>
          <w:p w14:paraId="7D4B62D9" w14:textId="366CEAE9" w:rsidR="00471A69" w:rsidRPr="00A60946" w:rsidRDefault="00471A69" w:rsidP="00301C69">
            <w:pPr>
              <w:rPr>
                <w:szCs w:val="24"/>
              </w:rPr>
            </w:pPr>
            <w:r w:rsidRPr="00A60946">
              <w:rPr>
                <w:szCs w:val="24"/>
              </w:rPr>
              <w:t>Esindusõigus tuleneb (voli</w:t>
            </w:r>
            <w:r w:rsidR="00301C69">
              <w:rPr>
                <w:szCs w:val="24"/>
              </w:rPr>
              <w:t xml:space="preserve">tamise alus): RMK juhatuse </w:t>
            </w:r>
            <w:r w:rsidRPr="00A60946">
              <w:rPr>
                <w:szCs w:val="24"/>
              </w:rPr>
              <w:t>e</w:t>
            </w:r>
            <w:r w:rsidR="00301C69">
              <w:rPr>
                <w:szCs w:val="24"/>
              </w:rPr>
              <w:t>simehe</w:t>
            </w:r>
            <w:r w:rsidRPr="00A60946">
              <w:rPr>
                <w:szCs w:val="24"/>
              </w:rPr>
              <w:t xml:space="preserve"> </w:t>
            </w:r>
            <w:r w:rsidR="00301C69">
              <w:rPr>
                <w:szCs w:val="24"/>
              </w:rPr>
              <w:t>0</w:t>
            </w:r>
            <w:sdt>
              <w:sdtPr>
                <w:rPr>
                  <w:rFonts w:eastAsia="Calibri"/>
                  <w:szCs w:val="22"/>
                </w:rPr>
                <w:id w:val="-203568576"/>
                <w:placeholder>
                  <w:docPart w:val="7E684AFE72D74DF1BA9A3F9BE60F255A"/>
                </w:placeholder>
                <w:date w:fullDate="2016-08-05T00:00:00Z">
                  <w:dateFormat w:val="d.MM.yyyy"/>
                  <w:lid w:val="et-EE"/>
                  <w:storeMappedDataAs w:val="dateTime"/>
                  <w:calendar w:val="gregorian"/>
                </w:date>
              </w:sdtPr>
              <w:sdtEndPr/>
              <w:sdtContent>
                <w:r w:rsidR="001F0175">
                  <w:rPr>
                    <w:rFonts w:eastAsia="Calibri"/>
                    <w:szCs w:val="22"/>
                  </w:rPr>
                  <w:t>5.08.2016</w:t>
                </w:r>
              </w:sdtContent>
            </w:sdt>
            <w:r w:rsidRPr="00A60946">
              <w:rPr>
                <w:szCs w:val="24"/>
              </w:rPr>
              <w:t xml:space="preserve"> käskkiri nr </w:t>
            </w:r>
            <w:r w:rsidR="00301C69">
              <w:rPr>
                <w:bCs/>
                <w:szCs w:val="24"/>
              </w:rPr>
              <w:t>1-5/91</w:t>
            </w:r>
          </w:p>
        </w:tc>
      </w:tr>
    </w:tbl>
    <w:p w14:paraId="5E9DD385" w14:textId="77777777" w:rsidR="00471A69" w:rsidRPr="00A60946" w:rsidRDefault="00471A69" w:rsidP="00471A69">
      <w:pPr>
        <w:rPr>
          <w:b/>
          <w:szCs w:val="24"/>
        </w:rPr>
      </w:pPr>
    </w:p>
    <w:p w14:paraId="67C87B84" w14:textId="77777777" w:rsidR="00471A69" w:rsidRPr="00A60946" w:rsidRDefault="00471A69" w:rsidP="00471A69">
      <w:pPr>
        <w:rPr>
          <w:b/>
          <w:szCs w:val="24"/>
        </w:rPr>
      </w:pPr>
      <w:r w:rsidRPr="00A60946">
        <w:rPr>
          <w:b/>
          <w:szCs w:val="24"/>
        </w:rPr>
        <w:t>Ostja andmed</w:t>
      </w:r>
    </w:p>
    <w:tbl>
      <w:tblPr>
        <w:tblW w:w="100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2"/>
        <w:gridCol w:w="4395"/>
        <w:gridCol w:w="2912"/>
      </w:tblGrid>
      <w:tr w:rsidR="00471A69" w:rsidRPr="00A60946" w14:paraId="1CDE3CB7" w14:textId="77777777" w:rsidTr="0020132F">
        <w:tc>
          <w:tcPr>
            <w:tcW w:w="2722" w:type="dxa"/>
          </w:tcPr>
          <w:p w14:paraId="11376DDE" w14:textId="3712F528" w:rsidR="00471A69" w:rsidRPr="00A60946" w:rsidRDefault="00707DA5" w:rsidP="00002ED5">
            <w:pPr>
              <w:rPr>
                <w:szCs w:val="24"/>
              </w:rPr>
            </w:pPr>
            <w:r w:rsidRPr="00707DA5">
              <w:t>Danpower Eesti AS</w:t>
            </w:r>
          </w:p>
        </w:tc>
        <w:tc>
          <w:tcPr>
            <w:tcW w:w="4395" w:type="dxa"/>
          </w:tcPr>
          <w:p w14:paraId="167E9B3E" w14:textId="47ABD700" w:rsidR="00471A69" w:rsidRDefault="00471A69" w:rsidP="00002ED5">
            <w:pPr>
              <w:rPr>
                <w:bCs/>
                <w:szCs w:val="24"/>
              </w:rPr>
            </w:pPr>
            <w:r w:rsidRPr="00A60946">
              <w:rPr>
                <w:szCs w:val="24"/>
              </w:rPr>
              <w:t>Registrikood</w:t>
            </w:r>
            <w:r w:rsidRPr="00A60946">
              <w:rPr>
                <w:bCs/>
                <w:szCs w:val="24"/>
              </w:rPr>
              <w:t xml:space="preserve"> </w:t>
            </w:r>
            <w:r w:rsidR="00707DA5" w:rsidRPr="00707DA5">
              <w:rPr>
                <w:bCs/>
                <w:szCs w:val="24"/>
              </w:rPr>
              <w:t>10351812</w:t>
            </w:r>
          </w:p>
          <w:p w14:paraId="121658D7" w14:textId="01C1B451" w:rsidR="00471A69" w:rsidRPr="00A60946" w:rsidRDefault="00707DA5" w:rsidP="00707DA5">
            <w:pPr>
              <w:rPr>
                <w:szCs w:val="24"/>
              </w:rPr>
            </w:pPr>
            <w:r w:rsidRPr="00707DA5">
              <w:rPr>
                <w:bCs/>
                <w:szCs w:val="24"/>
              </w:rPr>
              <w:t>Vilja 14</w:t>
            </w:r>
            <w:r>
              <w:rPr>
                <w:bCs/>
                <w:szCs w:val="24"/>
              </w:rPr>
              <w:t xml:space="preserve">, </w:t>
            </w:r>
            <w:r w:rsidRPr="00707DA5">
              <w:rPr>
                <w:bCs/>
                <w:szCs w:val="24"/>
              </w:rPr>
              <w:t>65605 Võru</w:t>
            </w:r>
          </w:p>
        </w:tc>
        <w:tc>
          <w:tcPr>
            <w:tcW w:w="2912" w:type="dxa"/>
          </w:tcPr>
          <w:p w14:paraId="08A7945D" w14:textId="59908C8A" w:rsidR="0020132F" w:rsidRPr="0020132F" w:rsidRDefault="00471A69" w:rsidP="0020132F">
            <w:pPr>
              <w:rPr>
                <w:bCs/>
                <w:sz w:val="22"/>
                <w:szCs w:val="22"/>
              </w:rPr>
            </w:pPr>
            <w:r w:rsidRPr="00A60946">
              <w:rPr>
                <w:bCs/>
                <w:szCs w:val="24"/>
              </w:rPr>
              <w:t xml:space="preserve">Tel </w:t>
            </w:r>
            <w:r w:rsidR="00707DA5" w:rsidRPr="00707DA5">
              <w:rPr>
                <w:bCs/>
                <w:sz w:val="22"/>
                <w:szCs w:val="22"/>
              </w:rPr>
              <w:t>786 4152, 5886 6146</w:t>
            </w:r>
          </w:p>
          <w:p w14:paraId="7E5AF63C" w14:textId="3F840652" w:rsidR="00471A69" w:rsidRPr="00A60946" w:rsidRDefault="0020132F" w:rsidP="0020132F">
            <w:pPr>
              <w:rPr>
                <w:bCs/>
                <w:szCs w:val="24"/>
              </w:rPr>
            </w:pPr>
            <w:r w:rsidRPr="0020132F">
              <w:rPr>
                <w:bCs/>
                <w:sz w:val="22"/>
                <w:szCs w:val="22"/>
              </w:rPr>
              <w:t xml:space="preserve">E-post </w:t>
            </w:r>
            <w:hyperlink r:id="rId14" w:history="1">
              <w:r w:rsidR="00707DA5" w:rsidRPr="00C04872">
                <w:rPr>
                  <w:rStyle w:val="Hyperlink"/>
                </w:rPr>
                <w:t>info@danpower.ee</w:t>
              </w:r>
            </w:hyperlink>
            <w:r w:rsidR="00707DA5">
              <w:t xml:space="preserve"> </w:t>
            </w:r>
          </w:p>
          <w:p w14:paraId="02A55C9A" w14:textId="77777777" w:rsidR="00471A69" w:rsidRPr="00A60946" w:rsidRDefault="00471A69" w:rsidP="00002ED5">
            <w:pPr>
              <w:rPr>
                <w:szCs w:val="24"/>
              </w:rPr>
            </w:pPr>
          </w:p>
        </w:tc>
      </w:tr>
      <w:tr w:rsidR="00471A69" w:rsidRPr="00A60946" w14:paraId="50460C22" w14:textId="77777777" w:rsidTr="0020132F">
        <w:tc>
          <w:tcPr>
            <w:tcW w:w="2722" w:type="dxa"/>
          </w:tcPr>
          <w:p w14:paraId="14CBF7E0" w14:textId="77777777" w:rsidR="00471A69" w:rsidRPr="00A60946" w:rsidRDefault="00471A69" w:rsidP="00002ED5">
            <w:pPr>
              <w:rPr>
                <w:szCs w:val="24"/>
              </w:rPr>
            </w:pPr>
            <w:r w:rsidRPr="00A60946">
              <w:rPr>
                <w:szCs w:val="24"/>
              </w:rPr>
              <w:t>Esindaja</w:t>
            </w:r>
          </w:p>
        </w:tc>
        <w:tc>
          <w:tcPr>
            <w:tcW w:w="4395" w:type="dxa"/>
          </w:tcPr>
          <w:p w14:paraId="15A35C34" w14:textId="25B9A1B8" w:rsidR="006C5BDD" w:rsidRPr="006C5BDD" w:rsidRDefault="006C5BDD" w:rsidP="00002ED5">
            <w:pPr>
              <w:rPr>
                <w:szCs w:val="24"/>
                <w:lang w:val="de-DE"/>
              </w:rPr>
            </w:pPr>
            <w:r>
              <w:rPr>
                <w:szCs w:val="24"/>
              </w:rPr>
              <w:t>Juhatuse liige Markus Sü</w:t>
            </w:r>
            <w:proofErr w:type="spellStart"/>
            <w:r>
              <w:rPr>
                <w:szCs w:val="24"/>
                <w:lang w:val="de-DE"/>
              </w:rPr>
              <w:t>ßmann</w:t>
            </w:r>
            <w:proofErr w:type="spellEnd"/>
          </w:p>
          <w:p w14:paraId="3AC8AECB" w14:textId="49AB8150" w:rsidR="006C5BDD" w:rsidRDefault="006C5BDD" w:rsidP="00002ED5">
            <w:pPr>
              <w:rPr>
                <w:szCs w:val="24"/>
              </w:rPr>
            </w:pPr>
            <w:r>
              <w:rPr>
                <w:szCs w:val="24"/>
              </w:rPr>
              <w:t>36011210294</w:t>
            </w:r>
          </w:p>
          <w:p w14:paraId="1CCD5553" w14:textId="3714FA07" w:rsidR="00471A69" w:rsidRDefault="008A6A99" w:rsidP="00002ED5">
            <w:pPr>
              <w:rPr>
                <w:szCs w:val="24"/>
              </w:rPr>
            </w:pPr>
            <w:r>
              <w:rPr>
                <w:szCs w:val="24"/>
              </w:rPr>
              <w:t>Prokurist</w:t>
            </w:r>
            <w:r w:rsidR="0020132F" w:rsidRPr="0020132F">
              <w:rPr>
                <w:szCs w:val="24"/>
              </w:rPr>
              <w:t xml:space="preserve"> </w:t>
            </w:r>
            <w:r w:rsidR="00707DA5">
              <w:rPr>
                <w:szCs w:val="24"/>
              </w:rPr>
              <w:t>Merle Taal</w:t>
            </w:r>
          </w:p>
          <w:p w14:paraId="6FF10A1D" w14:textId="2EF885C3" w:rsidR="00707DA5" w:rsidRPr="00A60946" w:rsidRDefault="00707DA5" w:rsidP="00002ED5">
            <w:pPr>
              <w:rPr>
                <w:bCs/>
                <w:i/>
                <w:szCs w:val="24"/>
              </w:rPr>
            </w:pPr>
            <w:r>
              <w:rPr>
                <w:szCs w:val="24"/>
              </w:rPr>
              <w:t>48002269522</w:t>
            </w:r>
          </w:p>
        </w:tc>
        <w:tc>
          <w:tcPr>
            <w:tcW w:w="2912" w:type="dxa"/>
          </w:tcPr>
          <w:p w14:paraId="585A1107" w14:textId="77777777" w:rsidR="006C5BDD" w:rsidRDefault="006C5BDD" w:rsidP="00002ED5">
            <w:pPr>
              <w:rPr>
                <w:szCs w:val="24"/>
              </w:rPr>
            </w:pPr>
          </w:p>
          <w:p w14:paraId="0DAFAFD6" w14:textId="77777777" w:rsidR="006C5BDD" w:rsidRDefault="006C5BDD" w:rsidP="00002ED5">
            <w:pPr>
              <w:rPr>
                <w:szCs w:val="24"/>
              </w:rPr>
            </w:pPr>
          </w:p>
          <w:p w14:paraId="0D1DEE27" w14:textId="124C218C" w:rsidR="00471A69" w:rsidRPr="00A60946" w:rsidRDefault="00471A69" w:rsidP="00002ED5">
            <w:pPr>
              <w:rPr>
                <w:bCs/>
                <w:szCs w:val="24"/>
              </w:rPr>
            </w:pPr>
            <w:r>
              <w:rPr>
                <w:szCs w:val="24"/>
              </w:rPr>
              <w:t xml:space="preserve">E-post </w:t>
            </w:r>
            <w:r w:rsidR="00707DA5" w:rsidRPr="00707DA5">
              <w:t>merle.taal@danpower.de</w:t>
            </w:r>
          </w:p>
        </w:tc>
      </w:tr>
      <w:tr w:rsidR="00471A69" w:rsidRPr="00A60946" w14:paraId="4D9F911E" w14:textId="77777777" w:rsidTr="0020132F">
        <w:tblPrEx>
          <w:tblLook w:val="0000" w:firstRow="0" w:lastRow="0" w:firstColumn="0" w:lastColumn="0" w:noHBand="0" w:noVBand="0"/>
        </w:tblPrEx>
        <w:tc>
          <w:tcPr>
            <w:tcW w:w="10029" w:type="dxa"/>
            <w:gridSpan w:val="3"/>
          </w:tcPr>
          <w:p w14:paraId="2A4C5682" w14:textId="23477747" w:rsidR="00471A69" w:rsidRPr="00A60946" w:rsidRDefault="00471A69" w:rsidP="00002ED5">
            <w:pPr>
              <w:rPr>
                <w:bCs/>
                <w:szCs w:val="24"/>
              </w:rPr>
            </w:pPr>
            <w:r w:rsidRPr="00A60946">
              <w:rPr>
                <w:bCs/>
                <w:szCs w:val="24"/>
              </w:rPr>
              <w:t xml:space="preserve">Esindusõigus tuleneb (volitamise alus): </w:t>
            </w:r>
            <w:r w:rsidR="0020132F" w:rsidRPr="0020132F">
              <w:rPr>
                <w:szCs w:val="24"/>
              </w:rPr>
              <w:t>Ettevõtte põhikiri</w:t>
            </w:r>
          </w:p>
        </w:tc>
      </w:tr>
      <w:bookmarkEnd w:id="6"/>
    </w:tbl>
    <w:p w14:paraId="417EBEA2" w14:textId="77777777" w:rsidR="006E0604" w:rsidRPr="00471A69" w:rsidRDefault="006E0604" w:rsidP="001E5038">
      <w:pPr>
        <w:rPr>
          <w:b/>
          <w:szCs w:val="24"/>
        </w:rPr>
      </w:pPr>
    </w:p>
    <w:p w14:paraId="36641336" w14:textId="306EB217" w:rsidR="006E0604" w:rsidRPr="00471A69" w:rsidRDefault="00CA5BDA">
      <w:pPr>
        <w:rPr>
          <w:szCs w:val="24"/>
        </w:rPr>
      </w:pPr>
      <w:r w:rsidRPr="00471A69">
        <w:rPr>
          <w:szCs w:val="24"/>
        </w:rPr>
        <w:t>M</w:t>
      </w:r>
      <w:r w:rsidR="003D515B" w:rsidRPr="00471A69">
        <w:rPr>
          <w:szCs w:val="24"/>
        </w:rPr>
        <w:t>üüja</w:t>
      </w:r>
      <w:r w:rsidR="006E0604" w:rsidRPr="00471A69">
        <w:rPr>
          <w:szCs w:val="24"/>
        </w:rPr>
        <w:t xml:space="preserve"> ja </w:t>
      </w:r>
      <w:r w:rsidR="003D515B" w:rsidRPr="00471A69">
        <w:rPr>
          <w:szCs w:val="24"/>
        </w:rPr>
        <w:t>ostja</w:t>
      </w:r>
      <w:r w:rsidR="006E0604" w:rsidRPr="00471A69">
        <w:rPr>
          <w:szCs w:val="24"/>
        </w:rPr>
        <w:t xml:space="preserve">, edaspidi </w:t>
      </w:r>
      <w:r w:rsidR="00471A69">
        <w:rPr>
          <w:szCs w:val="24"/>
        </w:rPr>
        <w:t>nimetatakse lepingus</w:t>
      </w:r>
      <w:r w:rsidR="006E0604" w:rsidRPr="00471A69">
        <w:rPr>
          <w:szCs w:val="24"/>
        </w:rPr>
        <w:t xml:space="preserve"> </w:t>
      </w:r>
      <w:r w:rsidR="003D515B" w:rsidRPr="00471A69">
        <w:rPr>
          <w:b/>
          <w:szCs w:val="24"/>
        </w:rPr>
        <w:t>pool</w:t>
      </w:r>
      <w:r w:rsidR="006E0604" w:rsidRPr="00471A69">
        <w:rPr>
          <w:szCs w:val="24"/>
        </w:rPr>
        <w:t xml:space="preserve"> või</w:t>
      </w:r>
      <w:r w:rsidR="00471A69">
        <w:rPr>
          <w:szCs w:val="24"/>
        </w:rPr>
        <w:t xml:space="preserve"> ühiselt</w:t>
      </w:r>
      <w:r w:rsidR="006E0604" w:rsidRPr="00471A69">
        <w:rPr>
          <w:szCs w:val="24"/>
        </w:rPr>
        <w:t xml:space="preserve"> </w:t>
      </w:r>
      <w:r w:rsidRPr="00471A69">
        <w:rPr>
          <w:b/>
          <w:szCs w:val="24"/>
        </w:rPr>
        <w:t>p</w:t>
      </w:r>
      <w:r w:rsidR="003D515B" w:rsidRPr="00471A69">
        <w:rPr>
          <w:b/>
          <w:szCs w:val="24"/>
        </w:rPr>
        <w:t>ooled</w:t>
      </w:r>
      <w:r w:rsidR="006E0604" w:rsidRPr="00471A69">
        <w:rPr>
          <w:szCs w:val="24"/>
        </w:rPr>
        <w:t>,</w:t>
      </w:r>
    </w:p>
    <w:p w14:paraId="7BE71A0C" w14:textId="77777777" w:rsidR="000C6A7B" w:rsidRDefault="006E0604" w:rsidP="00471A69">
      <w:pPr>
        <w:jc w:val="both"/>
        <w:rPr>
          <w:szCs w:val="24"/>
        </w:rPr>
      </w:pPr>
      <w:r w:rsidRPr="00471A69">
        <w:rPr>
          <w:szCs w:val="24"/>
        </w:rPr>
        <w:t>võttes arvesse, et</w:t>
      </w:r>
    </w:p>
    <w:p w14:paraId="6FF2608C" w14:textId="3A3AC6BD" w:rsidR="00C63431" w:rsidRDefault="006E0604" w:rsidP="00471A69">
      <w:pPr>
        <w:jc w:val="both"/>
        <w:rPr>
          <w:szCs w:val="24"/>
        </w:rPr>
      </w:pPr>
      <w:r w:rsidRPr="00471A69">
        <w:rPr>
          <w:szCs w:val="24"/>
        </w:rPr>
        <w:t xml:space="preserve"> </w:t>
      </w:r>
      <w:r w:rsidRPr="00471A69">
        <w:rPr>
          <w:szCs w:val="24"/>
        </w:rPr>
        <w:tab/>
      </w:r>
    </w:p>
    <w:p w14:paraId="2D4635EF" w14:textId="0DF589AE" w:rsidR="00C63431" w:rsidRDefault="006E0604" w:rsidP="00430AED">
      <w:pPr>
        <w:pStyle w:val="Listenabsatz"/>
        <w:numPr>
          <w:ilvl w:val="0"/>
          <w:numId w:val="18"/>
        </w:numPr>
        <w:jc w:val="both"/>
        <w:rPr>
          <w:szCs w:val="24"/>
        </w:rPr>
      </w:pPr>
      <w:r w:rsidRPr="00C63431">
        <w:rPr>
          <w:szCs w:val="24"/>
        </w:rPr>
        <w:t xml:space="preserve">RMK on </w:t>
      </w:r>
      <w:r w:rsidR="00D961CE" w:rsidRPr="00C63431">
        <w:rPr>
          <w:szCs w:val="24"/>
        </w:rPr>
        <w:t xml:space="preserve">metsamaterjali </w:t>
      </w:r>
      <w:r w:rsidRPr="00C63431">
        <w:rPr>
          <w:szCs w:val="24"/>
        </w:rPr>
        <w:t xml:space="preserve">müügist kokkuleppehinnaga kestvuslepingute alusel teatanud </w:t>
      </w:r>
      <w:sdt>
        <w:sdtPr>
          <w:rPr>
            <w:szCs w:val="24"/>
          </w:rPr>
          <w:id w:val="2009560598"/>
          <w:placeholder>
            <w:docPart w:val="783F8C58BDA34283A5A5444962C830C5"/>
          </w:placeholder>
          <w:date w:fullDate="2022-10-10T00:00:00Z">
            <w:dateFormat w:val="d.MM.yyyy"/>
            <w:lid w:val="et-EE"/>
            <w:storeMappedDataAs w:val="dateTime"/>
            <w:calendar w:val="gregorian"/>
          </w:date>
        </w:sdtPr>
        <w:sdtEndPr/>
        <w:sdtContent>
          <w:r w:rsidR="00A81F85">
            <w:rPr>
              <w:szCs w:val="24"/>
            </w:rPr>
            <w:t>10.10.2022</w:t>
          </w:r>
        </w:sdtContent>
      </w:sdt>
      <w:r w:rsidRPr="00C63431">
        <w:rPr>
          <w:szCs w:val="24"/>
        </w:rPr>
        <w:t xml:space="preserve"> Ametlikes Teadaannetes </w:t>
      </w:r>
      <w:hyperlink r:id="rId15" w:history="1">
        <w:r w:rsidRPr="00C63431">
          <w:rPr>
            <w:rStyle w:val="Hyperlink"/>
            <w:szCs w:val="24"/>
          </w:rPr>
          <w:t>www.ametlikudteadaanded.ee</w:t>
        </w:r>
      </w:hyperlink>
      <w:r w:rsidRPr="00C63431">
        <w:rPr>
          <w:szCs w:val="24"/>
        </w:rPr>
        <w:t xml:space="preserve"> </w:t>
      </w:r>
      <w:r w:rsidR="00225727" w:rsidRPr="00C63431">
        <w:rPr>
          <w:szCs w:val="24"/>
        </w:rPr>
        <w:t>(teade nr</w:t>
      </w:r>
      <w:r w:rsidR="00BA79D9" w:rsidRPr="00C63431">
        <w:rPr>
          <w:szCs w:val="24"/>
        </w:rPr>
        <w:t xml:space="preserve"> </w:t>
      </w:r>
      <w:r w:rsidR="0043714A" w:rsidRPr="0043714A">
        <w:rPr>
          <w:szCs w:val="24"/>
        </w:rPr>
        <w:t>1984689</w:t>
      </w:r>
      <w:r w:rsidR="007A1BF3">
        <w:rPr>
          <w:szCs w:val="24"/>
        </w:rPr>
        <w:t>)</w:t>
      </w:r>
      <w:r w:rsidR="004C5563" w:rsidRPr="00DE59E6">
        <w:rPr>
          <w:szCs w:val="24"/>
        </w:rPr>
        <w:t xml:space="preserve"> </w:t>
      </w:r>
      <w:r w:rsidRPr="00DE59E6">
        <w:rPr>
          <w:szCs w:val="24"/>
        </w:rPr>
        <w:t xml:space="preserve">ja oma veebilehel </w:t>
      </w:r>
      <w:hyperlink r:id="rId16" w:history="1">
        <w:r w:rsidRPr="00C63431">
          <w:rPr>
            <w:rStyle w:val="Hyperlink"/>
            <w:szCs w:val="24"/>
          </w:rPr>
          <w:t>www.rmk.ee</w:t>
        </w:r>
      </w:hyperlink>
      <w:r w:rsidRPr="00C63431">
        <w:rPr>
          <w:szCs w:val="24"/>
        </w:rPr>
        <w:t xml:space="preserve"> </w:t>
      </w:r>
    </w:p>
    <w:p w14:paraId="1C8DE144" w14:textId="5632CB3B" w:rsidR="00C63431" w:rsidRDefault="006E0604" w:rsidP="0020132F">
      <w:pPr>
        <w:pStyle w:val="Listenabsatz"/>
        <w:numPr>
          <w:ilvl w:val="0"/>
          <w:numId w:val="18"/>
        </w:numPr>
        <w:jc w:val="both"/>
        <w:rPr>
          <w:szCs w:val="24"/>
        </w:rPr>
      </w:pPr>
      <w:r w:rsidRPr="00C63431">
        <w:rPr>
          <w:szCs w:val="24"/>
        </w:rPr>
        <w:t>Vastates RMK poolt avaldatud läbi</w:t>
      </w:r>
      <w:r w:rsidR="00471A69" w:rsidRPr="00C63431">
        <w:rPr>
          <w:szCs w:val="24"/>
        </w:rPr>
        <w:t xml:space="preserve">rääkimiste teatele, esitas </w:t>
      </w:r>
      <w:r w:rsidR="008A6A99" w:rsidRPr="00707DA5">
        <w:t>Danpower Eesti AS</w:t>
      </w:r>
      <w:r w:rsidR="008A6A99" w:rsidRPr="00DE59E6">
        <w:rPr>
          <w:szCs w:val="24"/>
        </w:rPr>
        <w:t xml:space="preserve"> </w:t>
      </w:r>
      <w:r w:rsidRPr="00DE59E6">
        <w:rPr>
          <w:szCs w:val="24"/>
        </w:rPr>
        <w:t>RMK-le kirjaliku avalduse läbirääkimistel osalem</w:t>
      </w:r>
      <w:r w:rsidR="00471A69" w:rsidRPr="00DE59E6">
        <w:rPr>
          <w:szCs w:val="24"/>
        </w:rPr>
        <w:t xml:space="preserve">iseks. Avalduse kohaselt soovib </w:t>
      </w:r>
      <w:r w:rsidR="008A6A99" w:rsidRPr="00707DA5">
        <w:t>Danpower Eesti AS</w:t>
      </w:r>
      <w:r w:rsidR="0020132F" w:rsidRPr="0020132F">
        <w:rPr>
          <w:bCs/>
          <w:szCs w:val="24"/>
        </w:rPr>
        <w:t xml:space="preserve"> </w:t>
      </w:r>
      <w:r w:rsidRPr="00DE59E6">
        <w:rPr>
          <w:szCs w:val="24"/>
        </w:rPr>
        <w:t>sõlmida RMK</w:t>
      </w:r>
      <w:r w:rsidR="007A1BF3">
        <w:rPr>
          <w:szCs w:val="24"/>
        </w:rPr>
        <w:t>-</w:t>
      </w:r>
      <w:r w:rsidRPr="00DE59E6">
        <w:rPr>
          <w:szCs w:val="24"/>
        </w:rPr>
        <w:t xml:space="preserve">ga </w:t>
      </w:r>
      <w:r w:rsidR="003D515B" w:rsidRPr="00DE59E6">
        <w:rPr>
          <w:szCs w:val="24"/>
        </w:rPr>
        <w:t>metsamaterjali</w:t>
      </w:r>
      <w:r w:rsidRPr="00DE59E6">
        <w:rPr>
          <w:szCs w:val="24"/>
        </w:rPr>
        <w:t xml:space="preserve"> müügi kestvuslepingu</w:t>
      </w:r>
      <w:r w:rsidR="00225727" w:rsidRPr="00DE59E6">
        <w:rPr>
          <w:szCs w:val="24"/>
        </w:rPr>
        <w:t>, mille tingimuste kindlaksmääramiseks toimusid läbirääkimised</w:t>
      </w:r>
    </w:p>
    <w:p w14:paraId="3B51352F" w14:textId="1F45AEE4" w:rsidR="00706ABE" w:rsidRDefault="00C63431" w:rsidP="00E66367">
      <w:pPr>
        <w:pStyle w:val="Listenabsatz"/>
        <w:numPr>
          <w:ilvl w:val="0"/>
          <w:numId w:val="18"/>
        </w:numPr>
        <w:jc w:val="both"/>
        <w:rPr>
          <w:szCs w:val="24"/>
        </w:rPr>
      </w:pPr>
      <w:r>
        <w:rPr>
          <w:szCs w:val="24"/>
        </w:rPr>
        <w:t xml:space="preserve">Ostja </w:t>
      </w:r>
      <w:r w:rsidR="00002ED5">
        <w:rPr>
          <w:szCs w:val="24"/>
        </w:rPr>
        <w:t>kinnitab</w:t>
      </w:r>
      <w:r>
        <w:rPr>
          <w:szCs w:val="24"/>
        </w:rPr>
        <w:t xml:space="preserve">, et ta on </w:t>
      </w:r>
      <w:r w:rsidRPr="00C63431">
        <w:rPr>
          <w:szCs w:val="24"/>
        </w:rPr>
        <w:t>leht- ja/või okaspuu</w:t>
      </w:r>
      <w:r w:rsidR="00631804">
        <w:rPr>
          <w:szCs w:val="24"/>
        </w:rPr>
        <w:t>paberipuitu</w:t>
      </w:r>
      <w:r w:rsidRPr="00C63431">
        <w:rPr>
          <w:szCs w:val="24"/>
        </w:rPr>
        <w:t xml:space="preserve"> </w:t>
      </w:r>
      <w:r w:rsidR="00F54442">
        <w:rPr>
          <w:szCs w:val="24"/>
        </w:rPr>
        <w:t>Eestis</w:t>
      </w:r>
      <w:r>
        <w:rPr>
          <w:szCs w:val="24"/>
        </w:rPr>
        <w:t xml:space="preserve"> </w:t>
      </w:r>
      <w:r w:rsidR="00002ED5">
        <w:rPr>
          <w:szCs w:val="24"/>
        </w:rPr>
        <w:t>ümber töötlev</w:t>
      </w:r>
      <w:r>
        <w:rPr>
          <w:szCs w:val="24"/>
        </w:rPr>
        <w:t xml:space="preserve"> ettevõtja (või temaga samas</w:t>
      </w:r>
      <w:r w:rsidRPr="00C63431">
        <w:rPr>
          <w:szCs w:val="24"/>
        </w:rPr>
        <w:t xml:space="preserve"> kontsernis on </w:t>
      </w:r>
      <w:r w:rsidR="00F54442">
        <w:rPr>
          <w:szCs w:val="24"/>
        </w:rPr>
        <w:t>Eestis</w:t>
      </w:r>
      <w:r>
        <w:rPr>
          <w:szCs w:val="24"/>
        </w:rPr>
        <w:t xml:space="preserve"> </w:t>
      </w:r>
      <w:r w:rsidRPr="00C63431">
        <w:rPr>
          <w:szCs w:val="24"/>
        </w:rPr>
        <w:t>leht- ja/või okaspuu</w:t>
      </w:r>
      <w:r w:rsidR="00644246">
        <w:rPr>
          <w:szCs w:val="24"/>
        </w:rPr>
        <w:t>paberipuitu</w:t>
      </w:r>
      <w:r w:rsidRPr="00C63431">
        <w:rPr>
          <w:szCs w:val="24"/>
        </w:rPr>
        <w:t xml:space="preserve"> ümber töötlev ettevõtja</w:t>
      </w:r>
      <w:r w:rsidR="001A1CAD">
        <w:rPr>
          <w:szCs w:val="24"/>
        </w:rPr>
        <w:t>)</w:t>
      </w:r>
    </w:p>
    <w:p w14:paraId="25B1E796" w14:textId="6C0CCC7F" w:rsidR="00EC72B7" w:rsidRPr="002C27E0" w:rsidRDefault="00C705CC" w:rsidP="002C27E0">
      <w:pPr>
        <w:ind w:left="1080" w:firstLine="280"/>
        <w:jc w:val="both"/>
        <w:rPr>
          <w:szCs w:val="24"/>
        </w:rPr>
      </w:pPr>
      <w:r>
        <w:rPr>
          <w:szCs w:val="24"/>
        </w:rPr>
        <w:t xml:space="preserve"> v</w:t>
      </w:r>
      <w:r w:rsidR="00EC72B7" w:rsidRPr="002C27E0">
        <w:rPr>
          <w:szCs w:val="24"/>
        </w:rPr>
        <w:t>õi</w:t>
      </w:r>
    </w:p>
    <w:p w14:paraId="7B44DF5C" w14:textId="00D262BE" w:rsidR="00EC72B7" w:rsidRPr="00C705CC" w:rsidRDefault="00846802" w:rsidP="001A6E22">
      <w:pPr>
        <w:ind w:left="1418"/>
        <w:jc w:val="both"/>
        <w:rPr>
          <w:szCs w:val="24"/>
        </w:rPr>
      </w:pPr>
      <w:r>
        <w:rPr>
          <w:szCs w:val="24"/>
        </w:rPr>
        <w:lastRenderedPageBreak/>
        <w:t>o</w:t>
      </w:r>
      <w:r w:rsidR="00C705CC" w:rsidRPr="00C705CC">
        <w:rPr>
          <w:szCs w:val="24"/>
        </w:rPr>
        <w:t>stja kinnitab, et ta on</w:t>
      </w:r>
      <w:r w:rsidR="002C27E0" w:rsidRPr="00C705CC">
        <w:rPr>
          <w:szCs w:val="24"/>
        </w:rPr>
        <w:t xml:space="preserve"> küttepuitu Eestis puitkütuste (halud, pellet, puitbrikett, puusüsi </w:t>
      </w:r>
      <w:r w:rsidR="00770D5E">
        <w:rPr>
          <w:szCs w:val="24"/>
        </w:rPr>
        <w:t xml:space="preserve"> </w:t>
      </w:r>
      <w:r w:rsidR="002C27E0" w:rsidRPr="00C705CC">
        <w:rPr>
          <w:szCs w:val="24"/>
        </w:rPr>
        <w:t xml:space="preserve">jmt) valmistamiseks või energia tootmiseks või muu toodangu (puitplaat, </w:t>
      </w:r>
      <w:r w:rsidR="00770D5E">
        <w:rPr>
          <w:szCs w:val="24"/>
        </w:rPr>
        <w:t xml:space="preserve"> </w:t>
      </w:r>
      <w:r w:rsidR="002C27E0" w:rsidRPr="00C705CC">
        <w:rPr>
          <w:szCs w:val="24"/>
        </w:rPr>
        <w:t xml:space="preserve">puidukeemia, jmt) valmistamiseks kasutav ettevõtja või </w:t>
      </w:r>
      <w:r w:rsidR="00A951F4">
        <w:rPr>
          <w:szCs w:val="24"/>
        </w:rPr>
        <w:t>ostjaga</w:t>
      </w:r>
      <w:r w:rsidR="002C27E0" w:rsidRPr="00C705CC">
        <w:rPr>
          <w:szCs w:val="24"/>
        </w:rPr>
        <w:t xml:space="preserve"> samas kontsernis on Eestis küttepuitu puitkütuste valmistamiseks või</w:t>
      </w:r>
      <w:r w:rsidR="00770D5E">
        <w:rPr>
          <w:szCs w:val="24"/>
        </w:rPr>
        <w:t xml:space="preserve"> </w:t>
      </w:r>
      <w:r w:rsidR="002C27E0" w:rsidRPr="00C705CC">
        <w:rPr>
          <w:szCs w:val="24"/>
        </w:rPr>
        <w:t>energia tootmiseks või muu toodangu valmistamiseks kasutav ettevõtj</w:t>
      </w:r>
      <w:r w:rsidR="001A6E22">
        <w:rPr>
          <w:szCs w:val="24"/>
        </w:rPr>
        <w:t>a</w:t>
      </w:r>
    </w:p>
    <w:p w14:paraId="3D296079" w14:textId="0D0CE14D" w:rsidR="00002ED5" w:rsidRDefault="00002ED5" w:rsidP="00E66367">
      <w:pPr>
        <w:pStyle w:val="Listenabsatz"/>
        <w:numPr>
          <w:ilvl w:val="0"/>
          <w:numId w:val="18"/>
        </w:numPr>
        <w:jc w:val="both"/>
        <w:rPr>
          <w:szCs w:val="24"/>
        </w:rPr>
      </w:pPr>
      <w:r>
        <w:rPr>
          <w:szCs w:val="24"/>
        </w:rPr>
        <w:t xml:space="preserve">Müüja ei </w:t>
      </w:r>
      <w:r w:rsidRPr="00002ED5">
        <w:rPr>
          <w:szCs w:val="24"/>
        </w:rPr>
        <w:t>vastuta lepingueelsetel läbirääkimistel,</w:t>
      </w:r>
      <w:r>
        <w:rPr>
          <w:szCs w:val="24"/>
        </w:rPr>
        <w:t xml:space="preserve"> sh lepingu sõlmimisele eelnevalt tehtud</w:t>
      </w:r>
      <w:r w:rsidRPr="00002ED5">
        <w:rPr>
          <w:szCs w:val="24"/>
        </w:rPr>
        <w:t xml:space="preserve"> </w:t>
      </w:r>
      <w:r>
        <w:rPr>
          <w:szCs w:val="24"/>
        </w:rPr>
        <w:t>toimingute eest</w:t>
      </w:r>
    </w:p>
    <w:p w14:paraId="5EEE6043" w14:textId="422BEC10" w:rsidR="006E0604" w:rsidRPr="00C63431" w:rsidRDefault="00002ED5" w:rsidP="00430AED">
      <w:pPr>
        <w:pStyle w:val="Listenabsatz"/>
        <w:numPr>
          <w:ilvl w:val="0"/>
          <w:numId w:val="19"/>
        </w:numPr>
        <w:jc w:val="both"/>
        <w:rPr>
          <w:szCs w:val="24"/>
        </w:rPr>
      </w:pPr>
      <w:r>
        <w:rPr>
          <w:szCs w:val="24"/>
        </w:rPr>
        <w:t>Ostja kinnitab, et müüja</w:t>
      </w:r>
      <w:r w:rsidRPr="00002ED5">
        <w:rPr>
          <w:szCs w:val="24"/>
        </w:rPr>
        <w:t xml:space="preserve"> on läbirääkimistel </w:t>
      </w:r>
      <w:r w:rsidR="005E197A">
        <w:rPr>
          <w:szCs w:val="24"/>
        </w:rPr>
        <w:t xml:space="preserve">mõistlikult </w:t>
      </w:r>
      <w:r w:rsidRPr="00002ED5">
        <w:rPr>
          <w:szCs w:val="24"/>
        </w:rPr>
        <w:t>arvestanud ostja huvidega ja teavitanud teda kõigist olulistest asjaoludest</w:t>
      </w:r>
      <w:r w:rsidR="00EB7BA4">
        <w:rPr>
          <w:szCs w:val="24"/>
        </w:rPr>
        <w:t>,</w:t>
      </w:r>
    </w:p>
    <w:p w14:paraId="79EFCF44" w14:textId="77777777" w:rsidR="006E0604" w:rsidRPr="00471A69" w:rsidRDefault="006E0604" w:rsidP="00907C1B">
      <w:pPr>
        <w:rPr>
          <w:szCs w:val="24"/>
        </w:rPr>
      </w:pPr>
    </w:p>
    <w:p w14:paraId="7FEF573D" w14:textId="37EFB37E" w:rsidR="006E0604" w:rsidRPr="00471A69" w:rsidRDefault="006E0604" w:rsidP="00907C1B">
      <w:pPr>
        <w:rPr>
          <w:szCs w:val="24"/>
        </w:rPr>
      </w:pPr>
      <w:r w:rsidRPr="00471A69">
        <w:rPr>
          <w:b/>
          <w:szCs w:val="24"/>
        </w:rPr>
        <w:t>on kokku leppinud alljärgnevas</w:t>
      </w:r>
      <w:r w:rsidR="00706ABE">
        <w:rPr>
          <w:szCs w:val="24"/>
        </w:rPr>
        <w:t>:</w:t>
      </w:r>
    </w:p>
    <w:p w14:paraId="1BF2C2F6" w14:textId="77777777" w:rsidR="006E0604" w:rsidRPr="00471A69" w:rsidRDefault="006E0604">
      <w:pPr>
        <w:rPr>
          <w:szCs w:val="24"/>
        </w:rPr>
      </w:pPr>
    </w:p>
    <w:bookmarkEnd w:id="0"/>
    <w:p w14:paraId="4B2E1E53" w14:textId="77777777" w:rsidR="006E0604" w:rsidRPr="00471A69" w:rsidRDefault="006E0604">
      <w:pPr>
        <w:rPr>
          <w:b/>
          <w:szCs w:val="24"/>
        </w:rPr>
      </w:pPr>
      <w:r w:rsidRPr="00471A69">
        <w:rPr>
          <w:b/>
          <w:szCs w:val="24"/>
        </w:rPr>
        <w:t xml:space="preserve">1. </w:t>
      </w:r>
      <w:r w:rsidR="00CA5BDA" w:rsidRPr="00471A69">
        <w:rPr>
          <w:b/>
          <w:szCs w:val="24"/>
        </w:rPr>
        <w:t>L</w:t>
      </w:r>
      <w:r w:rsidR="003D515B" w:rsidRPr="00471A69">
        <w:rPr>
          <w:b/>
          <w:szCs w:val="24"/>
        </w:rPr>
        <w:t>epingu</w:t>
      </w:r>
      <w:r w:rsidRPr="00471A69">
        <w:rPr>
          <w:b/>
          <w:szCs w:val="24"/>
        </w:rPr>
        <w:t xml:space="preserve"> objekt.</w:t>
      </w:r>
    </w:p>
    <w:p w14:paraId="434E3084" w14:textId="3120207E" w:rsidR="006E0604" w:rsidRPr="00471A69" w:rsidRDefault="006E0604">
      <w:pPr>
        <w:jc w:val="both"/>
        <w:rPr>
          <w:bCs/>
          <w:szCs w:val="24"/>
        </w:rPr>
      </w:pPr>
      <w:r w:rsidRPr="00471A69">
        <w:rPr>
          <w:b/>
          <w:bCs/>
          <w:szCs w:val="24"/>
        </w:rPr>
        <w:t>1.1.</w:t>
      </w:r>
      <w:r w:rsidRPr="00471A69">
        <w:rPr>
          <w:bCs/>
          <w:szCs w:val="24"/>
        </w:rPr>
        <w:t xml:space="preserve"> </w:t>
      </w:r>
      <w:r w:rsidRPr="00471A69">
        <w:rPr>
          <w:bCs/>
          <w:szCs w:val="24"/>
        </w:rPr>
        <w:tab/>
      </w:r>
      <w:r w:rsidR="00CA5BDA" w:rsidRPr="00471A69">
        <w:rPr>
          <w:bCs/>
          <w:szCs w:val="24"/>
        </w:rPr>
        <w:t>M</w:t>
      </w:r>
      <w:r w:rsidR="003D515B" w:rsidRPr="00471A69">
        <w:rPr>
          <w:bCs/>
          <w:szCs w:val="24"/>
        </w:rPr>
        <w:t>üüja</w:t>
      </w:r>
      <w:r w:rsidRPr="00471A69">
        <w:rPr>
          <w:bCs/>
          <w:szCs w:val="24"/>
        </w:rPr>
        <w:t xml:space="preserve"> kohustub müüma ja </w:t>
      </w:r>
      <w:r w:rsidR="003D515B" w:rsidRPr="00471A69">
        <w:rPr>
          <w:bCs/>
          <w:szCs w:val="24"/>
        </w:rPr>
        <w:t>ostja</w:t>
      </w:r>
      <w:r w:rsidRPr="00471A69">
        <w:rPr>
          <w:bCs/>
          <w:szCs w:val="24"/>
        </w:rPr>
        <w:t xml:space="preserve"> kohustub ostma </w:t>
      </w:r>
      <w:r w:rsidR="003D515B" w:rsidRPr="00471A69">
        <w:rPr>
          <w:bCs/>
          <w:szCs w:val="24"/>
        </w:rPr>
        <w:t>metsamaterjali</w:t>
      </w:r>
      <w:r w:rsidRPr="00471A69">
        <w:rPr>
          <w:bCs/>
          <w:szCs w:val="24"/>
        </w:rPr>
        <w:t xml:space="preserve"> käesolevas </w:t>
      </w:r>
      <w:r w:rsidR="00CA5BDA" w:rsidRPr="00471A69">
        <w:rPr>
          <w:bCs/>
          <w:szCs w:val="24"/>
        </w:rPr>
        <w:t>lepingus</w:t>
      </w:r>
      <w:r w:rsidR="00706ABE">
        <w:rPr>
          <w:bCs/>
          <w:szCs w:val="24"/>
        </w:rPr>
        <w:t>,</w:t>
      </w:r>
      <w:r w:rsidRPr="00471A69">
        <w:rPr>
          <w:bCs/>
          <w:szCs w:val="24"/>
        </w:rPr>
        <w:t xml:space="preserve"> </w:t>
      </w:r>
      <w:r w:rsidR="00706ABE">
        <w:rPr>
          <w:bCs/>
          <w:szCs w:val="24"/>
        </w:rPr>
        <w:t xml:space="preserve">edaspidi </w:t>
      </w:r>
      <w:r w:rsidR="00706ABE" w:rsidRPr="00E66367">
        <w:rPr>
          <w:b/>
          <w:bCs/>
          <w:szCs w:val="24"/>
        </w:rPr>
        <w:t>leping,</w:t>
      </w:r>
      <w:r w:rsidR="00706ABE">
        <w:rPr>
          <w:bCs/>
          <w:szCs w:val="24"/>
        </w:rPr>
        <w:t xml:space="preserve"> </w:t>
      </w:r>
      <w:r w:rsidRPr="00471A69">
        <w:rPr>
          <w:bCs/>
          <w:szCs w:val="24"/>
        </w:rPr>
        <w:t xml:space="preserve">sätestatud koguses ja kvaliteediga </w:t>
      </w:r>
      <w:r w:rsidR="00CA5BDA" w:rsidRPr="00471A69">
        <w:rPr>
          <w:bCs/>
          <w:szCs w:val="24"/>
        </w:rPr>
        <w:t>lepingus</w:t>
      </w:r>
      <w:r w:rsidRPr="00471A69">
        <w:rPr>
          <w:bCs/>
          <w:szCs w:val="24"/>
        </w:rPr>
        <w:t xml:space="preserve"> ette nähtud tingimustel ja korras. </w:t>
      </w:r>
      <w:r w:rsidR="00CA5BDA" w:rsidRPr="00471A69">
        <w:rPr>
          <w:bCs/>
          <w:szCs w:val="24"/>
        </w:rPr>
        <w:t>M</w:t>
      </w:r>
      <w:r w:rsidR="003D515B" w:rsidRPr="00471A69">
        <w:rPr>
          <w:bCs/>
          <w:szCs w:val="24"/>
        </w:rPr>
        <w:t>üüja</w:t>
      </w:r>
      <w:r w:rsidRPr="00471A69">
        <w:rPr>
          <w:bCs/>
          <w:szCs w:val="24"/>
        </w:rPr>
        <w:t xml:space="preserve"> kohustub </w:t>
      </w:r>
      <w:r w:rsidR="003D515B" w:rsidRPr="00471A69">
        <w:rPr>
          <w:bCs/>
          <w:szCs w:val="24"/>
        </w:rPr>
        <w:t>metsamaterjali</w:t>
      </w:r>
      <w:r w:rsidRPr="00471A69">
        <w:rPr>
          <w:bCs/>
          <w:szCs w:val="24"/>
        </w:rPr>
        <w:t xml:space="preserve"> omal kulul müügiks kohase hool</w:t>
      </w:r>
      <w:r w:rsidR="000A5149" w:rsidRPr="00471A69">
        <w:rPr>
          <w:bCs/>
          <w:szCs w:val="24"/>
        </w:rPr>
        <w:t>suse</w:t>
      </w:r>
      <w:r w:rsidRPr="00471A69">
        <w:rPr>
          <w:bCs/>
          <w:szCs w:val="24"/>
        </w:rPr>
        <w:t xml:space="preserve">ga ette valmistama ja </w:t>
      </w:r>
      <w:r w:rsidR="00CA5BDA" w:rsidRPr="00471A69">
        <w:rPr>
          <w:bCs/>
          <w:szCs w:val="24"/>
        </w:rPr>
        <w:t>tarnekohta</w:t>
      </w:r>
      <w:r w:rsidRPr="00471A69">
        <w:rPr>
          <w:bCs/>
          <w:szCs w:val="24"/>
        </w:rPr>
        <w:t xml:space="preserve"> vedama</w:t>
      </w:r>
      <w:r w:rsidR="00CA5BDA" w:rsidRPr="00471A69">
        <w:rPr>
          <w:bCs/>
          <w:szCs w:val="24"/>
        </w:rPr>
        <w:t>.</w:t>
      </w:r>
    </w:p>
    <w:p w14:paraId="29A8140B" w14:textId="77777777" w:rsidR="006E0604" w:rsidRPr="00471A69" w:rsidRDefault="006E0604">
      <w:pPr>
        <w:jc w:val="both"/>
        <w:rPr>
          <w:bCs/>
          <w:szCs w:val="24"/>
        </w:rPr>
      </w:pPr>
    </w:p>
    <w:p w14:paraId="4F92CD16" w14:textId="48C4DC1D" w:rsidR="00F34755" w:rsidRPr="00471A69" w:rsidRDefault="006E0604" w:rsidP="00290D1F">
      <w:pPr>
        <w:jc w:val="both"/>
        <w:rPr>
          <w:bCs/>
          <w:color w:val="FF0000"/>
          <w:szCs w:val="24"/>
        </w:rPr>
      </w:pPr>
      <w:r w:rsidRPr="00471A69">
        <w:rPr>
          <w:b/>
          <w:bCs/>
          <w:szCs w:val="24"/>
        </w:rPr>
        <w:t xml:space="preserve">1.2. </w:t>
      </w:r>
      <w:r w:rsidRPr="00471A69">
        <w:rPr>
          <w:bCs/>
          <w:szCs w:val="24"/>
        </w:rPr>
        <w:tab/>
      </w:r>
      <w:r w:rsidR="00F234EA" w:rsidRPr="00471A69">
        <w:rPr>
          <w:bCs/>
          <w:szCs w:val="24"/>
        </w:rPr>
        <w:t xml:space="preserve">RMK </w:t>
      </w:r>
      <w:r w:rsidR="00C31267" w:rsidRPr="001A6691">
        <w:rPr>
          <w:bCs/>
          <w:szCs w:val="24"/>
        </w:rPr>
        <w:t>poolt kokkuleppehinnaga kestvuslepingute alusel müüdav metsamaterjali kogus  aastas  selgitatakse juhendi kohaselt igaks aastaks lähtudes RMK järgneva kalendriaasta metsamaterjali sortimendi prognoosist</w:t>
      </w:r>
      <w:r w:rsidR="00C31267" w:rsidRPr="00B84BCB">
        <w:t xml:space="preserve"> </w:t>
      </w:r>
      <w:r w:rsidR="00C31267" w:rsidRPr="00B84BCB">
        <w:rPr>
          <w:bCs/>
          <w:szCs w:val="24"/>
        </w:rPr>
        <w:t xml:space="preserve">ja juhendis toodud müügikorralduse põhimõtetest </w:t>
      </w:r>
      <w:r w:rsidR="00C31267">
        <w:rPr>
          <w:bCs/>
          <w:szCs w:val="24"/>
        </w:rPr>
        <w:t>ning</w:t>
      </w:r>
      <w:r w:rsidR="00C31267" w:rsidRPr="00B84BCB">
        <w:rPr>
          <w:bCs/>
          <w:szCs w:val="24"/>
        </w:rPr>
        <w:t xml:space="preserve"> hindamiskriteeriumitest</w:t>
      </w:r>
      <w:r w:rsidR="00412BE6" w:rsidRPr="00471A69">
        <w:rPr>
          <w:bCs/>
          <w:szCs w:val="24"/>
        </w:rPr>
        <w:t>.</w:t>
      </w:r>
      <w:r w:rsidR="00F234EA" w:rsidRPr="00471A69">
        <w:rPr>
          <w:bCs/>
          <w:szCs w:val="24"/>
        </w:rPr>
        <w:t xml:space="preserve"> </w:t>
      </w:r>
      <w:r w:rsidR="00F34755" w:rsidRPr="00471A69" w:rsidDel="00F234EA">
        <w:rPr>
          <w:bCs/>
          <w:color w:val="FF0000"/>
          <w:szCs w:val="24"/>
        </w:rPr>
        <w:t xml:space="preserve"> </w:t>
      </w:r>
    </w:p>
    <w:p w14:paraId="21D1EA3C" w14:textId="77777777" w:rsidR="00562408" w:rsidRPr="00471A69" w:rsidRDefault="00562408" w:rsidP="00EF1DB3">
      <w:pPr>
        <w:ind w:right="-144"/>
        <w:rPr>
          <w:b/>
          <w:bCs/>
          <w:color w:val="FF0000"/>
          <w:szCs w:val="24"/>
        </w:rPr>
      </w:pPr>
    </w:p>
    <w:p w14:paraId="5AED4FD3" w14:textId="64F21B79" w:rsidR="006E0604" w:rsidRPr="00471A69" w:rsidRDefault="00F34755" w:rsidP="00562408">
      <w:pPr>
        <w:ind w:right="-144"/>
        <w:jc w:val="both"/>
        <w:rPr>
          <w:bCs/>
          <w:szCs w:val="24"/>
        </w:rPr>
      </w:pPr>
      <w:r w:rsidRPr="00471A69">
        <w:rPr>
          <w:b/>
          <w:bCs/>
          <w:szCs w:val="24"/>
        </w:rPr>
        <w:t>1.3.</w:t>
      </w:r>
      <w:r w:rsidRPr="00471A69">
        <w:rPr>
          <w:bCs/>
          <w:szCs w:val="24"/>
        </w:rPr>
        <w:t xml:space="preserve"> </w:t>
      </w:r>
      <w:r w:rsidR="00562408" w:rsidRPr="00471A69">
        <w:rPr>
          <w:bCs/>
          <w:szCs w:val="24"/>
        </w:rPr>
        <w:tab/>
      </w:r>
      <w:r w:rsidR="008C2425" w:rsidRPr="00471A69">
        <w:rPr>
          <w:bCs/>
          <w:szCs w:val="24"/>
        </w:rPr>
        <w:t>Ostja  tinglikult tagatud kogus, kalendriaasta iga tarneperioodi võidetud kogus</w:t>
      </w:r>
      <w:r w:rsidR="00D15DF8" w:rsidRPr="00471A69">
        <w:rPr>
          <w:bCs/>
          <w:szCs w:val="24"/>
        </w:rPr>
        <w:t xml:space="preserve"> </w:t>
      </w:r>
      <w:r w:rsidR="008C2425" w:rsidRPr="00471A69">
        <w:rPr>
          <w:bCs/>
          <w:szCs w:val="24"/>
        </w:rPr>
        <w:t>ja</w:t>
      </w:r>
      <w:r w:rsidRPr="00471A69">
        <w:rPr>
          <w:bCs/>
          <w:szCs w:val="24"/>
        </w:rPr>
        <w:t xml:space="preserve"> </w:t>
      </w:r>
      <w:r w:rsidR="008C2425" w:rsidRPr="00471A69">
        <w:rPr>
          <w:bCs/>
          <w:szCs w:val="24"/>
        </w:rPr>
        <w:t>t</w:t>
      </w:r>
      <w:r w:rsidRPr="00471A69">
        <w:rPr>
          <w:bCs/>
          <w:szCs w:val="24"/>
        </w:rPr>
        <w:t xml:space="preserve">arneperioodiks kokku lepitud </w:t>
      </w:r>
      <w:r w:rsidR="008C2425" w:rsidRPr="00471A69">
        <w:rPr>
          <w:bCs/>
          <w:szCs w:val="24"/>
        </w:rPr>
        <w:t>tarnegraafik</w:t>
      </w:r>
      <w:r w:rsidRPr="00471A69">
        <w:rPr>
          <w:bCs/>
          <w:szCs w:val="24"/>
        </w:rPr>
        <w:t xml:space="preserve"> on toodud lepingu </w:t>
      </w:r>
      <w:r w:rsidR="00446705" w:rsidRPr="00471A69">
        <w:rPr>
          <w:bCs/>
          <w:szCs w:val="24"/>
        </w:rPr>
        <w:t>lisa</w:t>
      </w:r>
      <w:r w:rsidRPr="00471A69">
        <w:rPr>
          <w:bCs/>
          <w:szCs w:val="24"/>
        </w:rPr>
        <w:t xml:space="preserve">s 1 </w:t>
      </w:r>
      <w:r w:rsidR="007014E9">
        <w:rPr>
          <w:bCs/>
          <w:szCs w:val="24"/>
        </w:rPr>
        <w:t>„T</w:t>
      </w:r>
      <w:r w:rsidRPr="00471A69">
        <w:rPr>
          <w:bCs/>
          <w:szCs w:val="24"/>
        </w:rPr>
        <w:t>arnegraafik</w:t>
      </w:r>
      <w:r w:rsidR="007014E9">
        <w:rPr>
          <w:bCs/>
          <w:szCs w:val="24"/>
        </w:rPr>
        <w:t>“</w:t>
      </w:r>
      <w:r w:rsidRPr="00471A69">
        <w:rPr>
          <w:bCs/>
          <w:szCs w:val="24"/>
        </w:rPr>
        <w:t>.</w:t>
      </w:r>
    </w:p>
    <w:p w14:paraId="26F4D763" w14:textId="77777777" w:rsidR="001F0383" w:rsidRPr="00471A69" w:rsidRDefault="001F0383" w:rsidP="00562408">
      <w:pPr>
        <w:ind w:right="-144"/>
        <w:jc w:val="both"/>
        <w:rPr>
          <w:bCs/>
          <w:szCs w:val="24"/>
        </w:rPr>
      </w:pPr>
    </w:p>
    <w:p w14:paraId="1EA8DC55" w14:textId="77777777" w:rsidR="006E0604" w:rsidRPr="00471A69" w:rsidRDefault="006E0604">
      <w:pPr>
        <w:jc w:val="both"/>
        <w:rPr>
          <w:b/>
          <w:szCs w:val="24"/>
        </w:rPr>
      </w:pPr>
      <w:r w:rsidRPr="00471A69">
        <w:rPr>
          <w:b/>
          <w:szCs w:val="24"/>
        </w:rPr>
        <w:t xml:space="preserve">2. Tarnete kogused ja </w:t>
      </w:r>
      <w:r w:rsidR="003D515B" w:rsidRPr="00471A69">
        <w:rPr>
          <w:b/>
          <w:szCs w:val="24"/>
        </w:rPr>
        <w:t>tarnegraafik</w:t>
      </w:r>
    </w:p>
    <w:p w14:paraId="66035EA9" w14:textId="6E2A414D" w:rsidR="006E0604" w:rsidRPr="00471A69" w:rsidRDefault="006E0604" w:rsidP="006E7485">
      <w:pPr>
        <w:jc w:val="both"/>
        <w:rPr>
          <w:szCs w:val="24"/>
        </w:rPr>
      </w:pPr>
      <w:r w:rsidRPr="00471A69">
        <w:rPr>
          <w:b/>
          <w:szCs w:val="24"/>
        </w:rPr>
        <w:t>2.1.</w:t>
      </w:r>
      <w:r w:rsidRPr="00471A69">
        <w:rPr>
          <w:szCs w:val="24"/>
        </w:rPr>
        <w:tab/>
      </w:r>
      <w:r w:rsidR="00DD075D" w:rsidRPr="00471A69">
        <w:rPr>
          <w:szCs w:val="24"/>
        </w:rPr>
        <w:t>M</w:t>
      </w:r>
      <w:r w:rsidR="003D515B" w:rsidRPr="00471A69">
        <w:rPr>
          <w:szCs w:val="24"/>
        </w:rPr>
        <w:t>üüja</w:t>
      </w:r>
      <w:r w:rsidRPr="00471A69">
        <w:rPr>
          <w:szCs w:val="24"/>
        </w:rPr>
        <w:t xml:space="preserve"> </w:t>
      </w:r>
      <w:r w:rsidR="00A31C35" w:rsidRPr="001A6691">
        <w:rPr>
          <w:szCs w:val="24"/>
        </w:rPr>
        <w:t xml:space="preserve">kohustub ette valmistama ja esitama ostjale </w:t>
      </w:r>
      <w:r w:rsidR="00A31C35">
        <w:rPr>
          <w:szCs w:val="24"/>
        </w:rPr>
        <w:t xml:space="preserve">mõistliku aja jooksul enne iga tarneperioodi algust </w:t>
      </w:r>
      <w:r w:rsidR="00A31C35" w:rsidRPr="001A6691">
        <w:rPr>
          <w:szCs w:val="24"/>
        </w:rPr>
        <w:t xml:space="preserve">metsamaterjali tarnegraafiku, tuues </w:t>
      </w:r>
      <w:r w:rsidR="00A31C35">
        <w:rPr>
          <w:szCs w:val="24"/>
        </w:rPr>
        <w:t>selles</w:t>
      </w:r>
      <w:r w:rsidR="00A31C35" w:rsidRPr="001A6691">
        <w:rPr>
          <w:szCs w:val="24"/>
        </w:rPr>
        <w:t xml:space="preserve"> ära tarnitavad metsamaterjali kogused kuude kaupa</w:t>
      </w:r>
      <w:r w:rsidR="00D15DF8" w:rsidRPr="00471A69">
        <w:rPr>
          <w:szCs w:val="24"/>
        </w:rPr>
        <w:t>.</w:t>
      </w:r>
    </w:p>
    <w:p w14:paraId="2A5371A8" w14:textId="77777777" w:rsidR="006E0604" w:rsidRPr="00471A69" w:rsidRDefault="006E0604" w:rsidP="006E7485">
      <w:pPr>
        <w:jc w:val="both"/>
        <w:rPr>
          <w:szCs w:val="24"/>
        </w:rPr>
      </w:pPr>
    </w:p>
    <w:p w14:paraId="5E3C01F6" w14:textId="5A7BA556" w:rsidR="006E0604" w:rsidRPr="00471A69" w:rsidRDefault="006E0604" w:rsidP="000E1748">
      <w:pPr>
        <w:shd w:val="clear" w:color="auto" w:fill="FFFFFF" w:themeFill="background1"/>
        <w:jc w:val="both"/>
        <w:rPr>
          <w:szCs w:val="24"/>
        </w:rPr>
      </w:pPr>
      <w:r w:rsidRPr="00471A69">
        <w:rPr>
          <w:b/>
          <w:szCs w:val="24"/>
        </w:rPr>
        <w:t>2.</w:t>
      </w:r>
      <w:r w:rsidR="00311EF6" w:rsidRPr="00471A69">
        <w:rPr>
          <w:b/>
          <w:szCs w:val="24"/>
        </w:rPr>
        <w:t>2</w:t>
      </w:r>
      <w:r w:rsidRPr="00471A69">
        <w:rPr>
          <w:b/>
          <w:szCs w:val="24"/>
        </w:rPr>
        <w:t>.</w:t>
      </w:r>
      <w:r w:rsidRPr="00471A69">
        <w:rPr>
          <w:szCs w:val="24"/>
        </w:rPr>
        <w:tab/>
        <w:t xml:space="preserve">Kui </w:t>
      </w:r>
      <w:r w:rsidR="00E8683C" w:rsidRPr="001A6691">
        <w:rPr>
          <w:szCs w:val="24"/>
        </w:rPr>
        <w:t>ostja ei nõustu esitatud tarnegraafikuga</w:t>
      </w:r>
      <w:r w:rsidR="00706ABE">
        <w:rPr>
          <w:szCs w:val="24"/>
        </w:rPr>
        <w:t>,</w:t>
      </w:r>
      <w:r w:rsidR="00E8683C" w:rsidRPr="001A6691">
        <w:rPr>
          <w:szCs w:val="24"/>
        </w:rPr>
        <w:t xml:space="preserve"> teevad </w:t>
      </w:r>
      <w:r w:rsidR="00E8683C">
        <w:rPr>
          <w:szCs w:val="24"/>
        </w:rPr>
        <w:t>pooled</w:t>
      </w:r>
      <w:r w:rsidR="00E8683C" w:rsidRPr="001A6691">
        <w:rPr>
          <w:szCs w:val="24"/>
        </w:rPr>
        <w:t xml:space="preserve"> oma parimad jõupingutused, jõudmaks tarnegraafikus kokkuleppele enne vastava tarneperioodi algust. Pooled ei või keelduda teise poole mõistlikest ja heas usus tehtud ettepanekutest. Tarnegraafik lepitakse kokku lepingu lisa</w:t>
      </w:r>
      <w:r w:rsidR="00E8683C">
        <w:rPr>
          <w:szCs w:val="24"/>
        </w:rPr>
        <w:t>ga nr 1</w:t>
      </w:r>
      <w:r w:rsidR="00E8683C" w:rsidRPr="001A6691">
        <w:rPr>
          <w:szCs w:val="24"/>
        </w:rPr>
        <w:t>. Kui pooled ei lepi tarnegraafikus enne järgmise tarneperioodi algust kokku, kuid on saavutanud järgmise tarneperioodi hinnakokkuleppe, siis jätkatakse läbirääkimisi ja sellel ajal võib müüja tarneid jätkata vastavalt ostjaga kokkulepitud kogusele</w:t>
      </w:r>
      <w:r w:rsidRPr="00471A69">
        <w:rPr>
          <w:szCs w:val="24"/>
        </w:rPr>
        <w:t>.</w:t>
      </w:r>
    </w:p>
    <w:p w14:paraId="3F242298" w14:textId="77777777" w:rsidR="006E0604" w:rsidRPr="00471A69" w:rsidRDefault="006E0604" w:rsidP="000E1748">
      <w:pPr>
        <w:shd w:val="clear" w:color="auto" w:fill="FFFFFF" w:themeFill="background1"/>
        <w:jc w:val="both"/>
        <w:rPr>
          <w:b/>
          <w:szCs w:val="24"/>
        </w:rPr>
      </w:pPr>
    </w:p>
    <w:p w14:paraId="684FEE18" w14:textId="77777777" w:rsidR="006E0604" w:rsidRPr="00471A69" w:rsidRDefault="006E0604" w:rsidP="006E7485">
      <w:pPr>
        <w:jc w:val="both"/>
        <w:rPr>
          <w:b/>
          <w:szCs w:val="24"/>
        </w:rPr>
      </w:pPr>
      <w:r w:rsidRPr="00471A69">
        <w:rPr>
          <w:b/>
          <w:szCs w:val="24"/>
        </w:rPr>
        <w:t>3. Tarnetingimused</w:t>
      </w:r>
    </w:p>
    <w:p w14:paraId="5D6DF67E" w14:textId="6C28A09E" w:rsidR="006E0604" w:rsidRPr="00471A69" w:rsidRDefault="006E0604" w:rsidP="006E7485">
      <w:pPr>
        <w:jc w:val="both"/>
        <w:rPr>
          <w:szCs w:val="24"/>
        </w:rPr>
      </w:pPr>
      <w:r w:rsidRPr="00471A69">
        <w:rPr>
          <w:b/>
          <w:szCs w:val="24"/>
        </w:rPr>
        <w:t>3.1.</w:t>
      </w:r>
      <w:r w:rsidRPr="00471A69">
        <w:rPr>
          <w:szCs w:val="24"/>
        </w:rPr>
        <w:tab/>
      </w:r>
      <w:r w:rsidR="000474EB" w:rsidRPr="00471A69">
        <w:rPr>
          <w:szCs w:val="24"/>
        </w:rPr>
        <w:t>M</w:t>
      </w:r>
      <w:r w:rsidR="003D515B" w:rsidRPr="00471A69">
        <w:rPr>
          <w:szCs w:val="24"/>
        </w:rPr>
        <w:t>etsamaterjali</w:t>
      </w:r>
      <w:r w:rsidRPr="00471A69">
        <w:rPr>
          <w:szCs w:val="24"/>
        </w:rPr>
        <w:t xml:space="preserve"> </w:t>
      </w:r>
      <w:r w:rsidR="000474EB" w:rsidRPr="00471A69">
        <w:rPr>
          <w:szCs w:val="24"/>
        </w:rPr>
        <w:t>t</w:t>
      </w:r>
      <w:r w:rsidRPr="00471A69">
        <w:rPr>
          <w:szCs w:val="24"/>
        </w:rPr>
        <w:t xml:space="preserve">arnekohaks, sealhulgas </w:t>
      </w:r>
      <w:r w:rsidR="003D515B" w:rsidRPr="00471A69">
        <w:rPr>
          <w:szCs w:val="24"/>
        </w:rPr>
        <w:t>metsamaterjali</w:t>
      </w:r>
      <w:r w:rsidRPr="00471A69">
        <w:rPr>
          <w:szCs w:val="24"/>
        </w:rPr>
        <w:t xml:space="preserve"> valduse </w:t>
      </w:r>
      <w:r w:rsidR="003D515B" w:rsidRPr="00471A69">
        <w:rPr>
          <w:szCs w:val="24"/>
        </w:rPr>
        <w:t>ostjale</w:t>
      </w:r>
      <w:r w:rsidRPr="00471A69">
        <w:rPr>
          <w:szCs w:val="24"/>
        </w:rPr>
        <w:t xml:space="preserve"> üleandmise </w:t>
      </w:r>
      <w:r w:rsidR="00D52DC5" w:rsidRPr="00471A69">
        <w:rPr>
          <w:szCs w:val="24"/>
        </w:rPr>
        <w:t xml:space="preserve">tarnetingimuseks </w:t>
      </w:r>
      <w:r w:rsidRPr="00471A69">
        <w:rPr>
          <w:szCs w:val="24"/>
        </w:rPr>
        <w:t>on: D</w:t>
      </w:r>
      <w:r w:rsidR="001B01F7" w:rsidRPr="00471A69">
        <w:rPr>
          <w:szCs w:val="24"/>
        </w:rPr>
        <w:t>PU</w:t>
      </w:r>
      <w:r w:rsidR="00471A69" w:rsidRPr="00471A69">
        <w:rPr>
          <w:szCs w:val="24"/>
        </w:rPr>
        <w:t xml:space="preserve"> </w:t>
      </w:r>
      <w:r w:rsidR="00C07737">
        <w:rPr>
          <w:noProof/>
          <w:color w:val="000000"/>
          <w:szCs w:val="24"/>
        </w:rPr>
        <w:t>Võru</w:t>
      </w:r>
      <w:r w:rsidR="00DA1ABF">
        <w:rPr>
          <w:noProof/>
          <w:color w:val="000000"/>
          <w:szCs w:val="24"/>
        </w:rPr>
        <w:t xml:space="preserve"> </w:t>
      </w:r>
      <w:r w:rsidRPr="00471A69">
        <w:rPr>
          <w:szCs w:val="24"/>
        </w:rPr>
        <w:t>(Incoterms 20</w:t>
      </w:r>
      <w:r w:rsidR="001B01F7" w:rsidRPr="00471A69">
        <w:rPr>
          <w:szCs w:val="24"/>
        </w:rPr>
        <w:t>2</w:t>
      </w:r>
      <w:r w:rsidRPr="00471A69">
        <w:rPr>
          <w:szCs w:val="24"/>
        </w:rPr>
        <w:t xml:space="preserve">0). Muude võimalike </w:t>
      </w:r>
      <w:r w:rsidR="003D515B" w:rsidRPr="00471A69">
        <w:rPr>
          <w:szCs w:val="24"/>
        </w:rPr>
        <w:t>tarnekohtade</w:t>
      </w:r>
      <w:r w:rsidRPr="00471A69">
        <w:rPr>
          <w:szCs w:val="24"/>
        </w:rPr>
        <w:t xml:space="preserve"> </w:t>
      </w:r>
      <w:r w:rsidR="003053E3" w:rsidRPr="00471A69">
        <w:rPr>
          <w:szCs w:val="24"/>
        </w:rPr>
        <w:t xml:space="preserve">ja tarnetingimuste </w:t>
      </w:r>
      <w:r w:rsidRPr="00471A69">
        <w:rPr>
          <w:szCs w:val="24"/>
        </w:rPr>
        <w:t xml:space="preserve">osas lepivad </w:t>
      </w:r>
      <w:r w:rsidR="000474EB" w:rsidRPr="00471A69">
        <w:rPr>
          <w:szCs w:val="24"/>
        </w:rPr>
        <w:t>p</w:t>
      </w:r>
      <w:r w:rsidR="003D515B" w:rsidRPr="00471A69">
        <w:rPr>
          <w:szCs w:val="24"/>
        </w:rPr>
        <w:t>ooled</w:t>
      </w:r>
      <w:r w:rsidRPr="00471A69">
        <w:rPr>
          <w:szCs w:val="24"/>
        </w:rPr>
        <w:t xml:space="preserve"> eraldi kokku ja need sätestatakse vastava </w:t>
      </w:r>
      <w:r w:rsidR="003D515B" w:rsidRPr="00471A69">
        <w:rPr>
          <w:szCs w:val="24"/>
        </w:rPr>
        <w:t>tarneperioodi</w:t>
      </w:r>
      <w:r w:rsidRPr="00471A69">
        <w:rPr>
          <w:szCs w:val="24"/>
        </w:rPr>
        <w:t xml:space="preserve"> </w:t>
      </w:r>
      <w:r w:rsidR="003D515B" w:rsidRPr="00471A69">
        <w:rPr>
          <w:szCs w:val="24"/>
        </w:rPr>
        <w:t>tarnegraafikus</w:t>
      </w:r>
      <w:r w:rsidRPr="00471A69">
        <w:rPr>
          <w:szCs w:val="24"/>
        </w:rPr>
        <w:t xml:space="preserve"> ja </w:t>
      </w:r>
      <w:r w:rsidR="003D515B" w:rsidRPr="00471A69">
        <w:rPr>
          <w:szCs w:val="24"/>
        </w:rPr>
        <w:t>hinnakokkuleppes</w:t>
      </w:r>
      <w:r w:rsidRPr="00471A69">
        <w:rPr>
          <w:szCs w:val="24"/>
        </w:rPr>
        <w:t xml:space="preserve">.  </w:t>
      </w:r>
    </w:p>
    <w:p w14:paraId="5E962F91" w14:textId="77777777" w:rsidR="006E0604" w:rsidRPr="00471A69" w:rsidRDefault="006E0604" w:rsidP="006E7485">
      <w:pPr>
        <w:jc w:val="both"/>
        <w:rPr>
          <w:szCs w:val="24"/>
        </w:rPr>
      </w:pPr>
    </w:p>
    <w:p w14:paraId="42ABA7D1" w14:textId="3E305A3C" w:rsidR="006E0604" w:rsidRPr="00471A69" w:rsidRDefault="006E0604">
      <w:pPr>
        <w:jc w:val="both"/>
        <w:rPr>
          <w:szCs w:val="24"/>
        </w:rPr>
      </w:pPr>
      <w:r w:rsidRPr="00471A69">
        <w:rPr>
          <w:b/>
          <w:szCs w:val="24"/>
        </w:rPr>
        <w:t>3.2.</w:t>
      </w:r>
      <w:r w:rsidRPr="00471A69">
        <w:rPr>
          <w:szCs w:val="24"/>
        </w:rPr>
        <w:tab/>
      </w:r>
      <w:r w:rsidR="000474EB" w:rsidRPr="00471A69">
        <w:rPr>
          <w:szCs w:val="24"/>
        </w:rPr>
        <w:t>M</w:t>
      </w:r>
      <w:r w:rsidR="003D515B" w:rsidRPr="00471A69">
        <w:rPr>
          <w:szCs w:val="24"/>
        </w:rPr>
        <w:t>üüja</w:t>
      </w:r>
      <w:r w:rsidRPr="00471A69">
        <w:rPr>
          <w:szCs w:val="24"/>
        </w:rPr>
        <w:t xml:space="preserve"> </w:t>
      </w:r>
      <w:r w:rsidR="00311EF6" w:rsidRPr="00471A69">
        <w:rPr>
          <w:szCs w:val="24"/>
        </w:rPr>
        <w:t xml:space="preserve">volitatud vedaja </w:t>
      </w:r>
      <w:r w:rsidRPr="00471A69">
        <w:rPr>
          <w:szCs w:val="24"/>
        </w:rPr>
        <w:t xml:space="preserve">vormistab </w:t>
      </w:r>
      <w:r w:rsidR="003D515B" w:rsidRPr="00471A69">
        <w:rPr>
          <w:szCs w:val="24"/>
        </w:rPr>
        <w:t>metsamaterjali</w:t>
      </w:r>
      <w:r w:rsidRPr="00471A69">
        <w:rPr>
          <w:szCs w:val="24"/>
        </w:rPr>
        <w:t xml:space="preserve"> vedamise elektroonilise </w:t>
      </w:r>
      <w:r w:rsidR="00471A69">
        <w:rPr>
          <w:szCs w:val="24"/>
        </w:rPr>
        <w:t>dokumendi, edaspidi</w:t>
      </w:r>
      <w:r w:rsidRPr="00471A69">
        <w:rPr>
          <w:szCs w:val="24"/>
        </w:rPr>
        <w:t xml:space="preserve"> </w:t>
      </w:r>
      <w:r w:rsidRPr="00471A69">
        <w:rPr>
          <w:b/>
          <w:szCs w:val="24"/>
        </w:rPr>
        <w:t>e-Veoseleht</w:t>
      </w:r>
      <w:r w:rsidRPr="00471A69">
        <w:rPr>
          <w:szCs w:val="24"/>
        </w:rPr>
        <w:t xml:space="preserve">, näidates selles ära </w:t>
      </w:r>
      <w:r w:rsidR="00377708">
        <w:rPr>
          <w:szCs w:val="24"/>
        </w:rPr>
        <w:t>hinnang</w:t>
      </w:r>
      <w:r w:rsidR="00CE500A">
        <w:rPr>
          <w:szCs w:val="24"/>
        </w:rPr>
        <w:t>ulise</w:t>
      </w:r>
      <w:r w:rsidRPr="00471A69">
        <w:rPr>
          <w:szCs w:val="24"/>
        </w:rPr>
        <w:t xml:space="preserve"> </w:t>
      </w:r>
      <w:r w:rsidR="003D515B" w:rsidRPr="00471A69">
        <w:rPr>
          <w:szCs w:val="24"/>
        </w:rPr>
        <w:t>metsamaterjali</w:t>
      </w:r>
      <w:r w:rsidRPr="00471A69">
        <w:rPr>
          <w:szCs w:val="24"/>
        </w:rPr>
        <w:t xml:space="preserve"> koguse </w:t>
      </w:r>
      <w:r w:rsidR="000474EB" w:rsidRPr="00471A69">
        <w:rPr>
          <w:szCs w:val="24"/>
        </w:rPr>
        <w:t>k</w:t>
      </w:r>
      <w:r w:rsidRPr="00471A69">
        <w:rPr>
          <w:szCs w:val="24"/>
        </w:rPr>
        <w:t xml:space="preserve">uupmeetrites. </w:t>
      </w:r>
    </w:p>
    <w:p w14:paraId="4E51C41B" w14:textId="77777777" w:rsidR="006E0604" w:rsidRPr="00471A69" w:rsidRDefault="006E0604">
      <w:pPr>
        <w:jc w:val="both"/>
        <w:rPr>
          <w:szCs w:val="24"/>
        </w:rPr>
      </w:pPr>
    </w:p>
    <w:p w14:paraId="4BE18AF0" w14:textId="77777777" w:rsidR="006E0604" w:rsidRPr="00471A69" w:rsidRDefault="006E0604" w:rsidP="006E7485">
      <w:pPr>
        <w:jc w:val="both"/>
        <w:rPr>
          <w:b/>
          <w:szCs w:val="24"/>
        </w:rPr>
      </w:pPr>
      <w:r w:rsidRPr="00471A69">
        <w:rPr>
          <w:b/>
          <w:szCs w:val="24"/>
        </w:rPr>
        <w:lastRenderedPageBreak/>
        <w:t xml:space="preserve">4. Kvaliteet </w:t>
      </w:r>
    </w:p>
    <w:p w14:paraId="269C05D6" w14:textId="4D3D8723" w:rsidR="006E0604" w:rsidRPr="00471A69" w:rsidRDefault="006E0604" w:rsidP="006E7485">
      <w:pPr>
        <w:jc w:val="both"/>
        <w:rPr>
          <w:szCs w:val="24"/>
        </w:rPr>
      </w:pPr>
      <w:r w:rsidRPr="00471A69">
        <w:rPr>
          <w:b/>
          <w:szCs w:val="24"/>
        </w:rPr>
        <w:t>4.1.</w:t>
      </w:r>
      <w:r w:rsidRPr="00471A69">
        <w:rPr>
          <w:szCs w:val="24"/>
        </w:rPr>
        <w:tab/>
        <w:t xml:space="preserve">Tarnitud </w:t>
      </w:r>
      <w:r w:rsidR="00B476EB" w:rsidRPr="00073EA0">
        <w:rPr>
          <w:szCs w:val="24"/>
        </w:rPr>
        <w:t>metsamaterjal peab vastama lepingu lisas nr 2 “</w:t>
      </w:r>
      <w:r w:rsidR="007014E9">
        <w:rPr>
          <w:szCs w:val="24"/>
        </w:rPr>
        <w:t>´M</w:t>
      </w:r>
      <w:r w:rsidR="00B476EB" w:rsidRPr="00073EA0">
        <w:rPr>
          <w:szCs w:val="24"/>
        </w:rPr>
        <w:t>etsamaterjali kvaliteedinõuded” sätestatud nõuetele</w:t>
      </w:r>
      <w:r w:rsidR="00706ABE">
        <w:rPr>
          <w:szCs w:val="24"/>
        </w:rPr>
        <w:t xml:space="preserve">, </w:t>
      </w:r>
      <w:r w:rsidR="00B476EB" w:rsidRPr="00073EA0">
        <w:rPr>
          <w:szCs w:val="24"/>
        </w:rPr>
        <w:t xml:space="preserve">edaspidi </w:t>
      </w:r>
      <w:r w:rsidR="00B476EB" w:rsidRPr="00D53A15">
        <w:rPr>
          <w:b/>
          <w:bCs/>
          <w:szCs w:val="24"/>
        </w:rPr>
        <w:t>kvaliteedinõuded</w:t>
      </w:r>
      <w:r w:rsidR="00B476EB" w:rsidRPr="00073EA0">
        <w:rPr>
          <w:szCs w:val="24"/>
        </w:rPr>
        <w:t>. Kui ostja visuaalsel hinnangul tarnitud metsamaterjali koorma kogusest rohkem kui 10% (kümme protsenti) ei vasta kvaliteedinõuetele, on ostjal õigus keelduda vastava koorma mõõtmisest ja vastuvõtmisest. Ostjal lasub kohustus sellest viivitamata teavitada müüja esindajat. Tarnitud metsamaterjali kvaliteedi hindamise teostab os</w:t>
      </w:r>
      <w:r w:rsidR="00B476EB" w:rsidRPr="007E7DF3">
        <w:rPr>
          <w:szCs w:val="24"/>
        </w:rPr>
        <w:t>tja samaaegselt metsamaterjali koguse mõõtmisega vastavalt lepingu punktile 5.1</w:t>
      </w:r>
      <w:r w:rsidRPr="007E7DF3">
        <w:rPr>
          <w:szCs w:val="24"/>
        </w:rPr>
        <w:t>.</w:t>
      </w:r>
    </w:p>
    <w:p w14:paraId="4A98A4C1" w14:textId="77777777" w:rsidR="006E0604" w:rsidRPr="00471A69" w:rsidRDefault="006E0604" w:rsidP="006E7485">
      <w:pPr>
        <w:jc w:val="both"/>
        <w:rPr>
          <w:szCs w:val="24"/>
        </w:rPr>
      </w:pPr>
    </w:p>
    <w:p w14:paraId="5CF55AED" w14:textId="334B20E8" w:rsidR="006E0604" w:rsidRPr="00471A69" w:rsidRDefault="006E0604" w:rsidP="006E7485">
      <w:pPr>
        <w:jc w:val="both"/>
        <w:rPr>
          <w:szCs w:val="24"/>
        </w:rPr>
      </w:pPr>
      <w:r w:rsidRPr="00471A69">
        <w:rPr>
          <w:b/>
          <w:szCs w:val="24"/>
        </w:rPr>
        <w:t>4.2.</w:t>
      </w:r>
      <w:r w:rsidRPr="00471A69">
        <w:rPr>
          <w:szCs w:val="24"/>
        </w:rPr>
        <w:tab/>
      </w:r>
      <w:r w:rsidR="000474EB" w:rsidRPr="00471A69">
        <w:rPr>
          <w:szCs w:val="24"/>
        </w:rPr>
        <w:t>M</w:t>
      </w:r>
      <w:r w:rsidR="003D515B" w:rsidRPr="00471A69">
        <w:rPr>
          <w:szCs w:val="24"/>
        </w:rPr>
        <w:t>etsamaterjali</w:t>
      </w:r>
      <w:r w:rsidRPr="00471A69">
        <w:rPr>
          <w:szCs w:val="24"/>
        </w:rPr>
        <w:t xml:space="preserve"> kvaliteedi hindamine teostatakse vastavalt RMK </w:t>
      </w:r>
      <w:r w:rsidR="004E537A" w:rsidRPr="00471A69">
        <w:rPr>
          <w:szCs w:val="24"/>
        </w:rPr>
        <w:t>virnmaterjalide</w:t>
      </w:r>
      <w:r w:rsidRPr="00471A69">
        <w:rPr>
          <w:szCs w:val="24"/>
        </w:rPr>
        <w:t xml:space="preserve"> standardis (avaldatud </w:t>
      </w:r>
      <w:hyperlink r:id="rId17" w:history="1">
        <w:r w:rsidRPr="00471A69">
          <w:rPr>
            <w:rStyle w:val="Hyperlink"/>
            <w:szCs w:val="24"/>
          </w:rPr>
          <w:t>www.rmk.ee</w:t>
        </w:r>
      </w:hyperlink>
      <w:r w:rsidRPr="00471A69">
        <w:rPr>
          <w:szCs w:val="24"/>
        </w:rPr>
        <w:t>) esitatud juhistele</w:t>
      </w:r>
      <w:r w:rsidR="00471A69">
        <w:rPr>
          <w:szCs w:val="24"/>
        </w:rPr>
        <w:t>, edaspidi</w:t>
      </w:r>
      <w:r w:rsidRPr="00471A69">
        <w:rPr>
          <w:szCs w:val="24"/>
        </w:rPr>
        <w:t xml:space="preserve"> </w:t>
      </w:r>
      <w:r w:rsidR="000474EB" w:rsidRPr="00471A69">
        <w:rPr>
          <w:b/>
          <w:szCs w:val="24"/>
        </w:rPr>
        <w:t>h</w:t>
      </w:r>
      <w:r w:rsidRPr="00471A69">
        <w:rPr>
          <w:b/>
          <w:szCs w:val="24"/>
        </w:rPr>
        <w:t>indamismetoodika</w:t>
      </w:r>
      <w:r w:rsidRPr="00471A69">
        <w:rPr>
          <w:szCs w:val="24"/>
        </w:rPr>
        <w:t xml:space="preserve">. Ostjal ei ole õigust esitada </w:t>
      </w:r>
      <w:r w:rsidR="003D515B" w:rsidRPr="00471A69">
        <w:rPr>
          <w:szCs w:val="24"/>
        </w:rPr>
        <w:t>metsamaterjali</w:t>
      </w:r>
      <w:r w:rsidRPr="00471A69">
        <w:rPr>
          <w:szCs w:val="24"/>
        </w:rPr>
        <w:t xml:space="preserve"> kvaliteedi langusest tulenevaid nõudeid või prakeerida </w:t>
      </w:r>
      <w:r w:rsidR="003D515B" w:rsidRPr="00471A69">
        <w:rPr>
          <w:szCs w:val="24"/>
        </w:rPr>
        <w:t>metsamaterjali</w:t>
      </w:r>
      <w:r w:rsidRPr="00471A69">
        <w:rPr>
          <w:szCs w:val="24"/>
        </w:rPr>
        <w:t xml:space="preserve"> kui kvaliteedi hindamine ei ole toimunud kokkulepitud tähtaja jooksul. Kvaliteedinõuetele mittevastava </w:t>
      </w:r>
      <w:r w:rsidR="003D515B" w:rsidRPr="00471A69">
        <w:rPr>
          <w:szCs w:val="24"/>
        </w:rPr>
        <w:t>metsamaterjali</w:t>
      </w:r>
      <w:r w:rsidRPr="00471A69">
        <w:rPr>
          <w:szCs w:val="24"/>
        </w:rPr>
        <w:t xml:space="preserve"> kogust</w:t>
      </w:r>
      <w:r w:rsidR="00471A69" w:rsidRPr="00471A69">
        <w:rPr>
          <w:szCs w:val="24"/>
        </w:rPr>
        <w:t xml:space="preserve"> </w:t>
      </w:r>
      <w:sdt>
        <w:sdtPr>
          <w:tag w:val="Riigimetsa Majandamise Keskuse "/>
          <w:id w:val="219788717"/>
          <w:placeholder>
            <w:docPart w:val="7FD94051829F44BEBF80C0FF396A9E64"/>
          </w:placeholder>
          <w:comboBox>
            <w:listItem w:displayText="ei arvestata" w:value="ei arvestata"/>
            <w:listItem w:displayText="arvestatakse" w:value="arvestatakse"/>
          </w:comboBox>
        </w:sdtPr>
        <w:sdtEndPr/>
        <w:sdtContent>
          <w:r w:rsidR="003C0070">
            <w:t>ei arvestata</w:t>
          </w:r>
        </w:sdtContent>
      </w:sdt>
      <w:r w:rsidRPr="00471A69">
        <w:rPr>
          <w:szCs w:val="24"/>
        </w:rPr>
        <w:t xml:space="preserve"> </w:t>
      </w:r>
      <w:r w:rsidR="000474EB" w:rsidRPr="00471A69">
        <w:rPr>
          <w:szCs w:val="24"/>
        </w:rPr>
        <w:t>t</w:t>
      </w:r>
      <w:r w:rsidRPr="00471A69">
        <w:rPr>
          <w:szCs w:val="24"/>
        </w:rPr>
        <w:t xml:space="preserve">arnegraafikuga kokku lepitud </w:t>
      </w:r>
      <w:r w:rsidR="003D515B" w:rsidRPr="00471A69">
        <w:rPr>
          <w:szCs w:val="24"/>
        </w:rPr>
        <w:t>metsamaterjali</w:t>
      </w:r>
      <w:r w:rsidRPr="00471A69">
        <w:rPr>
          <w:szCs w:val="24"/>
        </w:rPr>
        <w:t xml:space="preserve"> koguse hulka.  </w:t>
      </w:r>
    </w:p>
    <w:p w14:paraId="4BAE15A1" w14:textId="77777777" w:rsidR="006E0604" w:rsidRPr="00471A69" w:rsidRDefault="006E0604" w:rsidP="006E7485">
      <w:pPr>
        <w:jc w:val="both"/>
        <w:rPr>
          <w:szCs w:val="24"/>
        </w:rPr>
      </w:pPr>
    </w:p>
    <w:p w14:paraId="7080B207" w14:textId="77777777" w:rsidR="006E0604" w:rsidRPr="00471A69" w:rsidRDefault="006E0604" w:rsidP="006E7485">
      <w:pPr>
        <w:jc w:val="both"/>
        <w:rPr>
          <w:b/>
          <w:szCs w:val="24"/>
        </w:rPr>
      </w:pPr>
      <w:r w:rsidRPr="00471A69">
        <w:rPr>
          <w:b/>
          <w:szCs w:val="24"/>
        </w:rPr>
        <w:t>5. Kogus</w:t>
      </w:r>
    </w:p>
    <w:p w14:paraId="143AB001" w14:textId="405F7F3E" w:rsidR="006E0604" w:rsidRPr="00471A69" w:rsidRDefault="006E0604" w:rsidP="006E7485">
      <w:pPr>
        <w:jc w:val="both"/>
        <w:rPr>
          <w:szCs w:val="24"/>
        </w:rPr>
      </w:pPr>
      <w:r w:rsidRPr="00471A69">
        <w:rPr>
          <w:b/>
          <w:szCs w:val="24"/>
        </w:rPr>
        <w:t>5.1.</w:t>
      </w:r>
      <w:r w:rsidR="00603BCD">
        <w:rPr>
          <w:szCs w:val="24"/>
        </w:rPr>
        <w:tab/>
      </w:r>
      <w:r w:rsidRPr="00471A69">
        <w:rPr>
          <w:szCs w:val="24"/>
        </w:rPr>
        <w:t xml:space="preserve">Tarnitud </w:t>
      </w:r>
      <w:r w:rsidR="003D515B" w:rsidRPr="00471A69">
        <w:rPr>
          <w:szCs w:val="24"/>
        </w:rPr>
        <w:t>metsamaterjali</w:t>
      </w:r>
      <w:r w:rsidRPr="00471A69">
        <w:rPr>
          <w:szCs w:val="24"/>
        </w:rPr>
        <w:t xml:space="preserve"> koorma koguse mõõtmise teostab </w:t>
      </w:r>
      <w:r w:rsidR="003D515B" w:rsidRPr="00471A69">
        <w:rPr>
          <w:szCs w:val="24"/>
        </w:rPr>
        <w:t>ostja</w:t>
      </w:r>
      <w:r w:rsidRPr="00471A69">
        <w:rPr>
          <w:szCs w:val="24"/>
        </w:rPr>
        <w:t xml:space="preserve"> </w:t>
      </w:r>
      <w:r w:rsidR="004E537A" w:rsidRPr="00471A69">
        <w:rPr>
          <w:szCs w:val="24"/>
        </w:rPr>
        <w:t xml:space="preserve">metsamaterjali </w:t>
      </w:r>
      <w:r w:rsidRPr="00471A69">
        <w:rPr>
          <w:szCs w:val="24"/>
        </w:rPr>
        <w:t>koorma saabumise</w:t>
      </w:r>
      <w:r w:rsidR="000E1748" w:rsidRPr="00471A69">
        <w:rPr>
          <w:szCs w:val="24"/>
        </w:rPr>
        <w:t xml:space="preserve"> päeval</w:t>
      </w:r>
      <w:r w:rsidRPr="00471A69">
        <w:rPr>
          <w:szCs w:val="24"/>
        </w:rPr>
        <w:t xml:space="preserve"> </w:t>
      </w:r>
      <w:r w:rsidR="003D515B" w:rsidRPr="00471A69">
        <w:rPr>
          <w:szCs w:val="24"/>
        </w:rPr>
        <w:t>ostja</w:t>
      </w:r>
      <w:r w:rsidR="000474EB" w:rsidRPr="00471A69">
        <w:rPr>
          <w:szCs w:val="24"/>
        </w:rPr>
        <w:t xml:space="preserve"> l</w:t>
      </w:r>
      <w:r w:rsidRPr="00471A69">
        <w:rPr>
          <w:szCs w:val="24"/>
        </w:rPr>
        <w:t>attu</w:t>
      </w:r>
      <w:r w:rsidR="00512176" w:rsidRPr="00471A69">
        <w:rPr>
          <w:szCs w:val="24"/>
        </w:rPr>
        <w:t>, välja arvatud juhul kui tehnilistel põhjustel (</w:t>
      </w:r>
      <w:r w:rsidR="004E537A" w:rsidRPr="00471A69">
        <w:rPr>
          <w:szCs w:val="24"/>
        </w:rPr>
        <w:t>mõõtmisseadme rike,</w:t>
      </w:r>
      <w:r w:rsidR="00512176" w:rsidRPr="00471A69">
        <w:rPr>
          <w:szCs w:val="24"/>
        </w:rPr>
        <w:t xml:space="preserve"> vmt) ei saa koguse mõõtmist </w:t>
      </w:r>
      <w:r w:rsidR="000E1748" w:rsidRPr="00471A69">
        <w:rPr>
          <w:szCs w:val="24"/>
        </w:rPr>
        <w:t>koorma saabumise päeval</w:t>
      </w:r>
      <w:r w:rsidR="00512176" w:rsidRPr="00471A69">
        <w:rPr>
          <w:szCs w:val="24"/>
        </w:rPr>
        <w:t xml:space="preserve"> läbi viia.</w:t>
      </w:r>
      <w:r w:rsidRPr="00471A69">
        <w:rPr>
          <w:szCs w:val="24"/>
        </w:rPr>
        <w:t xml:space="preserve"> </w:t>
      </w:r>
      <w:r w:rsidR="00311EF6" w:rsidRPr="00471A69">
        <w:rPr>
          <w:szCs w:val="24"/>
        </w:rPr>
        <w:t xml:space="preserve">Sellisel juhul kohustub </w:t>
      </w:r>
      <w:r w:rsidR="00103C65" w:rsidRPr="00471A69">
        <w:rPr>
          <w:szCs w:val="24"/>
        </w:rPr>
        <w:t xml:space="preserve">ostja </w:t>
      </w:r>
      <w:r w:rsidR="0097010F">
        <w:rPr>
          <w:szCs w:val="24"/>
        </w:rPr>
        <w:t>teostama mõõtmise esimesel võimalusel</w:t>
      </w:r>
      <w:r w:rsidR="00311EF6" w:rsidRPr="00471A69">
        <w:rPr>
          <w:szCs w:val="24"/>
        </w:rPr>
        <w:t xml:space="preserve">. </w:t>
      </w:r>
      <w:r w:rsidR="00512176" w:rsidRPr="00471A69">
        <w:rPr>
          <w:szCs w:val="24"/>
        </w:rPr>
        <w:t>Mõõtmise</w:t>
      </w:r>
      <w:r w:rsidRPr="00471A69">
        <w:rPr>
          <w:szCs w:val="24"/>
        </w:rPr>
        <w:t xml:space="preserve"> juures võib viibida </w:t>
      </w:r>
      <w:r w:rsidR="003D515B" w:rsidRPr="00471A69">
        <w:rPr>
          <w:szCs w:val="24"/>
        </w:rPr>
        <w:t>müüja</w:t>
      </w:r>
      <w:r w:rsidRPr="00471A69">
        <w:rPr>
          <w:szCs w:val="24"/>
        </w:rPr>
        <w:t xml:space="preserve"> esindaja.</w:t>
      </w:r>
    </w:p>
    <w:p w14:paraId="2A7EDAC6" w14:textId="12E6065B" w:rsidR="006E0604" w:rsidRDefault="006E0604" w:rsidP="006E7485">
      <w:pPr>
        <w:jc w:val="both"/>
        <w:rPr>
          <w:szCs w:val="24"/>
        </w:rPr>
      </w:pPr>
    </w:p>
    <w:p w14:paraId="1D8E8B0E" w14:textId="1D6677C0" w:rsidR="00693283" w:rsidRDefault="006A41F2" w:rsidP="006E7485">
      <w:pPr>
        <w:jc w:val="both"/>
        <w:rPr>
          <w:szCs w:val="24"/>
        </w:rPr>
      </w:pPr>
      <w:r w:rsidRPr="00E62929">
        <w:rPr>
          <w:b/>
          <w:bCs/>
          <w:szCs w:val="24"/>
        </w:rPr>
        <w:t>5.2.</w:t>
      </w:r>
      <w:r w:rsidR="00603BCD" w:rsidRPr="00E62929">
        <w:rPr>
          <w:b/>
          <w:bCs/>
          <w:szCs w:val="24"/>
        </w:rPr>
        <w:tab/>
      </w:r>
      <w:r w:rsidRPr="00E62929">
        <w:rPr>
          <w:szCs w:val="24"/>
        </w:rPr>
        <w:t xml:space="preserve">Metsamaterjali mõõtmine teostatakse </w:t>
      </w:r>
      <w:r w:rsidR="000713E6" w:rsidRPr="00207820">
        <w:rPr>
          <w:szCs w:val="24"/>
          <w:u w:val="single"/>
        </w:rPr>
        <w:t xml:space="preserve">koorma pakkide kaupa </w:t>
      </w:r>
      <w:r w:rsidR="008D50B2" w:rsidRPr="00207820">
        <w:rPr>
          <w:szCs w:val="24"/>
          <w:u w:val="single"/>
        </w:rPr>
        <w:t xml:space="preserve">RMK virnmaterjalide standardis </w:t>
      </w:r>
      <w:r w:rsidR="00485FB4" w:rsidRPr="00207820">
        <w:rPr>
          <w:szCs w:val="24"/>
          <w:u w:val="single"/>
        </w:rPr>
        <w:t xml:space="preserve">toodud </w:t>
      </w:r>
      <w:r w:rsidR="00A24B65" w:rsidRPr="00207820">
        <w:rPr>
          <w:szCs w:val="24"/>
          <w:u w:val="single"/>
        </w:rPr>
        <w:t>virnatäiuse</w:t>
      </w:r>
      <w:r w:rsidR="0067668A" w:rsidRPr="00207820">
        <w:rPr>
          <w:szCs w:val="24"/>
          <w:u w:val="single"/>
        </w:rPr>
        <w:t xml:space="preserve"> koefitsiendi ja</w:t>
      </w:r>
      <w:r w:rsidR="00A24B65" w:rsidRPr="00207820">
        <w:rPr>
          <w:szCs w:val="24"/>
          <w:u w:val="single"/>
        </w:rPr>
        <w:t xml:space="preserve"> </w:t>
      </w:r>
      <w:r w:rsidR="00B17233" w:rsidRPr="00207820">
        <w:rPr>
          <w:szCs w:val="24"/>
          <w:u w:val="single"/>
        </w:rPr>
        <w:t xml:space="preserve">virnmaterjali mahu </w:t>
      </w:r>
      <w:r w:rsidR="00A24B65" w:rsidRPr="00207820">
        <w:rPr>
          <w:szCs w:val="24"/>
          <w:u w:val="single"/>
        </w:rPr>
        <w:t>määramise metoodika alusel</w:t>
      </w:r>
      <w:r w:rsidR="00EC4215" w:rsidRPr="00207820">
        <w:rPr>
          <w:szCs w:val="24"/>
          <w:u w:val="single"/>
        </w:rPr>
        <w:t xml:space="preserve"> või suuremat täpsust v</w:t>
      </w:r>
      <w:r w:rsidR="00E62929" w:rsidRPr="00207820">
        <w:rPr>
          <w:szCs w:val="24"/>
          <w:u w:val="single"/>
        </w:rPr>
        <w:t>õimaldava</w:t>
      </w:r>
      <w:r w:rsidR="00EC4215" w:rsidRPr="00207820">
        <w:rPr>
          <w:szCs w:val="24"/>
          <w:u w:val="single"/>
        </w:rPr>
        <w:t xml:space="preserve"> metoodika alusel</w:t>
      </w:r>
      <w:r w:rsidR="00EC4215" w:rsidRPr="00E62929">
        <w:rPr>
          <w:szCs w:val="24"/>
        </w:rPr>
        <w:t>.</w:t>
      </w:r>
    </w:p>
    <w:p w14:paraId="4BB8BDED" w14:textId="77777777" w:rsidR="00693283" w:rsidRPr="00471A69" w:rsidRDefault="00693283" w:rsidP="006E7485">
      <w:pPr>
        <w:jc w:val="both"/>
        <w:rPr>
          <w:szCs w:val="24"/>
        </w:rPr>
      </w:pPr>
    </w:p>
    <w:p w14:paraId="11EAF2A1" w14:textId="18BF41F8" w:rsidR="006E0604" w:rsidRPr="00471A69" w:rsidRDefault="006E0604" w:rsidP="006E7485">
      <w:pPr>
        <w:jc w:val="both"/>
        <w:rPr>
          <w:szCs w:val="24"/>
        </w:rPr>
      </w:pPr>
      <w:r w:rsidRPr="00471A69">
        <w:rPr>
          <w:b/>
          <w:szCs w:val="24"/>
        </w:rPr>
        <w:t>5.</w:t>
      </w:r>
      <w:r w:rsidR="00603BCD">
        <w:rPr>
          <w:b/>
          <w:szCs w:val="24"/>
        </w:rPr>
        <w:t>3</w:t>
      </w:r>
      <w:r w:rsidRPr="00471A69">
        <w:rPr>
          <w:b/>
          <w:szCs w:val="24"/>
        </w:rPr>
        <w:t>.</w:t>
      </w:r>
      <w:r w:rsidRPr="00471A69">
        <w:rPr>
          <w:szCs w:val="24"/>
        </w:rPr>
        <w:tab/>
      </w:r>
      <w:r w:rsidR="004E537A" w:rsidRPr="00471A69">
        <w:rPr>
          <w:szCs w:val="24"/>
        </w:rPr>
        <w:t>Metsamaterjali koguse mõõtmise tulemusel koostab ostja metsamaterjali</w:t>
      </w:r>
      <w:r w:rsidR="00471A69">
        <w:rPr>
          <w:szCs w:val="24"/>
        </w:rPr>
        <w:t xml:space="preserve"> mõõtmise aruande, edaspidi</w:t>
      </w:r>
      <w:r w:rsidR="004E537A" w:rsidRPr="00471A69">
        <w:rPr>
          <w:szCs w:val="24"/>
        </w:rPr>
        <w:t xml:space="preserve"> </w:t>
      </w:r>
      <w:r w:rsidR="004E537A" w:rsidRPr="00471A69">
        <w:rPr>
          <w:b/>
          <w:szCs w:val="24"/>
        </w:rPr>
        <w:t>mõõtmisraport</w:t>
      </w:r>
      <w:r w:rsidR="004E537A" w:rsidRPr="00471A69">
        <w:rPr>
          <w:szCs w:val="24"/>
        </w:rPr>
        <w:t xml:space="preserve"> ja teeb selle müüjale kättesaadavaks </w:t>
      </w:r>
      <w:r w:rsidR="00043B39">
        <w:rPr>
          <w:szCs w:val="24"/>
        </w:rPr>
        <w:t>1 (</w:t>
      </w:r>
      <w:r w:rsidR="004E537A" w:rsidRPr="00471A69">
        <w:rPr>
          <w:szCs w:val="24"/>
        </w:rPr>
        <w:t>ühe</w:t>
      </w:r>
      <w:r w:rsidR="00043B39">
        <w:rPr>
          <w:szCs w:val="24"/>
        </w:rPr>
        <w:t>)</w:t>
      </w:r>
      <w:r w:rsidR="004E537A" w:rsidRPr="00471A69">
        <w:rPr>
          <w:szCs w:val="24"/>
        </w:rPr>
        <w:t xml:space="preserve"> </w:t>
      </w:r>
      <w:r w:rsidR="004E4AD7">
        <w:rPr>
          <w:szCs w:val="24"/>
        </w:rPr>
        <w:t>töö</w:t>
      </w:r>
      <w:r w:rsidR="004E537A" w:rsidRPr="00471A69">
        <w:rPr>
          <w:szCs w:val="24"/>
        </w:rPr>
        <w:t xml:space="preserve">päeva jooksul koorma </w:t>
      </w:r>
      <w:r w:rsidR="003A6988">
        <w:rPr>
          <w:szCs w:val="24"/>
        </w:rPr>
        <w:t>mõõtmisest</w:t>
      </w:r>
      <w:r w:rsidR="004E537A" w:rsidRPr="00471A69">
        <w:rPr>
          <w:szCs w:val="24"/>
        </w:rPr>
        <w:t xml:space="preserve">. Mõõtmisraporti edastab ostja müüjale mõõtmisandmete sisestamiseks ja edastamiseks loodud veebipõhise rakenduse (KPV) kaudu </w:t>
      </w:r>
      <w:r w:rsidR="001B01F7" w:rsidRPr="00471A69">
        <w:rPr>
          <w:szCs w:val="24"/>
        </w:rPr>
        <w:t xml:space="preserve">või poolte kokkuleppel muu lahenduse kaudu </w:t>
      </w:r>
      <w:r w:rsidR="004E537A" w:rsidRPr="00471A69">
        <w:rPr>
          <w:szCs w:val="24"/>
        </w:rPr>
        <w:t>või lepingu p 10.1. näidatud e-posti aadressile.</w:t>
      </w:r>
      <w:r w:rsidRPr="00471A69">
        <w:rPr>
          <w:szCs w:val="24"/>
        </w:rPr>
        <w:t xml:space="preserve">  </w:t>
      </w:r>
    </w:p>
    <w:p w14:paraId="7D6AB9C4" w14:textId="77777777" w:rsidR="006E0604" w:rsidRPr="00471A69" w:rsidRDefault="006E0604" w:rsidP="006E7485">
      <w:pPr>
        <w:jc w:val="both"/>
        <w:rPr>
          <w:szCs w:val="24"/>
        </w:rPr>
      </w:pPr>
    </w:p>
    <w:p w14:paraId="026585A6" w14:textId="5D1EF308" w:rsidR="006E0604" w:rsidRPr="00471A69" w:rsidRDefault="006E0604" w:rsidP="006E7485">
      <w:pPr>
        <w:jc w:val="both"/>
        <w:rPr>
          <w:szCs w:val="24"/>
        </w:rPr>
      </w:pPr>
      <w:r w:rsidRPr="00471A69">
        <w:rPr>
          <w:b/>
          <w:szCs w:val="24"/>
        </w:rPr>
        <w:t>5.</w:t>
      </w:r>
      <w:r w:rsidR="00603BCD">
        <w:rPr>
          <w:b/>
          <w:szCs w:val="24"/>
        </w:rPr>
        <w:t>4</w:t>
      </w:r>
      <w:r w:rsidRPr="00471A69">
        <w:rPr>
          <w:b/>
          <w:szCs w:val="24"/>
        </w:rPr>
        <w:t>.</w:t>
      </w:r>
      <w:r w:rsidRPr="00471A69">
        <w:rPr>
          <w:szCs w:val="24"/>
        </w:rPr>
        <w:tab/>
        <w:t xml:space="preserve">Kui </w:t>
      </w:r>
      <w:r w:rsidR="003D515B" w:rsidRPr="00471A69">
        <w:rPr>
          <w:szCs w:val="24"/>
        </w:rPr>
        <w:t>müüja</w:t>
      </w:r>
      <w:r w:rsidRPr="00471A69">
        <w:rPr>
          <w:szCs w:val="24"/>
        </w:rPr>
        <w:t xml:space="preserve"> peale </w:t>
      </w:r>
      <w:r w:rsidR="003D515B" w:rsidRPr="00471A69">
        <w:rPr>
          <w:szCs w:val="24"/>
        </w:rPr>
        <w:t>ostja</w:t>
      </w:r>
      <w:r w:rsidRPr="00471A69">
        <w:rPr>
          <w:szCs w:val="24"/>
        </w:rPr>
        <w:t xml:space="preserve"> mõõtmistulemuste teadasaamist ei teavita </w:t>
      </w:r>
      <w:r w:rsidR="000474EB" w:rsidRPr="00471A69">
        <w:rPr>
          <w:szCs w:val="24"/>
        </w:rPr>
        <w:t>o</w:t>
      </w:r>
      <w:r w:rsidRPr="00471A69">
        <w:rPr>
          <w:szCs w:val="24"/>
        </w:rPr>
        <w:t>stjat mõõtmistulemustega</w:t>
      </w:r>
      <w:r w:rsidR="000474EB" w:rsidRPr="00471A69">
        <w:rPr>
          <w:szCs w:val="24"/>
        </w:rPr>
        <w:t xml:space="preserve"> mittenõustumisest </w:t>
      </w:r>
      <w:r w:rsidR="00F822B0" w:rsidRPr="005D7743">
        <w:rPr>
          <w:szCs w:val="24"/>
        </w:rPr>
        <w:t>mõistliku aja jooksul</w:t>
      </w:r>
      <w:r w:rsidRPr="005D7743">
        <w:rPr>
          <w:szCs w:val="24"/>
        </w:rPr>
        <w:t>, l</w:t>
      </w:r>
      <w:r w:rsidRPr="00471A69">
        <w:rPr>
          <w:szCs w:val="24"/>
        </w:rPr>
        <w:t xml:space="preserve">oetakse </w:t>
      </w:r>
      <w:r w:rsidR="000474EB" w:rsidRPr="00471A69">
        <w:rPr>
          <w:szCs w:val="24"/>
        </w:rPr>
        <w:t>m</w:t>
      </w:r>
      <w:r w:rsidRPr="00471A69">
        <w:rPr>
          <w:szCs w:val="24"/>
        </w:rPr>
        <w:t xml:space="preserve">õõtmisraport </w:t>
      </w:r>
      <w:r w:rsidR="003D515B" w:rsidRPr="00471A69">
        <w:rPr>
          <w:szCs w:val="24"/>
        </w:rPr>
        <w:t>poolte</w:t>
      </w:r>
      <w:r w:rsidRPr="00471A69">
        <w:rPr>
          <w:szCs w:val="24"/>
        </w:rPr>
        <w:t xml:space="preserve"> vahel kooskõlastatuks ning see võetakse aluseks edaspidistele toimingutele seoses selle objektiks oleva </w:t>
      </w:r>
      <w:r w:rsidR="000474EB" w:rsidRPr="00471A69">
        <w:rPr>
          <w:szCs w:val="24"/>
        </w:rPr>
        <w:t>m</w:t>
      </w:r>
      <w:r w:rsidRPr="00471A69">
        <w:rPr>
          <w:szCs w:val="24"/>
        </w:rPr>
        <w:t xml:space="preserve">etsamaterjaliga, sealhulgas eelnimetatud </w:t>
      </w:r>
      <w:r w:rsidR="003D515B" w:rsidRPr="00471A69">
        <w:rPr>
          <w:szCs w:val="24"/>
        </w:rPr>
        <w:t>metsamaterjali</w:t>
      </w:r>
      <w:r w:rsidRPr="00471A69">
        <w:rPr>
          <w:szCs w:val="24"/>
        </w:rPr>
        <w:t xml:space="preserve"> eest tasumisel. </w:t>
      </w:r>
      <w:r w:rsidR="000474EB" w:rsidRPr="00471A69">
        <w:rPr>
          <w:szCs w:val="24"/>
        </w:rPr>
        <w:t>M</w:t>
      </w:r>
      <w:r w:rsidR="003D515B" w:rsidRPr="00471A69">
        <w:rPr>
          <w:szCs w:val="24"/>
        </w:rPr>
        <w:t>üüja</w:t>
      </w:r>
      <w:r w:rsidRPr="00471A69">
        <w:rPr>
          <w:szCs w:val="24"/>
        </w:rPr>
        <w:t xml:space="preserve"> hilisemad pretensioonid ei ole aluseks </w:t>
      </w:r>
      <w:r w:rsidR="000474EB" w:rsidRPr="00471A69">
        <w:rPr>
          <w:szCs w:val="24"/>
        </w:rPr>
        <w:t>m</w:t>
      </w:r>
      <w:r w:rsidRPr="00471A69">
        <w:rPr>
          <w:szCs w:val="24"/>
        </w:rPr>
        <w:t xml:space="preserve">õõtmisraporti vaidlustamisel. </w:t>
      </w:r>
    </w:p>
    <w:p w14:paraId="0BC4E515" w14:textId="77777777" w:rsidR="006E0604" w:rsidRPr="00471A69" w:rsidRDefault="006E0604" w:rsidP="006E7485">
      <w:pPr>
        <w:jc w:val="both"/>
        <w:rPr>
          <w:szCs w:val="24"/>
        </w:rPr>
      </w:pPr>
    </w:p>
    <w:p w14:paraId="1B951DD1" w14:textId="336CD055" w:rsidR="006E0604" w:rsidRPr="00471A69" w:rsidRDefault="006E0604" w:rsidP="006E7485">
      <w:pPr>
        <w:jc w:val="both"/>
        <w:rPr>
          <w:szCs w:val="24"/>
        </w:rPr>
      </w:pPr>
      <w:r w:rsidRPr="00471A69">
        <w:rPr>
          <w:b/>
          <w:szCs w:val="24"/>
        </w:rPr>
        <w:t>5.</w:t>
      </w:r>
      <w:r w:rsidR="00603BCD">
        <w:rPr>
          <w:b/>
          <w:szCs w:val="24"/>
        </w:rPr>
        <w:t>5</w:t>
      </w:r>
      <w:r w:rsidRPr="00471A69">
        <w:rPr>
          <w:b/>
          <w:szCs w:val="24"/>
        </w:rPr>
        <w:t>.</w:t>
      </w:r>
      <w:r w:rsidRPr="00471A69">
        <w:rPr>
          <w:szCs w:val="24"/>
        </w:rPr>
        <w:tab/>
      </w:r>
      <w:r w:rsidR="000474EB" w:rsidRPr="00471A69">
        <w:rPr>
          <w:szCs w:val="24"/>
        </w:rPr>
        <w:t>M</w:t>
      </w:r>
      <w:r w:rsidR="003D515B" w:rsidRPr="00471A69">
        <w:rPr>
          <w:szCs w:val="24"/>
        </w:rPr>
        <w:t>etsamaterjali</w:t>
      </w:r>
      <w:r w:rsidR="00AE6B5B" w:rsidRPr="00471A69">
        <w:rPr>
          <w:szCs w:val="24"/>
        </w:rPr>
        <w:t xml:space="preserve"> </w:t>
      </w:r>
      <w:r w:rsidR="00D21AE4" w:rsidRPr="00471A69">
        <w:rPr>
          <w:szCs w:val="24"/>
        </w:rPr>
        <w:t>maht</w:t>
      </w:r>
      <w:r w:rsidR="00AE6B5B" w:rsidRPr="00471A69">
        <w:rPr>
          <w:szCs w:val="24"/>
        </w:rPr>
        <w:t xml:space="preserve"> </w:t>
      </w:r>
      <w:r w:rsidR="000474EB" w:rsidRPr="00471A69">
        <w:rPr>
          <w:szCs w:val="24"/>
        </w:rPr>
        <w:t>m</w:t>
      </w:r>
      <w:r w:rsidR="00AE6B5B" w:rsidRPr="00471A69">
        <w:rPr>
          <w:szCs w:val="24"/>
        </w:rPr>
        <w:t xml:space="preserve">õõtmisraportis tuleb määrata täpsusega kolmanda kohani peale koma. Mõõtmisraporti(te) alusel koostatakse arve. Arve koostamisele võib eelneda </w:t>
      </w:r>
      <w:r w:rsidR="003D515B" w:rsidRPr="00471A69">
        <w:rPr>
          <w:szCs w:val="24"/>
        </w:rPr>
        <w:t>metsamaterjali</w:t>
      </w:r>
      <w:r w:rsidR="00AE6B5B" w:rsidRPr="00471A69">
        <w:rPr>
          <w:szCs w:val="24"/>
        </w:rPr>
        <w:t xml:space="preserve"> üleandmise-vastuvõtmise akti koostamine ja teisele </w:t>
      </w:r>
      <w:r w:rsidR="003053E3" w:rsidRPr="00471A69">
        <w:rPr>
          <w:szCs w:val="24"/>
        </w:rPr>
        <w:t>p</w:t>
      </w:r>
      <w:r w:rsidR="00AE6B5B" w:rsidRPr="00471A69">
        <w:rPr>
          <w:szCs w:val="24"/>
        </w:rPr>
        <w:t xml:space="preserve">oolele edastamine juhul, kui see on </w:t>
      </w:r>
      <w:r w:rsidR="003053E3" w:rsidRPr="00471A69">
        <w:rPr>
          <w:szCs w:val="24"/>
        </w:rPr>
        <w:t xml:space="preserve">ostjale vältimatult </w:t>
      </w:r>
      <w:r w:rsidR="00AE6B5B" w:rsidRPr="00471A69">
        <w:rPr>
          <w:szCs w:val="24"/>
        </w:rPr>
        <w:t xml:space="preserve">vajalik </w:t>
      </w:r>
      <w:r w:rsidR="003D515B" w:rsidRPr="00471A69">
        <w:rPr>
          <w:szCs w:val="24"/>
        </w:rPr>
        <w:t>metsamaterjali</w:t>
      </w:r>
      <w:r w:rsidR="00AE6B5B" w:rsidRPr="00471A69">
        <w:rPr>
          <w:szCs w:val="24"/>
        </w:rPr>
        <w:t xml:space="preserve"> laoarvestuse pidamiseks. Sõltumata eeltoodust </w:t>
      </w:r>
      <w:r w:rsidR="003D515B" w:rsidRPr="00471A69">
        <w:rPr>
          <w:szCs w:val="24"/>
        </w:rPr>
        <w:t>metsamaterjali</w:t>
      </w:r>
      <w:r w:rsidR="00AE6B5B" w:rsidRPr="00471A69">
        <w:rPr>
          <w:szCs w:val="24"/>
        </w:rPr>
        <w:t xml:space="preserve"> üleandmise-vastuvõtmise akte ei allkirjastata</w:t>
      </w:r>
      <w:r w:rsidRPr="00471A69">
        <w:rPr>
          <w:szCs w:val="24"/>
        </w:rPr>
        <w:t>.</w:t>
      </w:r>
    </w:p>
    <w:p w14:paraId="42A59476" w14:textId="77777777" w:rsidR="006E0604" w:rsidRPr="00471A69" w:rsidRDefault="006E0604" w:rsidP="006E7485">
      <w:pPr>
        <w:jc w:val="both"/>
        <w:rPr>
          <w:szCs w:val="24"/>
        </w:rPr>
      </w:pPr>
    </w:p>
    <w:p w14:paraId="653D50A3" w14:textId="77777777" w:rsidR="006E0604" w:rsidRPr="00471A69" w:rsidRDefault="006E0604">
      <w:pPr>
        <w:jc w:val="both"/>
        <w:rPr>
          <w:b/>
          <w:szCs w:val="24"/>
        </w:rPr>
      </w:pPr>
      <w:r w:rsidRPr="00471A69">
        <w:rPr>
          <w:b/>
          <w:szCs w:val="24"/>
        </w:rPr>
        <w:t>6. Vaidluste lahendamine</w:t>
      </w:r>
    </w:p>
    <w:p w14:paraId="7B4E9484" w14:textId="5E7CDB11" w:rsidR="00AF3AD6" w:rsidRPr="00471A69" w:rsidRDefault="00AF3AD6" w:rsidP="00AF3AD6">
      <w:pPr>
        <w:jc w:val="both"/>
        <w:rPr>
          <w:szCs w:val="24"/>
        </w:rPr>
      </w:pPr>
      <w:r w:rsidRPr="00A63449">
        <w:rPr>
          <w:b/>
          <w:szCs w:val="24"/>
        </w:rPr>
        <w:t>6.1.</w:t>
      </w:r>
      <w:r w:rsidRPr="00A63449">
        <w:rPr>
          <w:b/>
          <w:szCs w:val="24"/>
        </w:rPr>
        <w:tab/>
      </w:r>
      <w:r w:rsidRPr="00A63449">
        <w:rPr>
          <w:szCs w:val="24"/>
        </w:rPr>
        <w:t>Kui ostja hinnangul erine</w:t>
      </w:r>
      <w:r w:rsidR="00405BA2" w:rsidRPr="00A63449">
        <w:rPr>
          <w:szCs w:val="24"/>
        </w:rPr>
        <w:t>b</w:t>
      </w:r>
      <w:r w:rsidRPr="00A63449">
        <w:rPr>
          <w:szCs w:val="24"/>
        </w:rPr>
        <w:t xml:space="preserve"> metsamaterjali koorma kogus</w:t>
      </w:r>
      <w:r w:rsidR="00597FF8" w:rsidRPr="00A63449">
        <w:rPr>
          <w:szCs w:val="24"/>
        </w:rPr>
        <w:t xml:space="preserve"> oluliselt</w:t>
      </w:r>
      <w:r w:rsidRPr="00A63449">
        <w:rPr>
          <w:szCs w:val="24"/>
        </w:rPr>
        <w:t xml:space="preserve"> vedaja poolt e-veoselehele märgitust </w:t>
      </w:r>
      <w:r w:rsidR="0009307E" w:rsidRPr="00A63449">
        <w:rPr>
          <w:szCs w:val="24"/>
        </w:rPr>
        <w:t>ja/</w:t>
      </w:r>
      <w:r w:rsidRPr="00A63449">
        <w:rPr>
          <w:szCs w:val="24"/>
        </w:rPr>
        <w:t>või sisaldab koorem kvaliteedinõuetele mittevastavat metsamaterjali rohkem kui 10%</w:t>
      </w:r>
      <w:r w:rsidR="00304D14">
        <w:rPr>
          <w:szCs w:val="24"/>
        </w:rPr>
        <w:t xml:space="preserve"> </w:t>
      </w:r>
      <w:r w:rsidR="00304D14" w:rsidRPr="005848A0">
        <w:rPr>
          <w:szCs w:val="24"/>
        </w:rPr>
        <w:t>või on koorem müüja kontrollmõõtmisega</w:t>
      </w:r>
      <w:r w:rsidRPr="00A63449">
        <w:rPr>
          <w:szCs w:val="24"/>
        </w:rPr>
        <w:t xml:space="preserve">, toimitakse nõudealuse koormaga vastavalt poolte </w:t>
      </w:r>
      <w:r w:rsidRPr="00A63449">
        <w:rPr>
          <w:szCs w:val="24"/>
        </w:rPr>
        <w:lastRenderedPageBreak/>
        <w:t>kokkuleppele. Kokkuleppeks võib olla nõude aluseks oleva metsamaterja</w:t>
      </w:r>
      <w:r w:rsidRPr="00471A69">
        <w:rPr>
          <w:szCs w:val="24"/>
        </w:rPr>
        <w:t xml:space="preserve">li koorma eraldi ladustamine ja selle säilitamine päritolu tuvastamiseks kuni nõude lahendamiseni. Esitatud nõue lahendatakse metsamaterjali koguse mõõtmise ja/või kvaliteedi hindamisega poolte esindajate osavõtul ja edasiste toimingute aluseks on poolte esindajate osavõtul saadud tulemus. Kui ostja ei teata müüjale metsamaterjali koorma lepingutingimustele mittevastavusest õigeaegselt või ei kirjelda lepingutingimustele mittevastavust piisavalt täpselt või nõudealust koormat ei ole eraldi ladustatud, </w:t>
      </w:r>
      <w:r w:rsidR="00187976" w:rsidRPr="00DA56B1">
        <w:rPr>
          <w:szCs w:val="24"/>
        </w:rPr>
        <w:t xml:space="preserve">ei või ostja metsamaterjali koguse või kvaliteedi mittevastavusele tugineda. </w:t>
      </w:r>
    </w:p>
    <w:p w14:paraId="10A4790D" w14:textId="77777777" w:rsidR="00AF3AD6" w:rsidRPr="00471A69" w:rsidRDefault="00AF3AD6" w:rsidP="00AF3AD6">
      <w:pPr>
        <w:jc w:val="both"/>
        <w:rPr>
          <w:szCs w:val="24"/>
        </w:rPr>
      </w:pPr>
    </w:p>
    <w:p w14:paraId="4F7864FD" w14:textId="73377DF0" w:rsidR="003E5471" w:rsidRDefault="00AA1312" w:rsidP="00AF3AD6">
      <w:pPr>
        <w:jc w:val="both"/>
        <w:rPr>
          <w:bCs/>
          <w:szCs w:val="24"/>
        </w:rPr>
      </w:pPr>
      <w:r w:rsidRPr="00064047">
        <w:rPr>
          <w:b/>
          <w:szCs w:val="24"/>
        </w:rPr>
        <w:t>6.2.</w:t>
      </w:r>
      <w:r>
        <w:rPr>
          <w:bCs/>
          <w:szCs w:val="24"/>
        </w:rPr>
        <w:tab/>
      </w:r>
      <w:r w:rsidR="00820959">
        <w:rPr>
          <w:bCs/>
          <w:szCs w:val="24"/>
        </w:rPr>
        <w:t xml:space="preserve">Sõltumata metsamaterjali mõõtmise viisist </w:t>
      </w:r>
      <w:r w:rsidR="00820959">
        <w:rPr>
          <w:szCs w:val="24"/>
        </w:rPr>
        <w:t>korduvate kontrollm</w:t>
      </w:r>
      <w:r w:rsidR="00820959" w:rsidRPr="00DA56B1">
        <w:rPr>
          <w:bCs/>
          <w:szCs w:val="24"/>
        </w:rPr>
        <w:t>õõt</w:t>
      </w:r>
      <w:r w:rsidR="00820959">
        <w:rPr>
          <w:bCs/>
          <w:szCs w:val="24"/>
        </w:rPr>
        <w:t>mistega</w:t>
      </w:r>
      <w:r w:rsidR="00820959" w:rsidRPr="00DA56B1">
        <w:rPr>
          <w:bCs/>
          <w:szCs w:val="24"/>
        </w:rPr>
        <w:t xml:space="preserve"> tuvastatud </w:t>
      </w:r>
      <w:r w:rsidR="00820959">
        <w:rPr>
          <w:bCs/>
          <w:szCs w:val="24"/>
        </w:rPr>
        <w:t xml:space="preserve">lubatud mõõtmistäpsust ületav </w:t>
      </w:r>
      <w:r w:rsidR="00820959" w:rsidRPr="00DA56B1">
        <w:rPr>
          <w:bCs/>
          <w:szCs w:val="24"/>
        </w:rPr>
        <w:t>vahe kuulub hüvitamisele</w:t>
      </w:r>
      <w:r w:rsidR="00820959">
        <w:rPr>
          <w:bCs/>
          <w:szCs w:val="24"/>
        </w:rPr>
        <w:t>,</w:t>
      </w:r>
      <w:r w:rsidR="00820959" w:rsidRPr="00DA56B1">
        <w:rPr>
          <w:bCs/>
          <w:szCs w:val="24"/>
        </w:rPr>
        <w:t xml:space="preserve"> </w:t>
      </w:r>
      <w:r w:rsidR="00820959">
        <w:rPr>
          <w:bCs/>
          <w:szCs w:val="24"/>
        </w:rPr>
        <w:t>olenemat</w:t>
      </w:r>
      <w:r w:rsidR="00820959" w:rsidRPr="00DA56B1">
        <w:rPr>
          <w:bCs/>
          <w:szCs w:val="24"/>
        </w:rPr>
        <w:t xml:space="preserve">a sellest kas </w:t>
      </w:r>
      <w:r w:rsidR="00820959" w:rsidRPr="00DA56B1">
        <w:rPr>
          <w:szCs w:val="24"/>
        </w:rPr>
        <w:t xml:space="preserve">metsamaterjali eest </w:t>
      </w:r>
      <w:r w:rsidR="00820959" w:rsidRPr="00DA56B1">
        <w:rPr>
          <w:bCs/>
          <w:szCs w:val="24"/>
        </w:rPr>
        <w:t>arve</w:t>
      </w:r>
      <w:r w:rsidR="00095285">
        <w:rPr>
          <w:bCs/>
          <w:szCs w:val="24"/>
        </w:rPr>
        <w:t>(d)</w:t>
      </w:r>
      <w:r w:rsidR="00820959" w:rsidRPr="00DA56B1">
        <w:rPr>
          <w:bCs/>
          <w:szCs w:val="24"/>
        </w:rPr>
        <w:t xml:space="preserve"> on juba väljastatud või mitte. </w:t>
      </w:r>
      <w:r w:rsidR="00820959">
        <w:rPr>
          <w:bCs/>
          <w:szCs w:val="24"/>
        </w:rPr>
        <w:t>Ü</w:t>
      </w:r>
      <w:r w:rsidR="00820959" w:rsidRPr="00661438">
        <w:rPr>
          <w:bCs/>
          <w:szCs w:val="24"/>
        </w:rPr>
        <w:t xml:space="preserve">ksiku koorma koguses </w:t>
      </w:r>
      <w:r w:rsidR="00820959">
        <w:rPr>
          <w:bCs/>
          <w:szCs w:val="24"/>
        </w:rPr>
        <w:t>ja/</w:t>
      </w:r>
      <w:r w:rsidR="00820959" w:rsidRPr="00661438">
        <w:rPr>
          <w:bCs/>
          <w:szCs w:val="24"/>
        </w:rPr>
        <w:t xml:space="preserve">või summas </w:t>
      </w:r>
      <w:r w:rsidR="00820959">
        <w:rPr>
          <w:bCs/>
          <w:szCs w:val="24"/>
        </w:rPr>
        <w:t>loetakse lubatud mõõtmistäpsuseks kuni</w:t>
      </w:r>
      <w:r w:rsidR="00820959" w:rsidRPr="00661438">
        <w:rPr>
          <w:bCs/>
          <w:szCs w:val="24"/>
        </w:rPr>
        <w:t xml:space="preserve"> </w:t>
      </w:r>
      <w:r w:rsidR="00820959">
        <w:rPr>
          <w:bCs/>
          <w:szCs w:val="24"/>
        </w:rPr>
        <w:t>±</w:t>
      </w:r>
      <w:r w:rsidR="00820959" w:rsidRPr="00661438">
        <w:rPr>
          <w:bCs/>
          <w:szCs w:val="24"/>
        </w:rPr>
        <w:t>4% erinevus</w:t>
      </w:r>
      <w:r w:rsidR="00820959">
        <w:rPr>
          <w:bCs/>
          <w:szCs w:val="24"/>
        </w:rPr>
        <w:t>t</w:t>
      </w:r>
      <w:r w:rsidR="00064047">
        <w:rPr>
          <w:bCs/>
          <w:szCs w:val="24"/>
        </w:rPr>
        <w:t>.</w:t>
      </w:r>
    </w:p>
    <w:p w14:paraId="32E75261" w14:textId="77777777" w:rsidR="00064047" w:rsidRDefault="00064047" w:rsidP="00AF3AD6">
      <w:pPr>
        <w:jc w:val="both"/>
        <w:rPr>
          <w:b/>
          <w:bCs/>
          <w:szCs w:val="24"/>
        </w:rPr>
      </w:pPr>
    </w:p>
    <w:p w14:paraId="7E224091" w14:textId="70D5B5D5" w:rsidR="00C220FE" w:rsidRPr="00471A69" w:rsidRDefault="00AF3AD6" w:rsidP="00AF3AD6">
      <w:pPr>
        <w:jc w:val="both"/>
        <w:rPr>
          <w:szCs w:val="24"/>
        </w:rPr>
      </w:pPr>
      <w:r w:rsidRPr="00471A69">
        <w:rPr>
          <w:b/>
          <w:bCs/>
          <w:szCs w:val="24"/>
        </w:rPr>
        <w:t>6.</w:t>
      </w:r>
      <w:r w:rsidR="00064047">
        <w:rPr>
          <w:b/>
          <w:bCs/>
          <w:szCs w:val="24"/>
        </w:rPr>
        <w:t>3</w:t>
      </w:r>
      <w:r w:rsidRPr="00471A69">
        <w:rPr>
          <w:b/>
          <w:bCs/>
          <w:szCs w:val="24"/>
        </w:rPr>
        <w:t>.</w:t>
      </w:r>
      <w:r w:rsidRPr="00471A69">
        <w:rPr>
          <w:bCs/>
          <w:szCs w:val="24"/>
        </w:rPr>
        <w:tab/>
        <w:t>Kui müüja tarnitud kogus on eelnevalt RMK puidukontrollmõõtja poolt nott-haaval mõõdetud ja ostja ei nõustu selle mõõtmistulemusega, on tal õigus nõuda uut mõõtmist erapooletu mõõtja poolt. Mõõtmise teostamisel erapooletu mõõtja poolt kannab sellega seotud mõõtmise kulud ostja juhul, kui erapooletu mõõtmise tulemus on samaväärne või erineb RMK puidukontrollmõõtja mõõtmistulemusest kuni 4%. Muudel juhtudel kannab erapooletu mõõtmise kulud müüja. Pooled aktsepteerivad erapooletu mõõtjana VMF Estonia OÜ või samaväärse sõltumatu mõõtja töötajaid</w:t>
      </w:r>
      <w:r w:rsidRPr="00471A69">
        <w:rPr>
          <w:szCs w:val="24"/>
        </w:rPr>
        <w:t>. Müüja volitatud esindajateks on täiendavalt töötõendi alusel RMK puidukontrollmõõtjad</w:t>
      </w:r>
      <w:r w:rsidR="006E0604" w:rsidRPr="00471A69">
        <w:rPr>
          <w:szCs w:val="24"/>
        </w:rPr>
        <w:t xml:space="preserve">. </w:t>
      </w:r>
    </w:p>
    <w:p w14:paraId="0313E946" w14:textId="77777777" w:rsidR="00C220FE" w:rsidRPr="00471A69" w:rsidRDefault="00C220FE" w:rsidP="00010099">
      <w:pPr>
        <w:jc w:val="both"/>
        <w:rPr>
          <w:szCs w:val="24"/>
        </w:rPr>
      </w:pPr>
    </w:p>
    <w:p w14:paraId="2DE8D9CE" w14:textId="77777777" w:rsidR="006E0604" w:rsidRPr="00471A69" w:rsidRDefault="006E0604" w:rsidP="006E7485">
      <w:pPr>
        <w:jc w:val="both"/>
        <w:rPr>
          <w:b/>
          <w:szCs w:val="24"/>
        </w:rPr>
      </w:pPr>
      <w:r w:rsidRPr="00471A69">
        <w:rPr>
          <w:b/>
          <w:szCs w:val="24"/>
        </w:rPr>
        <w:t>7. Hind</w:t>
      </w:r>
    </w:p>
    <w:p w14:paraId="58F8703B" w14:textId="0DF1F55F" w:rsidR="006E0604" w:rsidRPr="00471A69" w:rsidRDefault="006E0604" w:rsidP="006E7485">
      <w:pPr>
        <w:jc w:val="both"/>
        <w:rPr>
          <w:szCs w:val="24"/>
        </w:rPr>
      </w:pPr>
      <w:r w:rsidRPr="00471A69">
        <w:rPr>
          <w:b/>
          <w:szCs w:val="24"/>
        </w:rPr>
        <w:t>7.1.</w:t>
      </w:r>
      <w:r w:rsidRPr="00471A69">
        <w:rPr>
          <w:b/>
          <w:szCs w:val="24"/>
        </w:rPr>
        <w:tab/>
      </w:r>
      <w:r w:rsidR="00674200" w:rsidRPr="00471A69">
        <w:rPr>
          <w:szCs w:val="24"/>
        </w:rPr>
        <w:t>M</w:t>
      </w:r>
      <w:r w:rsidR="003D515B" w:rsidRPr="00471A69">
        <w:rPr>
          <w:szCs w:val="24"/>
        </w:rPr>
        <w:t>etsamaterjali</w:t>
      </w:r>
      <w:r w:rsidR="00C87E67" w:rsidRPr="00471A69">
        <w:rPr>
          <w:szCs w:val="24"/>
        </w:rPr>
        <w:t xml:space="preserve"> hind on ühe</w:t>
      </w:r>
      <w:r w:rsidRPr="00471A69">
        <w:rPr>
          <w:szCs w:val="24"/>
        </w:rPr>
        <w:t xml:space="preserve"> m³ (ühe kuupmeetri) eest makstav summa eurodes, mis </w:t>
      </w:r>
      <w:r w:rsidR="00C87E67" w:rsidRPr="00471A69">
        <w:rPr>
          <w:szCs w:val="24"/>
        </w:rPr>
        <w:t>lepitakse kokku</w:t>
      </w:r>
      <w:r w:rsidRPr="00471A69">
        <w:rPr>
          <w:szCs w:val="24"/>
        </w:rPr>
        <w:t xml:space="preserve"> </w:t>
      </w:r>
      <w:r w:rsidR="00404E0B" w:rsidRPr="00471A69">
        <w:rPr>
          <w:szCs w:val="24"/>
        </w:rPr>
        <w:t>juhendi</w:t>
      </w:r>
      <w:r w:rsidR="001A1BF0" w:rsidRPr="00471A69">
        <w:rPr>
          <w:szCs w:val="24"/>
        </w:rPr>
        <w:t xml:space="preserve"> kohaselt</w:t>
      </w:r>
      <w:r w:rsidRPr="00471A69">
        <w:rPr>
          <w:szCs w:val="24"/>
        </w:rPr>
        <w:t xml:space="preserve"> </w:t>
      </w:r>
      <w:r w:rsidR="003D515B" w:rsidRPr="00471A69">
        <w:rPr>
          <w:szCs w:val="24"/>
        </w:rPr>
        <w:t>lepingu</w:t>
      </w:r>
      <w:r w:rsidRPr="00471A69">
        <w:rPr>
          <w:szCs w:val="24"/>
        </w:rPr>
        <w:t xml:space="preserve"> </w:t>
      </w:r>
      <w:r w:rsidR="00446705" w:rsidRPr="00471A69">
        <w:rPr>
          <w:szCs w:val="24"/>
        </w:rPr>
        <w:t>lisa</w:t>
      </w:r>
      <w:r w:rsidRPr="00471A69">
        <w:rPr>
          <w:szCs w:val="24"/>
        </w:rPr>
        <w:t>s nr 3 “</w:t>
      </w:r>
      <w:r w:rsidR="00D24A3E">
        <w:rPr>
          <w:szCs w:val="24"/>
        </w:rPr>
        <w:t>H</w:t>
      </w:r>
      <w:r w:rsidR="003D515B" w:rsidRPr="00471A69">
        <w:rPr>
          <w:szCs w:val="24"/>
        </w:rPr>
        <w:t>innakokkulepe</w:t>
      </w:r>
      <w:r w:rsidRPr="00471A69">
        <w:rPr>
          <w:szCs w:val="24"/>
        </w:rPr>
        <w:t xml:space="preserve">” iga </w:t>
      </w:r>
      <w:r w:rsidR="0008640C" w:rsidRPr="00471A69">
        <w:rPr>
          <w:szCs w:val="24"/>
        </w:rPr>
        <w:t>hinna</w:t>
      </w:r>
      <w:r w:rsidR="003D515B" w:rsidRPr="00471A69">
        <w:rPr>
          <w:szCs w:val="24"/>
        </w:rPr>
        <w:t>perioodi</w:t>
      </w:r>
      <w:r w:rsidRPr="00471A69">
        <w:rPr>
          <w:szCs w:val="24"/>
        </w:rPr>
        <w:t xml:space="preserve"> kohta.</w:t>
      </w:r>
      <w:r w:rsidR="00501E27">
        <w:rPr>
          <w:szCs w:val="24"/>
        </w:rPr>
        <w:t xml:space="preserve"> </w:t>
      </w:r>
      <w:r w:rsidR="00501E27" w:rsidRPr="009A6234">
        <w:rPr>
          <w:szCs w:val="24"/>
        </w:rPr>
        <w:t>Metsamaterjali hind lepitakse kokku ühe kuupmeetri kooreta metsamaterjali kohta</w:t>
      </w:r>
      <w:r w:rsidR="00501E27">
        <w:rPr>
          <w:szCs w:val="24"/>
        </w:rPr>
        <w:t>.</w:t>
      </w:r>
    </w:p>
    <w:p w14:paraId="4DF66159" w14:textId="77777777" w:rsidR="006E0604" w:rsidRPr="00471A69" w:rsidRDefault="006E0604" w:rsidP="006E7485">
      <w:pPr>
        <w:jc w:val="both"/>
        <w:rPr>
          <w:szCs w:val="24"/>
        </w:rPr>
      </w:pPr>
    </w:p>
    <w:p w14:paraId="00016BFA" w14:textId="52C5F1CA" w:rsidR="006E0604" w:rsidRPr="00471A69" w:rsidRDefault="006E0604" w:rsidP="00C124B7">
      <w:pPr>
        <w:jc w:val="both"/>
        <w:rPr>
          <w:szCs w:val="24"/>
        </w:rPr>
      </w:pPr>
      <w:r w:rsidRPr="00471A69">
        <w:rPr>
          <w:b/>
          <w:bCs/>
          <w:szCs w:val="24"/>
        </w:rPr>
        <w:t>7.2</w:t>
      </w:r>
      <w:r w:rsidRPr="00471A69">
        <w:rPr>
          <w:bCs/>
          <w:szCs w:val="24"/>
        </w:rPr>
        <w:t>.</w:t>
      </w:r>
      <w:r w:rsidRPr="00471A69">
        <w:rPr>
          <w:szCs w:val="24"/>
        </w:rPr>
        <w:tab/>
      </w:r>
      <w:r w:rsidR="00674200" w:rsidRPr="00471A69">
        <w:rPr>
          <w:szCs w:val="24"/>
        </w:rPr>
        <w:t>O</w:t>
      </w:r>
      <w:r w:rsidR="003D515B" w:rsidRPr="00471A69">
        <w:rPr>
          <w:szCs w:val="24"/>
        </w:rPr>
        <w:t>stja</w:t>
      </w:r>
      <w:r w:rsidRPr="00471A69">
        <w:rPr>
          <w:szCs w:val="24"/>
        </w:rPr>
        <w:t xml:space="preserve"> poolt vastu võetud kvaliteedinõuetele mittevastava </w:t>
      </w:r>
      <w:r w:rsidR="003D515B" w:rsidRPr="00471A69">
        <w:rPr>
          <w:szCs w:val="24"/>
        </w:rPr>
        <w:t>metsamaterjali</w:t>
      </w:r>
      <w:r w:rsidRPr="00471A69">
        <w:rPr>
          <w:szCs w:val="24"/>
        </w:rPr>
        <w:t xml:space="preserve"> eest maksab </w:t>
      </w:r>
      <w:r w:rsidR="003D515B" w:rsidRPr="00471A69">
        <w:rPr>
          <w:szCs w:val="24"/>
        </w:rPr>
        <w:t>ostja</w:t>
      </w:r>
      <w:r w:rsidRPr="00471A69">
        <w:rPr>
          <w:szCs w:val="24"/>
        </w:rPr>
        <w:t xml:space="preserve"> summa eurodes, mis </w:t>
      </w:r>
      <w:r w:rsidR="00C87E67" w:rsidRPr="00471A69">
        <w:rPr>
          <w:szCs w:val="24"/>
        </w:rPr>
        <w:t xml:space="preserve">lepitakse kokku </w:t>
      </w:r>
      <w:r w:rsidR="00AF3AD6" w:rsidRPr="00471A69">
        <w:rPr>
          <w:szCs w:val="24"/>
        </w:rPr>
        <w:t>poolte vahel</w:t>
      </w:r>
      <w:r w:rsidRPr="00471A69">
        <w:rPr>
          <w:szCs w:val="24"/>
        </w:rPr>
        <w:t xml:space="preserve"> </w:t>
      </w:r>
      <w:r w:rsidR="003D515B" w:rsidRPr="00471A69">
        <w:rPr>
          <w:szCs w:val="24"/>
        </w:rPr>
        <w:t>lepingu</w:t>
      </w:r>
      <w:r w:rsidRPr="00471A69">
        <w:rPr>
          <w:szCs w:val="24"/>
        </w:rPr>
        <w:t xml:space="preserve"> </w:t>
      </w:r>
      <w:r w:rsidR="00446705" w:rsidRPr="00471A69">
        <w:rPr>
          <w:szCs w:val="24"/>
        </w:rPr>
        <w:t>lisa</w:t>
      </w:r>
      <w:r w:rsidRPr="00471A69">
        <w:rPr>
          <w:szCs w:val="24"/>
        </w:rPr>
        <w:t>s nr 3 “</w:t>
      </w:r>
      <w:r w:rsidR="00D24A3E">
        <w:rPr>
          <w:szCs w:val="24"/>
        </w:rPr>
        <w:t>H</w:t>
      </w:r>
      <w:r w:rsidR="003D515B" w:rsidRPr="00471A69">
        <w:rPr>
          <w:szCs w:val="24"/>
        </w:rPr>
        <w:t>innakokkulepe</w:t>
      </w:r>
      <w:r w:rsidRPr="00471A69">
        <w:rPr>
          <w:szCs w:val="24"/>
        </w:rPr>
        <w:t xml:space="preserve">” iga </w:t>
      </w:r>
      <w:r w:rsidR="0008640C" w:rsidRPr="00471A69">
        <w:rPr>
          <w:szCs w:val="24"/>
        </w:rPr>
        <w:t>hinna</w:t>
      </w:r>
      <w:r w:rsidR="003D515B" w:rsidRPr="00471A69">
        <w:rPr>
          <w:szCs w:val="24"/>
        </w:rPr>
        <w:t>perioodi</w:t>
      </w:r>
      <w:r w:rsidRPr="00471A69">
        <w:rPr>
          <w:szCs w:val="24"/>
        </w:rPr>
        <w:t xml:space="preserve"> kohta. </w:t>
      </w:r>
    </w:p>
    <w:p w14:paraId="519804BA" w14:textId="77777777" w:rsidR="006E0604" w:rsidRPr="00471A69" w:rsidRDefault="006E0604" w:rsidP="006E7485">
      <w:pPr>
        <w:jc w:val="both"/>
        <w:rPr>
          <w:szCs w:val="24"/>
        </w:rPr>
      </w:pPr>
    </w:p>
    <w:p w14:paraId="4FFA222C" w14:textId="02A7FE59" w:rsidR="006E0604" w:rsidRPr="00471A69" w:rsidRDefault="006E0604" w:rsidP="009A4F57">
      <w:pPr>
        <w:jc w:val="both"/>
        <w:rPr>
          <w:szCs w:val="24"/>
        </w:rPr>
      </w:pPr>
      <w:r w:rsidRPr="00471A69">
        <w:rPr>
          <w:b/>
          <w:szCs w:val="24"/>
        </w:rPr>
        <w:t>7.3.</w:t>
      </w:r>
      <w:r w:rsidRPr="00471A69">
        <w:rPr>
          <w:szCs w:val="24"/>
        </w:rPr>
        <w:tab/>
      </w:r>
      <w:r w:rsidR="00360F70" w:rsidRPr="009811BE">
        <w:rPr>
          <w:szCs w:val="24"/>
        </w:rPr>
        <w:t>Tarneperioodi koguse kaalumisel kasutatakse juhendist lähtuvaid ostutingimuste hindamiskriteeriume,</w:t>
      </w:r>
      <w:r w:rsidR="00360F70">
        <w:rPr>
          <w:szCs w:val="24"/>
        </w:rPr>
        <w:t xml:space="preserve"> mille h</w:t>
      </w:r>
      <w:r w:rsidR="00360F70" w:rsidRPr="00DA56B1">
        <w:rPr>
          <w:szCs w:val="24"/>
        </w:rPr>
        <w:t>innapunkti väärtus ja ostja hinnapunktide summa sätestatakse poolte vahel lepingu lisas nr 3 “</w:t>
      </w:r>
      <w:r w:rsidR="007014E9">
        <w:rPr>
          <w:szCs w:val="24"/>
        </w:rPr>
        <w:t>H</w:t>
      </w:r>
      <w:r w:rsidR="00360F70" w:rsidRPr="00DA56B1">
        <w:rPr>
          <w:szCs w:val="24"/>
        </w:rPr>
        <w:t>innakokkulepe” iga hinnaperioodi kohta</w:t>
      </w:r>
      <w:r w:rsidR="00F549EB" w:rsidRPr="00471A69">
        <w:rPr>
          <w:szCs w:val="24"/>
        </w:rPr>
        <w:t xml:space="preserve">. </w:t>
      </w:r>
      <w:r w:rsidR="00F3749A">
        <w:rPr>
          <w:szCs w:val="24"/>
        </w:rPr>
        <w:t>,</w:t>
      </w:r>
    </w:p>
    <w:p w14:paraId="49FDC814" w14:textId="77777777" w:rsidR="006E0604" w:rsidRPr="00471A69" w:rsidRDefault="006E0604" w:rsidP="006E7485">
      <w:pPr>
        <w:jc w:val="both"/>
        <w:rPr>
          <w:szCs w:val="24"/>
        </w:rPr>
      </w:pPr>
    </w:p>
    <w:p w14:paraId="27F175CB" w14:textId="391EA30A" w:rsidR="006E0604" w:rsidRPr="00471A69" w:rsidRDefault="006E0604" w:rsidP="00B92CDD">
      <w:pPr>
        <w:rPr>
          <w:b/>
          <w:szCs w:val="24"/>
        </w:rPr>
      </w:pPr>
      <w:r w:rsidRPr="00471A69">
        <w:rPr>
          <w:b/>
          <w:szCs w:val="24"/>
        </w:rPr>
        <w:t>8</w:t>
      </w:r>
      <w:r w:rsidR="00C87E67" w:rsidRPr="00471A69">
        <w:rPr>
          <w:b/>
          <w:szCs w:val="24"/>
        </w:rPr>
        <w:t>. Arvelduste kord, maksetähtaeg ja k</w:t>
      </w:r>
      <w:r w:rsidRPr="00471A69">
        <w:rPr>
          <w:b/>
          <w:szCs w:val="24"/>
        </w:rPr>
        <w:t>rediidilimiit</w:t>
      </w:r>
    </w:p>
    <w:p w14:paraId="7540AE01" w14:textId="07D46AA6" w:rsidR="006E0604" w:rsidRPr="00471A69" w:rsidRDefault="006E0604" w:rsidP="00B92CDD">
      <w:pPr>
        <w:rPr>
          <w:bCs/>
          <w:szCs w:val="24"/>
        </w:rPr>
      </w:pPr>
      <w:r w:rsidRPr="00471A69">
        <w:rPr>
          <w:b/>
          <w:bCs/>
          <w:szCs w:val="24"/>
        </w:rPr>
        <w:t>8.1.</w:t>
      </w:r>
      <w:r w:rsidRPr="00471A69">
        <w:rPr>
          <w:bCs/>
          <w:szCs w:val="24"/>
        </w:rPr>
        <w:tab/>
      </w:r>
      <w:r w:rsidR="00674200" w:rsidRPr="00471A69">
        <w:rPr>
          <w:bCs/>
          <w:szCs w:val="24"/>
        </w:rPr>
        <w:t>M</w:t>
      </w:r>
      <w:r w:rsidR="003D515B" w:rsidRPr="00471A69">
        <w:rPr>
          <w:bCs/>
          <w:szCs w:val="24"/>
        </w:rPr>
        <w:t>etsamaterjali</w:t>
      </w:r>
      <w:r w:rsidRPr="00471A69">
        <w:rPr>
          <w:bCs/>
          <w:szCs w:val="24"/>
        </w:rPr>
        <w:t xml:space="preserve"> müügilepinguga seonduvad arveldused tehakse </w:t>
      </w:r>
      <w:r w:rsidR="003D515B" w:rsidRPr="00471A69">
        <w:rPr>
          <w:bCs/>
          <w:szCs w:val="24"/>
        </w:rPr>
        <w:t>tüüptingimuste</w:t>
      </w:r>
      <w:r w:rsidRPr="00471A69">
        <w:rPr>
          <w:bCs/>
          <w:szCs w:val="24"/>
        </w:rPr>
        <w:t xml:space="preserve"> punktis 5 sätestatud tingimustel.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4819"/>
      </w:tblGrid>
      <w:tr w:rsidR="006E0604" w:rsidRPr="00471A69" w14:paraId="4FB0DCF7" w14:textId="77777777" w:rsidTr="00FB41E2">
        <w:tc>
          <w:tcPr>
            <w:tcW w:w="4962" w:type="dxa"/>
          </w:tcPr>
          <w:p w14:paraId="4D606495" w14:textId="77777777" w:rsidR="006E0604" w:rsidRPr="00471A69" w:rsidRDefault="006E0604" w:rsidP="00FB17DB">
            <w:pPr>
              <w:rPr>
                <w:szCs w:val="24"/>
              </w:rPr>
            </w:pPr>
            <w:r w:rsidRPr="00471A69">
              <w:rPr>
                <w:b/>
                <w:bCs/>
                <w:szCs w:val="24"/>
              </w:rPr>
              <w:t xml:space="preserve">8.2. </w:t>
            </w:r>
            <w:r w:rsidRPr="005A66FC">
              <w:rPr>
                <w:bCs/>
                <w:szCs w:val="24"/>
              </w:rPr>
              <w:t>Maksetähtaeg</w:t>
            </w:r>
            <w:r w:rsidRPr="00471A69">
              <w:rPr>
                <w:b/>
                <w:bCs/>
                <w:szCs w:val="24"/>
              </w:rPr>
              <w:t xml:space="preserve"> </w:t>
            </w:r>
          </w:p>
          <w:p w14:paraId="05FF8AAA" w14:textId="77777777" w:rsidR="006E0604" w:rsidRPr="00471A69" w:rsidRDefault="006E0604" w:rsidP="00FB17DB">
            <w:pPr>
              <w:rPr>
                <w:szCs w:val="24"/>
              </w:rPr>
            </w:pPr>
            <w:r w:rsidRPr="00471A69">
              <w:rPr>
                <w:szCs w:val="24"/>
              </w:rPr>
              <w:t>(</w:t>
            </w:r>
            <w:r w:rsidR="003D515B" w:rsidRPr="00471A69">
              <w:rPr>
                <w:szCs w:val="24"/>
              </w:rPr>
              <w:t>tüüptingimuste</w:t>
            </w:r>
            <w:r w:rsidRPr="00471A69">
              <w:rPr>
                <w:szCs w:val="24"/>
              </w:rPr>
              <w:t xml:space="preserve"> art. 5)</w:t>
            </w:r>
          </w:p>
        </w:tc>
        <w:tc>
          <w:tcPr>
            <w:tcW w:w="4819" w:type="dxa"/>
          </w:tcPr>
          <w:p w14:paraId="377749C4" w14:textId="02169B24" w:rsidR="006E0604" w:rsidRPr="00471A69" w:rsidRDefault="006E0604" w:rsidP="00FB17DB">
            <w:pPr>
              <w:rPr>
                <w:szCs w:val="24"/>
              </w:rPr>
            </w:pPr>
            <w:r w:rsidRPr="00471A69">
              <w:rPr>
                <w:b/>
                <w:bCs/>
                <w:szCs w:val="24"/>
              </w:rPr>
              <w:t xml:space="preserve">8.3. </w:t>
            </w:r>
            <w:r w:rsidRPr="005A66FC">
              <w:rPr>
                <w:bCs/>
                <w:szCs w:val="24"/>
              </w:rPr>
              <w:t>Krediidilimiit</w:t>
            </w:r>
          </w:p>
          <w:p w14:paraId="7655ABE8" w14:textId="14913B6B" w:rsidR="006E0604" w:rsidRPr="00471A69" w:rsidRDefault="006E0604" w:rsidP="006D0942">
            <w:pPr>
              <w:rPr>
                <w:szCs w:val="24"/>
              </w:rPr>
            </w:pPr>
          </w:p>
        </w:tc>
      </w:tr>
      <w:tr w:rsidR="00471A69" w:rsidRPr="00471A69" w14:paraId="469F4B62" w14:textId="77777777" w:rsidTr="00FB41E2">
        <w:tc>
          <w:tcPr>
            <w:tcW w:w="4962" w:type="dxa"/>
          </w:tcPr>
          <w:p w14:paraId="4F19C8F8" w14:textId="497B90CB" w:rsidR="00471A69" w:rsidRPr="00471A69" w:rsidRDefault="00BF69FB" w:rsidP="00471A69">
            <w:pPr>
              <w:rPr>
                <w:szCs w:val="24"/>
              </w:rPr>
            </w:pPr>
            <w:r w:rsidRPr="00BF69FB">
              <w:rPr>
                <w:szCs w:val="24"/>
              </w:rPr>
              <w:t>30 (kolmkümmend) Päeva</w:t>
            </w:r>
          </w:p>
        </w:tc>
        <w:tc>
          <w:tcPr>
            <w:tcW w:w="4819" w:type="dxa"/>
          </w:tcPr>
          <w:p w14:paraId="2B3FB8BF" w14:textId="480060E3" w:rsidR="00471A69" w:rsidRPr="00471A69" w:rsidRDefault="009233DD" w:rsidP="00471A69">
            <w:pPr>
              <w:rPr>
                <w:szCs w:val="24"/>
              </w:rPr>
            </w:pPr>
            <w:r w:rsidRPr="009233DD">
              <w:rPr>
                <w:szCs w:val="24"/>
              </w:rPr>
              <w:t>Maksetähtajale vastava metsamaterjali koguse maksumus koos käibemaksuga, millele on lisatud 0,5 kordne ühe kuu metsamaterjali koguse maksumus koos käibemaksuga</w:t>
            </w:r>
          </w:p>
        </w:tc>
      </w:tr>
    </w:tbl>
    <w:p w14:paraId="410A0F09" w14:textId="77777777" w:rsidR="00E4352A" w:rsidRPr="00471A69" w:rsidRDefault="00E4352A" w:rsidP="00B92CDD">
      <w:pPr>
        <w:rPr>
          <w:szCs w:val="24"/>
        </w:rPr>
      </w:pPr>
    </w:p>
    <w:p w14:paraId="0AB4E1F2" w14:textId="10DBA65A" w:rsidR="006E0604" w:rsidRPr="00471A69" w:rsidRDefault="006E0604" w:rsidP="00B92CDD">
      <w:pPr>
        <w:rPr>
          <w:szCs w:val="24"/>
        </w:rPr>
      </w:pPr>
      <w:r w:rsidRPr="00471A69">
        <w:rPr>
          <w:b/>
          <w:szCs w:val="24"/>
        </w:rPr>
        <w:lastRenderedPageBreak/>
        <w:t>8.4.</w:t>
      </w:r>
      <w:r w:rsidRPr="00471A69">
        <w:rPr>
          <w:b/>
          <w:szCs w:val="24"/>
        </w:rPr>
        <w:tab/>
      </w:r>
      <w:r w:rsidR="00674200" w:rsidRPr="00471A69">
        <w:rPr>
          <w:szCs w:val="24"/>
        </w:rPr>
        <w:t>M</w:t>
      </w:r>
      <w:r w:rsidR="003D515B" w:rsidRPr="00471A69">
        <w:rPr>
          <w:szCs w:val="24"/>
        </w:rPr>
        <w:t>üüja</w:t>
      </w:r>
      <w:r w:rsidRPr="00471A69">
        <w:rPr>
          <w:szCs w:val="24"/>
        </w:rPr>
        <w:t xml:space="preserve"> esitab arved </w:t>
      </w:r>
      <w:r w:rsidR="003D515B" w:rsidRPr="00471A69">
        <w:rPr>
          <w:szCs w:val="24"/>
        </w:rPr>
        <w:t>metsamaterjali</w:t>
      </w:r>
      <w:r w:rsidRPr="00471A69">
        <w:rPr>
          <w:szCs w:val="24"/>
        </w:rPr>
        <w:t xml:space="preserve"> eest elektrooniliselt e-postiga aadressile: </w:t>
      </w:r>
      <w:r w:rsidR="006C5BDD" w:rsidRPr="006C5BDD">
        <w:t>FFA3023@arved.ee</w:t>
      </w:r>
      <w:r w:rsidR="006C5BDD">
        <w:t>.</w:t>
      </w:r>
      <w:r w:rsidR="00C50541">
        <w:t xml:space="preserve">  </w:t>
      </w:r>
    </w:p>
    <w:p w14:paraId="584CB1EA" w14:textId="77777777" w:rsidR="006E0604" w:rsidRPr="00471A69" w:rsidRDefault="00674200" w:rsidP="00B92CDD">
      <w:pPr>
        <w:rPr>
          <w:szCs w:val="24"/>
        </w:rPr>
      </w:pPr>
      <w:r w:rsidRPr="00471A69">
        <w:rPr>
          <w:szCs w:val="24"/>
        </w:rPr>
        <w:t>Arved esitatakse m</w:t>
      </w:r>
      <w:r w:rsidR="00500AE0" w:rsidRPr="00471A69">
        <w:rPr>
          <w:szCs w:val="24"/>
        </w:rPr>
        <w:t>õõtmisraportite alusel hiljemalt üks kord nädalas.</w:t>
      </w:r>
    </w:p>
    <w:p w14:paraId="296D5EEE" w14:textId="77777777" w:rsidR="00C43A0E" w:rsidRPr="00683F6D" w:rsidRDefault="00C43A0E" w:rsidP="00C43A0E">
      <w:pPr>
        <w:jc w:val="both"/>
        <w:rPr>
          <w:b/>
          <w:szCs w:val="24"/>
        </w:rPr>
      </w:pPr>
    </w:p>
    <w:p w14:paraId="63DF9864" w14:textId="77777777" w:rsidR="006E0604" w:rsidRPr="00683F6D" w:rsidRDefault="006E0604" w:rsidP="00B92CDD">
      <w:pPr>
        <w:rPr>
          <w:b/>
          <w:szCs w:val="24"/>
        </w:rPr>
      </w:pPr>
      <w:r w:rsidRPr="00683F6D">
        <w:rPr>
          <w:b/>
          <w:szCs w:val="24"/>
        </w:rPr>
        <w:t xml:space="preserve">9. </w:t>
      </w:r>
      <w:r w:rsidR="00674200" w:rsidRPr="00683F6D">
        <w:rPr>
          <w:b/>
          <w:szCs w:val="24"/>
        </w:rPr>
        <w:t>L</w:t>
      </w:r>
      <w:r w:rsidR="003D515B" w:rsidRPr="00683F6D">
        <w:rPr>
          <w:b/>
          <w:szCs w:val="24"/>
        </w:rPr>
        <w:t>epingu</w:t>
      </w:r>
      <w:r w:rsidRPr="00683F6D">
        <w:rPr>
          <w:b/>
          <w:szCs w:val="24"/>
        </w:rPr>
        <w:t xml:space="preserve"> kehtivus</w:t>
      </w:r>
    </w:p>
    <w:p w14:paraId="13E61C8E" w14:textId="5299161A" w:rsidR="006E0604" w:rsidRDefault="006E0604" w:rsidP="00B92CDD">
      <w:pPr>
        <w:rPr>
          <w:szCs w:val="24"/>
        </w:rPr>
      </w:pPr>
      <w:r w:rsidRPr="00683F6D">
        <w:rPr>
          <w:b/>
          <w:szCs w:val="24"/>
        </w:rPr>
        <w:t>9.1.</w:t>
      </w:r>
      <w:r w:rsidRPr="00683F6D">
        <w:rPr>
          <w:szCs w:val="24"/>
        </w:rPr>
        <w:tab/>
      </w:r>
      <w:r w:rsidR="00706ABE">
        <w:rPr>
          <w:szCs w:val="24"/>
        </w:rPr>
        <w:t>L</w:t>
      </w:r>
      <w:r w:rsidRPr="00683F6D">
        <w:rPr>
          <w:szCs w:val="24"/>
        </w:rPr>
        <w:t>eping jõustub selle allakirjutamisel</w:t>
      </w:r>
      <w:r w:rsidR="00FB492C" w:rsidRPr="00FB492C">
        <w:t xml:space="preserve"> </w:t>
      </w:r>
      <w:r w:rsidR="00FB492C" w:rsidRPr="00FB492C">
        <w:rPr>
          <w:szCs w:val="24"/>
        </w:rPr>
        <w:t>ja kehtib kuni lepinguliste kohustuste täitmiseni mõlema poole poolt</w:t>
      </w:r>
      <w:r w:rsidR="001B77CD">
        <w:rPr>
          <w:szCs w:val="24"/>
        </w:rPr>
        <w:t>.</w:t>
      </w:r>
    </w:p>
    <w:p w14:paraId="7D0CF160" w14:textId="77777777" w:rsidR="00076EDA" w:rsidRDefault="00076EDA" w:rsidP="00B92CDD">
      <w:pPr>
        <w:rPr>
          <w:szCs w:val="24"/>
        </w:rPr>
      </w:pPr>
    </w:p>
    <w:p w14:paraId="7979FAD6" w14:textId="1567977A" w:rsidR="00E376A7" w:rsidRPr="00A31D04" w:rsidRDefault="00E376A7" w:rsidP="00B92CDD">
      <w:pPr>
        <w:rPr>
          <w:szCs w:val="24"/>
        </w:rPr>
      </w:pPr>
      <w:r w:rsidRPr="00A31D04">
        <w:rPr>
          <w:b/>
          <w:bCs/>
          <w:szCs w:val="24"/>
        </w:rPr>
        <w:t>9.2.</w:t>
      </w:r>
      <w:r w:rsidRPr="00A31D04">
        <w:rPr>
          <w:szCs w:val="24"/>
        </w:rPr>
        <w:tab/>
        <w:t>Lepingu kehtivuse periood</w:t>
      </w:r>
      <w:r w:rsidR="00B96306" w:rsidRPr="00A31D04">
        <w:rPr>
          <w:szCs w:val="24"/>
        </w:rPr>
        <w:t xml:space="preserve"> on </w:t>
      </w:r>
      <w:r w:rsidR="00EC002A" w:rsidRPr="00A31D04">
        <w:rPr>
          <w:szCs w:val="24"/>
        </w:rPr>
        <w:t>01.01.2023 – 31.12.202</w:t>
      </w:r>
      <w:r w:rsidR="002524DC" w:rsidRPr="00A31D04">
        <w:rPr>
          <w:szCs w:val="24"/>
        </w:rPr>
        <w:t>7</w:t>
      </w:r>
      <w:r w:rsidR="00EC002A" w:rsidRPr="00A31D04">
        <w:rPr>
          <w:szCs w:val="24"/>
        </w:rPr>
        <w:t>.</w:t>
      </w:r>
    </w:p>
    <w:p w14:paraId="4D720758" w14:textId="77777777" w:rsidR="00F55386" w:rsidRPr="00471A69" w:rsidRDefault="00F55386">
      <w:pPr>
        <w:jc w:val="both"/>
        <w:rPr>
          <w:szCs w:val="24"/>
        </w:rPr>
      </w:pPr>
    </w:p>
    <w:p w14:paraId="0BE91E9B" w14:textId="77777777" w:rsidR="006E0604" w:rsidRPr="00683F6D" w:rsidRDefault="006E0604">
      <w:pPr>
        <w:jc w:val="both"/>
        <w:rPr>
          <w:b/>
          <w:szCs w:val="24"/>
        </w:rPr>
      </w:pPr>
      <w:r w:rsidRPr="00471A69">
        <w:rPr>
          <w:b/>
          <w:szCs w:val="24"/>
        </w:rPr>
        <w:t xml:space="preserve">10. </w:t>
      </w:r>
      <w:r w:rsidR="00674200" w:rsidRPr="00683F6D">
        <w:rPr>
          <w:b/>
          <w:szCs w:val="24"/>
        </w:rPr>
        <w:t>P</w:t>
      </w:r>
      <w:r w:rsidR="003D515B" w:rsidRPr="00683F6D">
        <w:rPr>
          <w:b/>
          <w:szCs w:val="24"/>
        </w:rPr>
        <w:t>oolte</w:t>
      </w:r>
      <w:r w:rsidRPr="00683F6D">
        <w:rPr>
          <w:b/>
          <w:szCs w:val="24"/>
        </w:rPr>
        <w:t xml:space="preserve"> kontaktisikud ja -aadressid</w:t>
      </w:r>
    </w:p>
    <w:p w14:paraId="4A1329C9" w14:textId="3A5C924E" w:rsidR="001D5F9D" w:rsidRPr="00683F6D" w:rsidRDefault="001D5F9D" w:rsidP="001D5F9D">
      <w:pPr>
        <w:shd w:val="clear" w:color="auto" w:fill="FFFFFF" w:themeFill="background1"/>
        <w:rPr>
          <w:bCs/>
          <w:szCs w:val="24"/>
        </w:rPr>
      </w:pPr>
      <w:r w:rsidRPr="00683F6D">
        <w:rPr>
          <w:b/>
          <w:szCs w:val="24"/>
        </w:rPr>
        <w:t>10.1.</w:t>
      </w:r>
      <w:r w:rsidR="000B3C7F">
        <w:rPr>
          <w:szCs w:val="24"/>
        </w:rPr>
        <w:tab/>
      </w:r>
      <w:r w:rsidRPr="00683F6D">
        <w:rPr>
          <w:bCs/>
          <w:szCs w:val="24"/>
        </w:rPr>
        <w:t>Müüja poolne mõõtmisraportite vastuvõtja ja üleandmise-vastuvõtmise vormistaja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9"/>
        <w:gridCol w:w="3564"/>
        <w:gridCol w:w="4018"/>
      </w:tblGrid>
      <w:tr w:rsidR="00923C7A" w:rsidRPr="00683F6D" w14:paraId="07BA9199" w14:textId="77777777" w:rsidTr="000339AD">
        <w:tc>
          <w:tcPr>
            <w:tcW w:w="1175" w:type="pct"/>
            <w:shd w:val="clear" w:color="auto" w:fill="auto"/>
          </w:tcPr>
          <w:p w14:paraId="5C36DA43" w14:textId="77777777" w:rsidR="00923C7A" w:rsidRPr="00683F6D" w:rsidRDefault="00923C7A" w:rsidP="00002ED5">
            <w:pPr>
              <w:shd w:val="clear" w:color="auto" w:fill="FFFFFF" w:themeFill="background1"/>
              <w:jc w:val="both"/>
              <w:rPr>
                <w:szCs w:val="24"/>
              </w:rPr>
            </w:pPr>
            <w:r w:rsidRPr="00683F6D">
              <w:rPr>
                <w:szCs w:val="24"/>
              </w:rPr>
              <w:t>Nimi</w:t>
            </w:r>
          </w:p>
        </w:tc>
        <w:tc>
          <w:tcPr>
            <w:tcW w:w="1798" w:type="pct"/>
            <w:shd w:val="clear" w:color="auto" w:fill="auto"/>
          </w:tcPr>
          <w:p w14:paraId="64A44FDB" w14:textId="77777777" w:rsidR="00923C7A" w:rsidRPr="00683F6D" w:rsidRDefault="00923C7A" w:rsidP="00002ED5">
            <w:pPr>
              <w:shd w:val="clear" w:color="auto" w:fill="FFFFFF" w:themeFill="background1"/>
              <w:jc w:val="both"/>
              <w:rPr>
                <w:szCs w:val="24"/>
              </w:rPr>
            </w:pPr>
            <w:r w:rsidRPr="00683F6D">
              <w:rPr>
                <w:szCs w:val="24"/>
              </w:rPr>
              <w:t>Telefon</w:t>
            </w:r>
          </w:p>
        </w:tc>
        <w:tc>
          <w:tcPr>
            <w:tcW w:w="2027" w:type="pct"/>
            <w:shd w:val="clear" w:color="auto" w:fill="auto"/>
          </w:tcPr>
          <w:p w14:paraId="0E98672B" w14:textId="77777777" w:rsidR="00923C7A" w:rsidRPr="00683F6D" w:rsidRDefault="00923C7A" w:rsidP="00002ED5">
            <w:pPr>
              <w:shd w:val="clear" w:color="auto" w:fill="FFFFFF" w:themeFill="background1"/>
              <w:jc w:val="both"/>
              <w:rPr>
                <w:szCs w:val="24"/>
              </w:rPr>
            </w:pPr>
            <w:r w:rsidRPr="00683F6D">
              <w:rPr>
                <w:szCs w:val="24"/>
              </w:rPr>
              <w:t>e-post</w:t>
            </w:r>
          </w:p>
        </w:tc>
      </w:tr>
      <w:tr w:rsidR="00C50541" w:rsidRPr="00683F6D" w14:paraId="78E0F25A" w14:textId="77777777" w:rsidTr="000339AD">
        <w:tc>
          <w:tcPr>
            <w:tcW w:w="1175" w:type="pct"/>
            <w:shd w:val="clear" w:color="auto" w:fill="auto"/>
          </w:tcPr>
          <w:p w14:paraId="1B705E2B" w14:textId="1D476417" w:rsidR="00C50541" w:rsidRPr="00683F6D" w:rsidRDefault="00C50541" w:rsidP="00C50541">
            <w:pPr>
              <w:shd w:val="clear" w:color="auto" w:fill="FFFFFF" w:themeFill="background1"/>
              <w:jc w:val="both"/>
              <w:rPr>
                <w:szCs w:val="24"/>
              </w:rPr>
            </w:pPr>
            <w:r w:rsidRPr="004075F6">
              <w:t>Katrin Võlli</w:t>
            </w:r>
          </w:p>
        </w:tc>
        <w:tc>
          <w:tcPr>
            <w:tcW w:w="1798" w:type="pct"/>
            <w:shd w:val="clear" w:color="auto" w:fill="auto"/>
          </w:tcPr>
          <w:p w14:paraId="6FF6D824" w14:textId="2868D881" w:rsidR="00C50541" w:rsidRPr="00683F6D" w:rsidRDefault="00C50541" w:rsidP="00C50541">
            <w:pPr>
              <w:shd w:val="clear" w:color="auto" w:fill="FFFFFF" w:themeFill="background1"/>
              <w:jc w:val="both"/>
              <w:rPr>
                <w:szCs w:val="24"/>
              </w:rPr>
            </w:pPr>
            <w:r w:rsidRPr="004075F6">
              <w:t>5123633</w:t>
            </w:r>
          </w:p>
        </w:tc>
        <w:tc>
          <w:tcPr>
            <w:tcW w:w="2027" w:type="pct"/>
            <w:shd w:val="clear" w:color="auto" w:fill="auto"/>
          </w:tcPr>
          <w:p w14:paraId="6BCED57C" w14:textId="01C76EFF" w:rsidR="00C50541" w:rsidRPr="00683F6D" w:rsidRDefault="00C50541" w:rsidP="00C50541">
            <w:pPr>
              <w:shd w:val="clear" w:color="auto" w:fill="FFFFFF" w:themeFill="background1"/>
              <w:jc w:val="both"/>
              <w:rPr>
                <w:color w:val="0000FF"/>
                <w:szCs w:val="24"/>
              </w:rPr>
            </w:pPr>
            <w:r w:rsidRPr="004075F6">
              <w:t xml:space="preserve">katrin.volli@rmk.ee </w:t>
            </w:r>
          </w:p>
        </w:tc>
      </w:tr>
    </w:tbl>
    <w:p w14:paraId="68BE4DB8" w14:textId="2F5CDABF" w:rsidR="001D5F9D" w:rsidRPr="00683F6D" w:rsidRDefault="001D5F9D" w:rsidP="001D5F9D">
      <w:pPr>
        <w:shd w:val="clear" w:color="auto" w:fill="FFFFFF" w:themeFill="background1"/>
        <w:rPr>
          <w:szCs w:val="24"/>
        </w:rPr>
      </w:pPr>
      <w:r w:rsidRPr="00683F6D">
        <w:rPr>
          <w:b/>
          <w:bCs/>
          <w:szCs w:val="24"/>
        </w:rPr>
        <w:t>10.2.</w:t>
      </w:r>
      <w:r w:rsidR="000B3C7F">
        <w:rPr>
          <w:b/>
          <w:bCs/>
          <w:szCs w:val="24"/>
        </w:rPr>
        <w:tab/>
      </w:r>
      <w:r w:rsidRPr="00683F6D">
        <w:rPr>
          <w:szCs w:val="24"/>
        </w:rPr>
        <w:t>Ostja</w:t>
      </w:r>
      <w:r w:rsidRPr="00683F6D">
        <w:rPr>
          <w:bCs/>
          <w:szCs w:val="24"/>
        </w:rPr>
        <w:t xml:space="preserve"> poolne metsamaterjali vastuvõtmise korraldaja</w:t>
      </w:r>
      <w:r w:rsidRPr="00683F6D">
        <w:rPr>
          <w:szCs w:val="24"/>
        </w:rPr>
        <w:t xml:space="preserve"> ja mõõtmisraportite edastaja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7"/>
        <w:gridCol w:w="3772"/>
        <w:gridCol w:w="3962"/>
      </w:tblGrid>
      <w:tr w:rsidR="00923C7A" w:rsidRPr="00683F6D" w14:paraId="7FEF26BC" w14:textId="77777777" w:rsidTr="000339AD">
        <w:tc>
          <w:tcPr>
            <w:tcW w:w="1098" w:type="pct"/>
            <w:shd w:val="clear" w:color="auto" w:fill="auto"/>
          </w:tcPr>
          <w:p w14:paraId="67B882C1" w14:textId="77777777" w:rsidR="00923C7A" w:rsidRPr="00683F6D" w:rsidRDefault="00923C7A" w:rsidP="00002ED5">
            <w:pPr>
              <w:shd w:val="clear" w:color="auto" w:fill="FFFFFF" w:themeFill="background1"/>
              <w:jc w:val="both"/>
              <w:rPr>
                <w:szCs w:val="24"/>
              </w:rPr>
            </w:pPr>
            <w:r w:rsidRPr="00683F6D">
              <w:rPr>
                <w:szCs w:val="24"/>
              </w:rPr>
              <w:t>Nimi</w:t>
            </w:r>
          </w:p>
        </w:tc>
        <w:tc>
          <w:tcPr>
            <w:tcW w:w="1903" w:type="pct"/>
            <w:shd w:val="clear" w:color="auto" w:fill="auto"/>
          </w:tcPr>
          <w:p w14:paraId="53F813DA" w14:textId="77777777" w:rsidR="00923C7A" w:rsidRPr="00683F6D" w:rsidRDefault="00923C7A" w:rsidP="00002ED5">
            <w:pPr>
              <w:shd w:val="clear" w:color="auto" w:fill="FFFFFF" w:themeFill="background1"/>
              <w:jc w:val="both"/>
              <w:rPr>
                <w:szCs w:val="24"/>
              </w:rPr>
            </w:pPr>
            <w:r w:rsidRPr="00683F6D">
              <w:rPr>
                <w:szCs w:val="24"/>
              </w:rPr>
              <w:t>Telefon</w:t>
            </w:r>
          </w:p>
        </w:tc>
        <w:tc>
          <w:tcPr>
            <w:tcW w:w="1999" w:type="pct"/>
            <w:shd w:val="clear" w:color="auto" w:fill="auto"/>
          </w:tcPr>
          <w:p w14:paraId="6F1E7EB0" w14:textId="77777777" w:rsidR="00923C7A" w:rsidRPr="00683F6D" w:rsidRDefault="00923C7A" w:rsidP="00002ED5">
            <w:pPr>
              <w:shd w:val="clear" w:color="auto" w:fill="FFFFFF" w:themeFill="background1"/>
              <w:jc w:val="both"/>
              <w:rPr>
                <w:szCs w:val="24"/>
              </w:rPr>
            </w:pPr>
            <w:r w:rsidRPr="00683F6D">
              <w:rPr>
                <w:szCs w:val="24"/>
              </w:rPr>
              <w:t>e-post</w:t>
            </w:r>
          </w:p>
        </w:tc>
      </w:tr>
      <w:tr w:rsidR="00923C7A" w:rsidRPr="00683F6D" w14:paraId="4B61B2E6" w14:textId="77777777" w:rsidTr="000339AD">
        <w:tc>
          <w:tcPr>
            <w:tcW w:w="1098" w:type="pct"/>
            <w:shd w:val="clear" w:color="auto" w:fill="auto"/>
          </w:tcPr>
          <w:p w14:paraId="14AE03CB" w14:textId="6C77996D" w:rsidR="00923C7A" w:rsidRPr="00683F6D" w:rsidRDefault="00C03B12" w:rsidP="00923C7A">
            <w:pPr>
              <w:shd w:val="clear" w:color="auto" w:fill="FFFFFF" w:themeFill="background1"/>
              <w:jc w:val="both"/>
              <w:rPr>
                <w:szCs w:val="24"/>
              </w:rPr>
            </w:pPr>
            <w:r>
              <w:rPr>
                <w:szCs w:val="24"/>
              </w:rPr>
              <w:t>Mati Laur</w:t>
            </w:r>
          </w:p>
        </w:tc>
        <w:tc>
          <w:tcPr>
            <w:tcW w:w="1903" w:type="pct"/>
            <w:shd w:val="clear" w:color="auto" w:fill="auto"/>
          </w:tcPr>
          <w:p w14:paraId="53FCE5B0" w14:textId="2F5653DD" w:rsidR="00923C7A" w:rsidRPr="00683F6D" w:rsidRDefault="00C03B12" w:rsidP="00923C7A">
            <w:pPr>
              <w:shd w:val="clear" w:color="auto" w:fill="FFFFFF" w:themeFill="background1"/>
              <w:jc w:val="both"/>
              <w:rPr>
                <w:szCs w:val="24"/>
              </w:rPr>
            </w:pPr>
            <w:r>
              <w:rPr>
                <w:szCs w:val="24"/>
              </w:rPr>
              <w:t>5156129</w:t>
            </w:r>
          </w:p>
        </w:tc>
        <w:tc>
          <w:tcPr>
            <w:tcW w:w="1999" w:type="pct"/>
            <w:shd w:val="clear" w:color="auto" w:fill="auto"/>
          </w:tcPr>
          <w:p w14:paraId="28046349" w14:textId="50E68331" w:rsidR="00923C7A" w:rsidRPr="00683F6D" w:rsidRDefault="00C03B12" w:rsidP="00923C7A">
            <w:pPr>
              <w:shd w:val="clear" w:color="auto" w:fill="FFFFFF" w:themeFill="background1"/>
              <w:jc w:val="both"/>
              <w:rPr>
                <w:szCs w:val="24"/>
              </w:rPr>
            </w:pPr>
            <w:hyperlink r:id="rId18" w:history="1">
              <w:r w:rsidRPr="00C51B78">
                <w:rPr>
                  <w:rStyle w:val="Hyperlink"/>
                  <w:szCs w:val="24"/>
                </w:rPr>
                <w:t>mati.laur@danpower.de</w:t>
              </w:r>
            </w:hyperlink>
          </w:p>
        </w:tc>
      </w:tr>
      <w:tr w:rsidR="00C03B12" w:rsidRPr="00683F6D" w14:paraId="0C57DFA6" w14:textId="77777777" w:rsidTr="000339AD">
        <w:tc>
          <w:tcPr>
            <w:tcW w:w="1098" w:type="pct"/>
            <w:shd w:val="clear" w:color="auto" w:fill="auto"/>
          </w:tcPr>
          <w:p w14:paraId="5C3B05FE" w14:textId="74F43597" w:rsidR="00C03B12" w:rsidRDefault="00C03B12" w:rsidP="00923C7A">
            <w:pPr>
              <w:shd w:val="clear" w:color="auto" w:fill="FFFFFF" w:themeFill="background1"/>
              <w:jc w:val="both"/>
              <w:rPr>
                <w:szCs w:val="24"/>
              </w:rPr>
            </w:pPr>
            <w:r>
              <w:rPr>
                <w:szCs w:val="24"/>
              </w:rPr>
              <w:t>Jan Mustjõgi</w:t>
            </w:r>
          </w:p>
        </w:tc>
        <w:tc>
          <w:tcPr>
            <w:tcW w:w="1903" w:type="pct"/>
            <w:shd w:val="clear" w:color="auto" w:fill="auto"/>
          </w:tcPr>
          <w:p w14:paraId="5F61BB1C" w14:textId="7240D024" w:rsidR="00C03B12" w:rsidRDefault="00C03B12" w:rsidP="00923C7A">
            <w:pPr>
              <w:shd w:val="clear" w:color="auto" w:fill="FFFFFF" w:themeFill="background1"/>
              <w:jc w:val="both"/>
              <w:rPr>
                <w:szCs w:val="24"/>
              </w:rPr>
            </w:pPr>
            <w:r>
              <w:rPr>
                <w:szCs w:val="24"/>
              </w:rPr>
              <w:t>53777459</w:t>
            </w:r>
          </w:p>
        </w:tc>
        <w:tc>
          <w:tcPr>
            <w:tcW w:w="1999" w:type="pct"/>
            <w:shd w:val="clear" w:color="auto" w:fill="auto"/>
          </w:tcPr>
          <w:p w14:paraId="43541935" w14:textId="4C798B09" w:rsidR="00C03B12" w:rsidRDefault="00C03B12" w:rsidP="00923C7A">
            <w:pPr>
              <w:shd w:val="clear" w:color="auto" w:fill="FFFFFF" w:themeFill="background1"/>
              <w:jc w:val="both"/>
              <w:rPr>
                <w:szCs w:val="24"/>
              </w:rPr>
            </w:pPr>
            <w:hyperlink r:id="rId19" w:history="1">
              <w:r w:rsidRPr="00C51B78">
                <w:rPr>
                  <w:rStyle w:val="Hyperlink"/>
                  <w:szCs w:val="24"/>
                </w:rPr>
                <w:t>jan.mustjogi@danpower.de</w:t>
              </w:r>
            </w:hyperlink>
          </w:p>
        </w:tc>
      </w:tr>
    </w:tbl>
    <w:p w14:paraId="7E18F10D" w14:textId="0182FDF0" w:rsidR="001D5F9D" w:rsidRPr="00683F6D" w:rsidRDefault="001D5F9D" w:rsidP="001D5F9D">
      <w:pPr>
        <w:shd w:val="clear" w:color="auto" w:fill="FFFFFF" w:themeFill="background1"/>
        <w:rPr>
          <w:szCs w:val="24"/>
        </w:rPr>
      </w:pPr>
      <w:r w:rsidRPr="00683F6D">
        <w:rPr>
          <w:b/>
          <w:bCs/>
          <w:szCs w:val="24"/>
        </w:rPr>
        <w:t>10.3.</w:t>
      </w:r>
      <w:r w:rsidR="000B3C7F">
        <w:rPr>
          <w:b/>
          <w:bCs/>
          <w:szCs w:val="24"/>
        </w:rPr>
        <w:tab/>
      </w:r>
      <w:r w:rsidRPr="00683F6D">
        <w:rPr>
          <w:szCs w:val="24"/>
        </w:rPr>
        <w:t>Ostja</w:t>
      </w:r>
      <w:r w:rsidRPr="00683F6D">
        <w:rPr>
          <w:bCs/>
          <w:szCs w:val="24"/>
        </w:rPr>
        <w:t xml:space="preserve"> poolne metsamaterjali üleandmise-vastuvõtmise vormistaja on</w:t>
      </w:r>
      <w:r w:rsidRPr="00683F6D">
        <w:rPr>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40"/>
        <w:gridCol w:w="3909"/>
        <w:gridCol w:w="3962"/>
      </w:tblGrid>
      <w:tr w:rsidR="00FE3DBF" w:rsidRPr="00683F6D" w14:paraId="6FA0CC7E" w14:textId="77777777" w:rsidTr="005F0E90">
        <w:tc>
          <w:tcPr>
            <w:tcW w:w="1029" w:type="pct"/>
            <w:shd w:val="clear" w:color="auto" w:fill="auto"/>
          </w:tcPr>
          <w:p w14:paraId="1DE47536" w14:textId="77777777" w:rsidR="00FE3DBF" w:rsidRPr="00683F6D" w:rsidRDefault="00FE3DBF" w:rsidP="00002ED5">
            <w:pPr>
              <w:shd w:val="clear" w:color="auto" w:fill="FFFFFF" w:themeFill="background1"/>
              <w:jc w:val="both"/>
              <w:rPr>
                <w:szCs w:val="24"/>
              </w:rPr>
            </w:pPr>
            <w:r w:rsidRPr="00683F6D">
              <w:rPr>
                <w:szCs w:val="24"/>
              </w:rPr>
              <w:t>Nimi</w:t>
            </w:r>
          </w:p>
        </w:tc>
        <w:tc>
          <w:tcPr>
            <w:tcW w:w="1972" w:type="pct"/>
            <w:shd w:val="clear" w:color="auto" w:fill="auto"/>
          </w:tcPr>
          <w:p w14:paraId="7A2CD096" w14:textId="77777777" w:rsidR="00FE3DBF" w:rsidRPr="00683F6D" w:rsidRDefault="00FE3DBF" w:rsidP="00002ED5">
            <w:pPr>
              <w:shd w:val="clear" w:color="auto" w:fill="FFFFFF" w:themeFill="background1"/>
              <w:jc w:val="both"/>
              <w:rPr>
                <w:szCs w:val="24"/>
              </w:rPr>
            </w:pPr>
            <w:r w:rsidRPr="00683F6D">
              <w:rPr>
                <w:szCs w:val="24"/>
              </w:rPr>
              <w:t>Telefon</w:t>
            </w:r>
          </w:p>
        </w:tc>
        <w:tc>
          <w:tcPr>
            <w:tcW w:w="1999" w:type="pct"/>
            <w:shd w:val="clear" w:color="auto" w:fill="auto"/>
          </w:tcPr>
          <w:p w14:paraId="244B163C" w14:textId="77777777" w:rsidR="00FE3DBF" w:rsidRPr="00683F6D" w:rsidRDefault="00FE3DBF" w:rsidP="00002ED5">
            <w:pPr>
              <w:shd w:val="clear" w:color="auto" w:fill="FFFFFF" w:themeFill="background1"/>
              <w:jc w:val="both"/>
              <w:rPr>
                <w:szCs w:val="24"/>
              </w:rPr>
            </w:pPr>
            <w:r w:rsidRPr="00683F6D">
              <w:rPr>
                <w:szCs w:val="24"/>
              </w:rPr>
              <w:t>e-post</w:t>
            </w:r>
          </w:p>
        </w:tc>
      </w:tr>
      <w:tr w:rsidR="00C03B12" w:rsidRPr="00683F6D" w14:paraId="69338E52" w14:textId="77777777" w:rsidTr="005F0E90">
        <w:tc>
          <w:tcPr>
            <w:tcW w:w="1029" w:type="pct"/>
            <w:shd w:val="clear" w:color="auto" w:fill="auto"/>
          </w:tcPr>
          <w:p w14:paraId="06D1EFAB" w14:textId="13F5584F" w:rsidR="00C03B12" w:rsidRPr="00683F6D" w:rsidRDefault="00C03B12" w:rsidP="00C03B12">
            <w:pPr>
              <w:shd w:val="clear" w:color="auto" w:fill="FFFFFF" w:themeFill="background1"/>
              <w:jc w:val="both"/>
              <w:rPr>
                <w:szCs w:val="24"/>
              </w:rPr>
            </w:pPr>
            <w:r>
              <w:rPr>
                <w:szCs w:val="24"/>
              </w:rPr>
              <w:t>Mati Laur</w:t>
            </w:r>
          </w:p>
        </w:tc>
        <w:tc>
          <w:tcPr>
            <w:tcW w:w="1972" w:type="pct"/>
            <w:shd w:val="clear" w:color="auto" w:fill="auto"/>
          </w:tcPr>
          <w:p w14:paraId="5233870C" w14:textId="46498AB7" w:rsidR="00C03B12" w:rsidRPr="00683F6D" w:rsidRDefault="00C03B12" w:rsidP="00C03B12">
            <w:pPr>
              <w:shd w:val="clear" w:color="auto" w:fill="FFFFFF" w:themeFill="background1"/>
              <w:jc w:val="both"/>
              <w:rPr>
                <w:szCs w:val="24"/>
              </w:rPr>
            </w:pPr>
            <w:r>
              <w:rPr>
                <w:szCs w:val="24"/>
              </w:rPr>
              <w:t>5156129</w:t>
            </w:r>
          </w:p>
        </w:tc>
        <w:tc>
          <w:tcPr>
            <w:tcW w:w="1999" w:type="pct"/>
            <w:shd w:val="clear" w:color="auto" w:fill="auto"/>
          </w:tcPr>
          <w:p w14:paraId="1DD0AAC2" w14:textId="0E5B7B48" w:rsidR="00C03B12" w:rsidRPr="00683F6D" w:rsidRDefault="00C03B12" w:rsidP="00C03B12">
            <w:pPr>
              <w:shd w:val="clear" w:color="auto" w:fill="FFFFFF" w:themeFill="background1"/>
              <w:jc w:val="both"/>
              <w:rPr>
                <w:szCs w:val="24"/>
              </w:rPr>
            </w:pPr>
            <w:hyperlink r:id="rId20" w:history="1">
              <w:r w:rsidRPr="00C51B78">
                <w:rPr>
                  <w:rStyle w:val="Hyperlink"/>
                  <w:szCs w:val="24"/>
                </w:rPr>
                <w:t>mati.laur@danpower.de</w:t>
              </w:r>
            </w:hyperlink>
          </w:p>
        </w:tc>
      </w:tr>
      <w:tr w:rsidR="00C03B12" w:rsidRPr="00683F6D" w14:paraId="748FEC1C" w14:textId="77777777" w:rsidTr="005F0E90">
        <w:tc>
          <w:tcPr>
            <w:tcW w:w="1029" w:type="pct"/>
            <w:shd w:val="clear" w:color="auto" w:fill="auto"/>
          </w:tcPr>
          <w:p w14:paraId="10225001" w14:textId="5061D918" w:rsidR="00C03B12" w:rsidRDefault="00C03B12" w:rsidP="00C03B12">
            <w:pPr>
              <w:shd w:val="clear" w:color="auto" w:fill="FFFFFF" w:themeFill="background1"/>
              <w:jc w:val="both"/>
              <w:rPr>
                <w:szCs w:val="24"/>
              </w:rPr>
            </w:pPr>
            <w:r>
              <w:rPr>
                <w:szCs w:val="24"/>
              </w:rPr>
              <w:t>Jan Mustjõgi</w:t>
            </w:r>
          </w:p>
        </w:tc>
        <w:tc>
          <w:tcPr>
            <w:tcW w:w="1972" w:type="pct"/>
            <w:shd w:val="clear" w:color="auto" w:fill="auto"/>
          </w:tcPr>
          <w:p w14:paraId="0F63F741" w14:textId="54D24F59" w:rsidR="00C03B12" w:rsidRDefault="00C03B12" w:rsidP="00C03B12">
            <w:pPr>
              <w:shd w:val="clear" w:color="auto" w:fill="FFFFFF" w:themeFill="background1"/>
              <w:jc w:val="both"/>
              <w:rPr>
                <w:szCs w:val="24"/>
              </w:rPr>
            </w:pPr>
            <w:r>
              <w:rPr>
                <w:szCs w:val="24"/>
              </w:rPr>
              <w:t>53777459</w:t>
            </w:r>
          </w:p>
        </w:tc>
        <w:tc>
          <w:tcPr>
            <w:tcW w:w="1999" w:type="pct"/>
            <w:shd w:val="clear" w:color="auto" w:fill="auto"/>
          </w:tcPr>
          <w:p w14:paraId="091137A2" w14:textId="233AFD2C" w:rsidR="00C03B12" w:rsidRDefault="00C03B12" w:rsidP="00C03B12">
            <w:pPr>
              <w:shd w:val="clear" w:color="auto" w:fill="FFFFFF" w:themeFill="background1"/>
              <w:jc w:val="both"/>
              <w:rPr>
                <w:szCs w:val="24"/>
              </w:rPr>
            </w:pPr>
            <w:hyperlink r:id="rId21" w:history="1">
              <w:r w:rsidRPr="00C51B78">
                <w:rPr>
                  <w:rStyle w:val="Hyperlink"/>
                  <w:szCs w:val="24"/>
                </w:rPr>
                <w:t>jan.mustjogi@danpower.de</w:t>
              </w:r>
            </w:hyperlink>
          </w:p>
        </w:tc>
      </w:tr>
    </w:tbl>
    <w:p w14:paraId="79E7C251" w14:textId="5F079788" w:rsidR="001D5F9D" w:rsidRPr="00471A69" w:rsidRDefault="001D5F9D" w:rsidP="001D5F9D">
      <w:pPr>
        <w:shd w:val="clear" w:color="auto" w:fill="FFFFFF" w:themeFill="background1"/>
        <w:rPr>
          <w:bCs/>
          <w:szCs w:val="24"/>
        </w:rPr>
      </w:pPr>
      <w:r w:rsidRPr="00683F6D">
        <w:rPr>
          <w:b/>
          <w:szCs w:val="24"/>
        </w:rPr>
        <w:t>10.4.</w:t>
      </w:r>
      <w:r w:rsidR="000B3C7F">
        <w:rPr>
          <w:szCs w:val="24"/>
        </w:rPr>
        <w:tab/>
      </w:r>
      <w:r w:rsidRPr="00683F6D">
        <w:rPr>
          <w:bCs/>
          <w:szCs w:val="24"/>
        </w:rPr>
        <w:t>Müüja poolne metsamaterjali transpordi (logistika) korraldaja</w:t>
      </w:r>
      <w:r w:rsidRPr="00471A69">
        <w:rPr>
          <w:bCs/>
          <w:szCs w:val="24"/>
        </w:rPr>
        <w:t xml:space="preserve">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9"/>
        <w:gridCol w:w="3290"/>
        <w:gridCol w:w="3962"/>
      </w:tblGrid>
      <w:tr w:rsidR="001D5F9D" w:rsidRPr="00471A69" w14:paraId="5C410CB9" w14:textId="77777777" w:rsidTr="000339AD">
        <w:tc>
          <w:tcPr>
            <w:tcW w:w="1341" w:type="pct"/>
            <w:shd w:val="clear" w:color="auto" w:fill="auto"/>
          </w:tcPr>
          <w:p w14:paraId="4B169828" w14:textId="77777777" w:rsidR="001D5F9D" w:rsidRPr="00471A69" w:rsidRDefault="001D5F9D" w:rsidP="00002ED5">
            <w:pPr>
              <w:shd w:val="clear" w:color="auto" w:fill="FFFFFF" w:themeFill="background1"/>
              <w:jc w:val="both"/>
              <w:rPr>
                <w:szCs w:val="24"/>
              </w:rPr>
            </w:pPr>
            <w:r w:rsidRPr="00471A69">
              <w:rPr>
                <w:szCs w:val="24"/>
              </w:rPr>
              <w:t>Nimi</w:t>
            </w:r>
          </w:p>
        </w:tc>
        <w:tc>
          <w:tcPr>
            <w:tcW w:w="1660" w:type="pct"/>
            <w:shd w:val="clear" w:color="auto" w:fill="auto"/>
          </w:tcPr>
          <w:p w14:paraId="3CD824C0" w14:textId="77777777" w:rsidR="001D5F9D" w:rsidRPr="00471A69" w:rsidRDefault="001D5F9D" w:rsidP="00002ED5">
            <w:pPr>
              <w:shd w:val="clear" w:color="auto" w:fill="FFFFFF" w:themeFill="background1"/>
              <w:jc w:val="both"/>
              <w:rPr>
                <w:szCs w:val="24"/>
              </w:rPr>
            </w:pPr>
            <w:r w:rsidRPr="00471A69">
              <w:rPr>
                <w:szCs w:val="24"/>
              </w:rPr>
              <w:t>Telefon</w:t>
            </w:r>
          </w:p>
        </w:tc>
        <w:tc>
          <w:tcPr>
            <w:tcW w:w="1999" w:type="pct"/>
            <w:shd w:val="clear" w:color="auto" w:fill="auto"/>
          </w:tcPr>
          <w:p w14:paraId="4B06BB02" w14:textId="77777777" w:rsidR="001D5F9D" w:rsidRPr="00471A69" w:rsidRDefault="001D5F9D" w:rsidP="00002ED5">
            <w:pPr>
              <w:shd w:val="clear" w:color="auto" w:fill="FFFFFF" w:themeFill="background1"/>
              <w:jc w:val="both"/>
              <w:rPr>
                <w:szCs w:val="24"/>
              </w:rPr>
            </w:pPr>
            <w:r w:rsidRPr="00471A69">
              <w:rPr>
                <w:szCs w:val="24"/>
              </w:rPr>
              <w:t>e-post</w:t>
            </w:r>
          </w:p>
        </w:tc>
      </w:tr>
      <w:tr w:rsidR="00C50541" w:rsidRPr="00471A69" w14:paraId="25A0FB8A" w14:textId="77777777" w:rsidTr="000339AD">
        <w:tc>
          <w:tcPr>
            <w:tcW w:w="1341" w:type="pct"/>
            <w:shd w:val="clear" w:color="auto" w:fill="auto"/>
          </w:tcPr>
          <w:p w14:paraId="4691FC9C" w14:textId="0E633FA9" w:rsidR="00C50541" w:rsidRPr="00471A69" w:rsidRDefault="00C50541" w:rsidP="00C50541">
            <w:pPr>
              <w:shd w:val="clear" w:color="auto" w:fill="FFFFFF" w:themeFill="background1"/>
              <w:jc w:val="both"/>
              <w:rPr>
                <w:szCs w:val="24"/>
              </w:rPr>
            </w:pPr>
            <w:r w:rsidRPr="00CF3EE7">
              <w:t>Andres Metjer</w:t>
            </w:r>
          </w:p>
        </w:tc>
        <w:tc>
          <w:tcPr>
            <w:tcW w:w="1660" w:type="pct"/>
            <w:shd w:val="clear" w:color="auto" w:fill="auto"/>
          </w:tcPr>
          <w:p w14:paraId="6994B99F" w14:textId="318DE7F3" w:rsidR="00C50541" w:rsidRPr="00471A69" w:rsidRDefault="00C50541" w:rsidP="00C50541">
            <w:pPr>
              <w:shd w:val="clear" w:color="auto" w:fill="FFFFFF" w:themeFill="background1"/>
              <w:jc w:val="both"/>
              <w:rPr>
                <w:szCs w:val="24"/>
              </w:rPr>
            </w:pPr>
            <w:r w:rsidRPr="00CF3EE7">
              <w:t xml:space="preserve">5216706 </w:t>
            </w:r>
          </w:p>
        </w:tc>
        <w:tc>
          <w:tcPr>
            <w:tcW w:w="1999" w:type="pct"/>
            <w:shd w:val="clear" w:color="auto" w:fill="auto"/>
          </w:tcPr>
          <w:p w14:paraId="09A1F782" w14:textId="4EC85D4E" w:rsidR="00C50541" w:rsidRPr="00471A69" w:rsidRDefault="00C50541" w:rsidP="00C50541">
            <w:pPr>
              <w:shd w:val="clear" w:color="auto" w:fill="FFFFFF" w:themeFill="background1"/>
              <w:jc w:val="both"/>
              <w:rPr>
                <w:color w:val="0000FF"/>
                <w:szCs w:val="24"/>
              </w:rPr>
            </w:pPr>
            <w:r w:rsidRPr="00CF3EE7">
              <w:t xml:space="preserve">andres.metjer@rmk.ee </w:t>
            </w:r>
          </w:p>
        </w:tc>
      </w:tr>
    </w:tbl>
    <w:p w14:paraId="1E24C088" w14:textId="30C2C079" w:rsidR="005B1767" w:rsidRPr="00471A69" w:rsidRDefault="00A45006">
      <w:pPr>
        <w:rPr>
          <w:bCs/>
          <w:szCs w:val="24"/>
        </w:rPr>
      </w:pPr>
      <w:r w:rsidRPr="00471A69">
        <w:rPr>
          <w:b/>
          <w:bCs/>
          <w:szCs w:val="24"/>
        </w:rPr>
        <w:t>10.</w:t>
      </w:r>
      <w:r w:rsidR="001D5F9D" w:rsidRPr="00471A69">
        <w:rPr>
          <w:b/>
          <w:bCs/>
          <w:szCs w:val="24"/>
        </w:rPr>
        <w:t>5</w:t>
      </w:r>
      <w:r w:rsidRPr="00471A69">
        <w:rPr>
          <w:b/>
          <w:bCs/>
          <w:szCs w:val="24"/>
        </w:rPr>
        <w:t>.</w:t>
      </w:r>
      <w:r w:rsidRPr="00471A69">
        <w:rPr>
          <w:bCs/>
          <w:szCs w:val="24"/>
        </w:rPr>
        <w:tab/>
      </w:r>
      <w:r w:rsidRPr="000A61BB">
        <w:rPr>
          <w:bCs/>
          <w:szCs w:val="24"/>
        </w:rPr>
        <w:t>Lepingu punktis 10.1-10.</w:t>
      </w:r>
      <w:r w:rsidR="001D5F9D" w:rsidRPr="000A61BB">
        <w:rPr>
          <w:bCs/>
          <w:szCs w:val="24"/>
        </w:rPr>
        <w:t>4</w:t>
      </w:r>
      <w:r w:rsidRPr="000A61BB">
        <w:rPr>
          <w:bCs/>
          <w:szCs w:val="24"/>
        </w:rPr>
        <w:t xml:space="preserve"> toodud poolte kontaktandmete muutumisel on  vastav pool kohustatud teavitama teist poolt viivitamatult.</w:t>
      </w:r>
    </w:p>
    <w:p w14:paraId="5E5DC23F" w14:textId="77777777" w:rsidR="00A45006" w:rsidRPr="00471A69" w:rsidRDefault="00A45006">
      <w:pPr>
        <w:rPr>
          <w:b/>
          <w:szCs w:val="24"/>
        </w:rPr>
      </w:pPr>
    </w:p>
    <w:p w14:paraId="698A2C9C" w14:textId="1D083173" w:rsidR="006E0604" w:rsidRPr="000A61BB" w:rsidRDefault="006E0604">
      <w:pPr>
        <w:rPr>
          <w:b/>
          <w:szCs w:val="24"/>
        </w:rPr>
      </w:pPr>
      <w:r w:rsidRPr="00471A69">
        <w:rPr>
          <w:b/>
          <w:szCs w:val="24"/>
        </w:rPr>
        <w:t xml:space="preserve">11. </w:t>
      </w:r>
      <w:r w:rsidRPr="000A61BB">
        <w:rPr>
          <w:b/>
          <w:szCs w:val="24"/>
        </w:rPr>
        <w:t xml:space="preserve">Tüüptingimused </w:t>
      </w:r>
      <w:r w:rsidR="003D515B" w:rsidRPr="000A61BB">
        <w:rPr>
          <w:b/>
          <w:szCs w:val="24"/>
        </w:rPr>
        <w:t>metsamaterjali</w:t>
      </w:r>
      <w:r w:rsidRPr="000A61BB">
        <w:rPr>
          <w:b/>
          <w:szCs w:val="24"/>
        </w:rPr>
        <w:t xml:space="preserve"> müügilepingu osana ja </w:t>
      </w:r>
      <w:r w:rsidR="003D515B" w:rsidRPr="000A61BB">
        <w:rPr>
          <w:b/>
          <w:szCs w:val="24"/>
        </w:rPr>
        <w:t>poolte</w:t>
      </w:r>
      <w:r w:rsidRPr="000A61BB">
        <w:rPr>
          <w:b/>
          <w:szCs w:val="24"/>
        </w:rPr>
        <w:t xml:space="preserve"> täielik kokkulepe</w:t>
      </w:r>
    </w:p>
    <w:p w14:paraId="74DE583A" w14:textId="288621C6" w:rsidR="006E0604" w:rsidRPr="000A61BB" w:rsidRDefault="00706ABE" w:rsidP="00366F67">
      <w:pPr>
        <w:jc w:val="both"/>
        <w:rPr>
          <w:bCs/>
          <w:szCs w:val="24"/>
        </w:rPr>
      </w:pPr>
      <w:r>
        <w:rPr>
          <w:bCs/>
          <w:szCs w:val="24"/>
        </w:rPr>
        <w:t>L</w:t>
      </w:r>
      <w:r w:rsidR="006E0604" w:rsidRPr="000A61BB">
        <w:rPr>
          <w:bCs/>
          <w:szCs w:val="24"/>
        </w:rPr>
        <w:t>epingus reguleerimata küsimuste osas rakendatakse Riigimetsa Majandamise Kes</w:t>
      </w:r>
      <w:bookmarkStart w:id="7" w:name="_GoBack"/>
      <w:bookmarkEnd w:id="7"/>
      <w:r w:rsidR="006E0604" w:rsidRPr="000A61BB">
        <w:rPr>
          <w:bCs/>
          <w:szCs w:val="24"/>
        </w:rPr>
        <w:t xml:space="preserve">kuse </w:t>
      </w:r>
      <w:r w:rsidR="003D515B" w:rsidRPr="000A61BB">
        <w:rPr>
          <w:bCs/>
          <w:szCs w:val="24"/>
        </w:rPr>
        <w:t>metsamaterjali</w:t>
      </w:r>
      <w:r w:rsidR="006E0604" w:rsidRPr="000A61BB">
        <w:rPr>
          <w:bCs/>
          <w:szCs w:val="24"/>
        </w:rPr>
        <w:t xml:space="preserve"> müügilepingu </w:t>
      </w:r>
      <w:r w:rsidR="003D515B" w:rsidRPr="000A61BB">
        <w:rPr>
          <w:bCs/>
          <w:szCs w:val="24"/>
        </w:rPr>
        <w:t>tüüptingimusi</w:t>
      </w:r>
      <w:r w:rsidR="006E0604" w:rsidRPr="000A61BB">
        <w:rPr>
          <w:bCs/>
          <w:szCs w:val="24"/>
        </w:rPr>
        <w:t>, mi</w:t>
      </w:r>
      <w:r w:rsidR="00674200" w:rsidRPr="000A61BB">
        <w:rPr>
          <w:bCs/>
          <w:szCs w:val="24"/>
        </w:rPr>
        <w:t xml:space="preserve">lle kehtiv versioon on </w:t>
      </w:r>
      <w:r w:rsidR="000A61BB">
        <w:rPr>
          <w:bCs/>
          <w:szCs w:val="24"/>
        </w:rPr>
        <w:t>avaldatud</w:t>
      </w:r>
      <w:r w:rsidR="00683F6D">
        <w:rPr>
          <w:bCs/>
          <w:szCs w:val="24"/>
        </w:rPr>
        <w:t xml:space="preserve"> </w:t>
      </w:r>
      <w:hyperlink r:id="rId22" w:history="1">
        <w:r w:rsidR="006E0604" w:rsidRPr="000A61BB">
          <w:rPr>
            <w:rStyle w:val="Hyperlink"/>
            <w:bCs/>
            <w:szCs w:val="24"/>
          </w:rPr>
          <w:t>www.rmk.ee</w:t>
        </w:r>
      </w:hyperlink>
      <w:r w:rsidR="006E0604" w:rsidRPr="000A61BB">
        <w:rPr>
          <w:bCs/>
          <w:szCs w:val="24"/>
        </w:rPr>
        <w:t xml:space="preserve">. </w:t>
      </w:r>
      <w:r w:rsidR="00674200" w:rsidRPr="000A61BB">
        <w:rPr>
          <w:bCs/>
          <w:szCs w:val="24"/>
        </w:rPr>
        <w:t>O</w:t>
      </w:r>
      <w:r w:rsidR="003D515B" w:rsidRPr="000A61BB">
        <w:rPr>
          <w:bCs/>
          <w:szCs w:val="24"/>
        </w:rPr>
        <w:t>stja</w:t>
      </w:r>
      <w:r w:rsidR="006E0604" w:rsidRPr="000A61BB">
        <w:rPr>
          <w:bCs/>
          <w:szCs w:val="24"/>
        </w:rPr>
        <w:t xml:space="preserve"> kinnitab käesolevaga oma allkirjaga, et on nimetatud </w:t>
      </w:r>
      <w:r w:rsidR="003D515B" w:rsidRPr="000A61BB">
        <w:rPr>
          <w:bCs/>
          <w:szCs w:val="24"/>
        </w:rPr>
        <w:t>tüüptingimustega</w:t>
      </w:r>
      <w:r w:rsidR="006E0604" w:rsidRPr="000A61BB">
        <w:rPr>
          <w:bCs/>
          <w:szCs w:val="24"/>
        </w:rPr>
        <w:t xml:space="preserve"> tutvunud ning nende sisust teadlik. Müüjal on õigus </w:t>
      </w:r>
      <w:r w:rsidR="003D515B" w:rsidRPr="000A61BB">
        <w:rPr>
          <w:bCs/>
          <w:szCs w:val="24"/>
        </w:rPr>
        <w:t>tüüptingimusi</w:t>
      </w:r>
      <w:r w:rsidR="006E0604" w:rsidRPr="000A61BB">
        <w:rPr>
          <w:bCs/>
          <w:szCs w:val="24"/>
        </w:rPr>
        <w:t xml:space="preserve"> ühepoolselt muuta </w:t>
      </w:r>
      <w:r w:rsidR="003D515B" w:rsidRPr="000A61BB">
        <w:rPr>
          <w:bCs/>
          <w:szCs w:val="24"/>
        </w:rPr>
        <w:t>tüüptingimustega</w:t>
      </w:r>
      <w:r w:rsidR="006E0604" w:rsidRPr="000A61BB">
        <w:rPr>
          <w:bCs/>
          <w:szCs w:val="24"/>
        </w:rPr>
        <w:t xml:space="preserve"> ettenähtud </w:t>
      </w:r>
      <w:r w:rsidR="000A5149" w:rsidRPr="000A61BB">
        <w:rPr>
          <w:bCs/>
          <w:szCs w:val="24"/>
        </w:rPr>
        <w:t>korras</w:t>
      </w:r>
      <w:r w:rsidR="006E0604" w:rsidRPr="000A61BB">
        <w:rPr>
          <w:bCs/>
          <w:szCs w:val="24"/>
        </w:rPr>
        <w:t xml:space="preserve">. </w:t>
      </w:r>
      <w:r>
        <w:rPr>
          <w:bCs/>
          <w:szCs w:val="24"/>
        </w:rPr>
        <w:t>L</w:t>
      </w:r>
      <w:r w:rsidR="006E0604" w:rsidRPr="000A61BB">
        <w:rPr>
          <w:bCs/>
          <w:szCs w:val="24"/>
        </w:rPr>
        <w:t xml:space="preserve">eping koos </w:t>
      </w:r>
      <w:r w:rsidR="00446705" w:rsidRPr="000A61BB">
        <w:rPr>
          <w:bCs/>
          <w:szCs w:val="24"/>
        </w:rPr>
        <w:t>lisa</w:t>
      </w:r>
      <w:r w:rsidR="006E0604" w:rsidRPr="000A61BB">
        <w:rPr>
          <w:bCs/>
          <w:szCs w:val="24"/>
        </w:rPr>
        <w:t xml:space="preserve">de ja </w:t>
      </w:r>
      <w:r w:rsidR="003D515B" w:rsidRPr="000A61BB">
        <w:rPr>
          <w:bCs/>
          <w:szCs w:val="24"/>
        </w:rPr>
        <w:t>tüüptingimustega</w:t>
      </w:r>
      <w:r w:rsidR="006E0604" w:rsidRPr="000A61BB">
        <w:rPr>
          <w:bCs/>
          <w:szCs w:val="24"/>
        </w:rPr>
        <w:t xml:space="preserve"> sisaldab endas </w:t>
      </w:r>
      <w:r w:rsidR="003D515B" w:rsidRPr="000A61BB">
        <w:rPr>
          <w:bCs/>
          <w:szCs w:val="24"/>
        </w:rPr>
        <w:t>poolte</w:t>
      </w:r>
      <w:r w:rsidR="006E0604" w:rsidRPr="000A61BB">
        <w:rPr>
          <w:bCs/>
          <w:szCs w:val="24"/>
        </w:rPr>
        <w:t xml:space="preserve"> täieliku kokkuleppe ja sisaldab kõiki </w:t>
      </w:r>
      <w:r w:rsidR="00CA5BDA" w:rsidRPr="000A61BB">
        <w:rPr>
          <w:bCs/>
          <w:szCs w:val="24"/>
        </w:rPr>
        <w:t>lepingus</w:t>
      </w:r>
      <w:r w:rsidR="006E0604" w:rsidRPr="000A61BB">
        <w:rPr>
          <w:bCs/>
          <w:szCs w:val="24"/>
        </w:rPr>
        <w:t xml:space="preserve"> </w:t>
      </w:r>
      <w:r w:rsidR="003D515B" w:rsidRPr="000A61BB">
        <w:rPr>
          <w:bCs/>
          <w:szCs w:val="24"/>
        </w:rPr>
        <w:t>metsamaterjali</w:t>
      </w:r>
      <w:r w:rsidR="006E0604" w:rsidRPr="000A61BB">
        <w:rPr>
          <w:bCs/>
          <w:szCs w:val="24"/>
        </w:rPr>
        <w:t xml:space="preserve"> müüki puudutavaid tingimusi, milles </w:t>
      </w:r>
      <w:r w:rsidR="00674200" w:rsidRPr="000A61BB">
        <w:rPr>
          <w:bCs/>
          <w:szCs w:val="24"/>
        </w:rPr>
        <w:t>p</w:t>
      </w:r>
      <w:r w:rsidR="003D515B" w:rsidRPr="000A61BB">
        <w:rPr>
          <w:bCs/>
          <w:szCs w:val="24"/>
        </w:rPr>
        <w:t>ooled</w:t>
      </w:r>
      <w:r w:rsidR="006E0604" w:rsidRPr="000A61BB">
        <w:rPr>
          <w:bCs/>
          <w:szCs w:val="24"/>
        </w:rPr>
        <w:t xml:space="preserve"> on soovinud kokku leppida. </w:t>
      </w:r>
    </w:p>
    <w:p w14:paraId="10EB9711" w14:textId="77777777" w:rsidR="006E0604" w:rsidRPr="000A61BB" w:rsidRDefault="006E0604" w:rsidP="00366F67">
      <w:pPr>
        <w:jc w:val="both"/>
        <w:rPr>
          <w:b/>
          <w:bCs/>
          <w:szCs w:val="24"/>
        </w:rPr>
      </w:pPr>
    </w:p>
    <w:p w14:paraId="52E83C2E" w14:textId="77777777" w:rsidR="006E0604" w:rsidRPr="000A61BB" w:rsidRDefault="006E0604" w:rsidP="00366F67">
      <w:pPr>
        <w:jc w:val="both"/>
        <w:rPr>
          <w:b/>
          <w:bCs/>
          <w:szCs w:val="24"/>
        </w:rPr>
      </w:pPr>
      <w:r w:rsidRPr="000A61BB">
        <w:rPr>
          <w:b/>
          <w:bCs/>
          <w:szCs w:val="24"/>
        </w:rPr>
        <w:t xml:space="preserve">12. Lõppsätted </w:t>
      </w:r>
    </w:p>
    <w:p w14:paraId="2B8013DD" w14:textId="0DAD9AEA" w:rsidR="00DE13F7" w:rsidRPr="008F251D" w:rsidRDefault="006E0604" w:rsidP="00DE13F7">
      <w:pPr>
        <w:spacing w:after="120"/>
        <w:jc w:val="both"/>
        <w:rPr>
          <w:bCs/>
          <w:szCs w:val="24"/>
        </w:rPr>
      </w:pPr>
      <w:r w:rsidRPr="008F251D">
        <w:rPr>
          <w:b/>
          <w:bCs/>
          <w:szCs w:val="24"/>
        </w:rPr>
        <w:t>12.1.</w:t>
      </w:r>
      <w:r w:rsidRPr="008F251D">
        <w:rPr>
          <w:bCs/>
          <w:szCs w:val="24"/>
        </w:rPr>
        <w:tab/>
      </w:r>
      <w:r w:rsidR="003D515B" w:rsidRPr="008F251D">
        <w:rPr>
          <w:bCs/>
          <w:szCs w:val="24"/>
        </w:rPr>
        <w:t>Pooled</w:t>
      </w:r>
      <w:r w:rsidRPr="008F251D">
        <w:rPr>
          <w:bCs/>
          <w:szCs w:val="24"/>
        </w:rPr>
        <w:t xml:space="preserve"> kohustuvad hoidma konfidentsiaalsena kõik seoses </w:t>
      </w:r>
      <w:r w:rsidR="003D515B" w:rsidRPr="008F251D">
        <w:rPr>
          <w:bCs/>
          <w:szCs w:val="24"/>
        </w:rPr>
        <w:t>lepingu</w:t>
      </w:r>
      <w:r w:rsidRPr="008F251D">
        <w:rPr>
          <w:bCs/>
          <w:szCs w:val="24"/>
        </w:rPr>
        <w:t xml:space="preserve"> täitmisega teatavaks saanud isikuandmed</w:t>
      </w:r>
      <w:r w:rsidR="0079180D">
        <w:rPr>
          <w:bCs/>
          <w:szCs w:val="24"/>
        </w:rPr>
        <w:t xml:space="preserve"> tulenevalt isikuandmete kai</w:t>
      </w:r>
      <w:r w:rsidR="0074159B">
        <w:rPr>
          <w:bCs/>
          <w:szCs w:val="24"/>
        </w:rPr>
        <w:t>tse nõuetest.</w:t>
      </w:r>
    </w:p>
    <w:p w14:paraId="50AB3F1C" w14:textId="56649C6B" w:rsidR="001A1CAD" w:rsidRDefault="00DE13F7" w:rsidP="00DE13F7">
      <w:pPr>
        <w:spacing w:after="120"/>
        <w:jc w:val="both"/>
        <w:rPr>
          <w:bCs/>
          <w:szCs w:val="24"/>
        </w:rPr>
      </w:pPr>
      <w:r w:rsidRPr="008F251D">
        <w:rPr>
          <w:bCs/>
          <w:szCs w:val="24"/>
        </w:rPr>
        <w:t xml:space="preserve">Ostja </w:t>
      </w:r>
      <w:r w:rsidR="008F5642">
        <w:rPr>
          <w:bCs/>
          <w:szCs w:val="24"/>
        </w:rPr>
        <w:t xml:space="preserve">määrab, et müüjal </w:t>
      </w:r>
      <w:r w:rsidR="008F5642" w:rsidRPr="00CE0974">
        <w:rPr>
          <w:bCs/>
          <w:szCs w:val="24"/>
        </w:rPr>
        <w:t>ei ole õigust</w:t>
      </w:r>
      <w:r w:rsidR="008F5642">
        <w:rPr>
          <w:bCs/>
          <w:szCs w:val="24"/>
        </w:rPr>
        <w:t xml:space="preserve"> </w:t>
      </w:r>
      <w:r w:rsidR="008F5642" w:rsidRPr="008F5642">
        <w:rPr>
          <w:bCs/>
          <w:szCs w:val="24"/>
        </w:rPr>
        <w:t xml:space="preserve">avalikustada </w:t>
      </w:r>
      <w:r w:rsidR="00C83230">
        <w:rPr>
          <w:bCs/>
          <w:szCs w:val="24"/>
        </w:rPr>
        <w:t>2023. aastal</w:t>
      </w:r>
      <w:r w:rsidR="00C83230" w:rsidRPr="008F5642">
        <w:rPr>
          <w:bCs/>
          <w:szCs w:val="24"/>
        </w:rPr>
        <w:t xml:space="preserve"> </w:t>
      </w:r>
      <w:r w:rsidR="008F5642" w:rsidRPr="008F5642">
        <w:rPr>
          <w:bCs/>
          <w:szCs w:val="24"/>
        </w:rPr>
        <w:t>teavet, mis võib kahjustada ostja ärisaladust (ennekõike ühikuhind, k</w:t>
      </w:r>
      <w:r w:rsidR="008F5642">
        <w:rPr>
          <w:bCs/>
          <w:szCs w:val="24"/>
        </w:rPr>
        <w:t>rediidilimiit ja mak</w:t>
      </w:r>
      <w:r w:rsidR="001A1CAD">
        <w:rPr>
          <w:bCs/>
          <w:szCs w:val="24"/>
        </w:rPr>
        <w:t xml:space="preserve">setähtaeg). </w:t>
      </w:r>
    </w:p>
    <w:p w14:paraId="3259908C" w14:textId="669E98E9" w:rsidR="006E0604" w:rsidRPr="000A61BB" w:rsidRDefault="001A1CAD" w:rsidP="00DE13F7">
      <w:pPr>
        <w:spacing w:after="120"/>
        <w:jc w:val="both"/>
        <w:rPr>
          <w:bCs/>
          <w:szCs w:val="24"/>
        </w:rPr>
      </w:pPr>
      <w:r>
        <w:rPr>
          <w:bCs/>
          <w:szCs w:val="24"/>
        </w:rPr>
        <w:t>Ostja võtab teadmiseks, et</w:t>
      </w:r>
      <w:r w:rsidR="00422C17">
        <w:rPr>
          <w:bCs/>
          <w:szCs w:val="24"/>
        </w:rPr>
        <w:t xml:space="preserve"> sõltumata eelmises lauses märgitust ei kehtesta müüja</w:t>
      </w:r>
      <w:r>
        <w:rPr>
          <w:bCs/>
          <w:szCs w:val="24"/>
        </w:rPr>
        <w:t xml:space="preserve"> riigimetsast saadava metsamaterjali müügi l</w:t>
      </w:r>
      <w:r w:rsidR="008F5642" w:rsidRPr="008F5642">
        <w:rPr>
          <w:bCs/>
          <w:szCs w:val="24"/>
        </w:rPr>
        <w:t xml:space="preserve">äbipaistvuse suurendamiseks </w:t>
      </w:r>
      <w:r w:rsidR="00AF5464">
        <w:rPr>
          <w:bCs/>
          <w:szCs w:val="24"/>
        </w:rPr>
        <w:t xml:space="preserve">müügilepingutele </w:t>
      </w:r>
      <w:r w:rsidR="008F5642" w:rsidRPr="008F5642">
        <w:rPr>
          <w:bCs/>
          <w:szCs w:val="24"/>
        </w:rPr>
        <w:t xml:space="preserve">AvTS § 35 </w:t>
      </w:r>
      <w:r w:rsidR="00AF5464">
        <w:rPr>
          <w:bCs/>
          <w:szCs w:val="24"/>
        </w:rPr>
        <w:t>lõike 1 p 17</w:t>
      </w:r>
      <w:r w:rsidR="008F5642" w:rsidRPr="008F5642">
        <w:rPr>
          <w:bCs/>
          <w:szCs w:val="24"/>
        </w:rPr>
        <w:t xml:space="preserve"> alusel</w:t>
      </w:r>
      <w:r w:rsidR="008F5642">
        <w:rPr>
          <w:bCs/>
          <w:szCs w:val="24"/>
        </w:rPr>
        <w:t xml:space="preserve"> juurdepääsupiirangu</w:t>
      </w:r>
      <w:r w:rsidR="00DE59E6">
        <w:rPr>
          <w:bCs/>
          <w:szCs w:val="24"/>
        </w:rPr>
        <w:t>i</w:t>
      </w:r>
      <w:r w:rsidR="008F5642">
        <w:rPr>
          <w:bCs/>
          <w:szCs w:val="24"/>
        </w:rPr>
        <w:t>d</w:t>
      </w:r>
      <w:r w:rsidR="00AF5464" w:rsidRPr="00AF5464">
        <w:rPr>
          <w:bCs/>
          <w:szCs w:val="24"/>
        </w:rPr>
        <w:t xml:space="preserve"> </w:t>
      </w:r>
      <w:r w:rsidR="00AF5464">
        <w:rPr>
          <w:bCs/>
          <w:szCs w:val="24"/>
        </w:rPr>
        <w:t>alates 01.01.2024</w:t>
      </w:r>
      <w:r w:rsidR="008F5642">
        <w:rPr>
          <w:bCs/>
          <w:szCs w:val="24"/>
        </w:rPr>
        <w:t xml:space="preserve">. </w:t>
      </w:r>
    </w:p>
    <w:p w14:paraId="310B0A8D" w14:textId="77777777" w:rsidR="006E0604" w:rsidRPr="000A61BB" w:rsidRDefault="006E0604" w:rsidP="00E74DEC">
      <w:pPr>
        <w:spacing w:after="120"/>
        <w:jc w:val="both"/>
        <w:rPr>
          <w:bCs/>
          <w:szCs w:val="24"/>
        </w:rPr>
      </w:pPr>
      <w:r w:rsidRPr="000A61BB">
        <w:rPr>
          <w:b/>
          <w:bCs/>
          <w:szCs w:val="24"/>
        </w:rPr>
        <w:t>12.2.</w:t>
      </w:r>
      <w:r w:rsidRPr="000A61BB">
        <w:rPr>
          <w:bCs/>
          <w:szCs w:val="24"/>
        </w:rPr>
        <w:tab/>
        <w:t xml:space="preserve">Kõik </w:t>
      </w:r>
      <w:r w:rsidR="003D515B" w:rsidRPr="000A61BB">
        <w:rPr>
          <w:bCs/>
          <w:szCs w:val="24"/>
        </w:rPr>
        <w:t>lepingu</w:t>
      </w:r>
      <w:r w:rsidRPr="000A61BB">
        <w:rPr>
          <w:bCs/>
          <w:szCs w:val="24"/>
        </w:rPr>
        <w:t xml:space="preserve"> muudatused jõustuvad pärast nende allakirjutamist mõlema </w:t>
      </w:r>
      <w:r w:rsidR="003D515B" w:rsidRPr="000A61BB">
        <w:rPr>
          <w:bCs/>
          <w:szCs w:val="24"/>
        </w:rPr>
        <w:t>poole</w:t>
      </w:r>
      <w:r w:rsidRPr="000A61BB">
        <w:rPr>
          <w:bCs/>
          <w:szCs w:val="24"/>
        </w:rPr>
        <w:t xml:space="preserve"> poolt allakirjutamise hetkest või </w:t>
      </w:r>
      <w:r w:rsidR="003D515B" w:rsidRPr="000A61BB">
        <w:rPr>
          <w:bCs/>
          <w:szCs w:val="24"/>
        </w:rPr>
        <w:t>poolte</w:t>
      </w:r>
      <w:r w:rsidRPr="000A61BB">
        <w:rPr>
          <w:bCs/>
          <w:szCs w:val="24"/>
        </w:rPr>
        <w:t xml:space="preserve"> poolt kirjalikult määratud tähtajal. </w:t>
      </w:r>
    </w:p>
    <w:p w14:paraId="0FA085D6" w14:textId="77777777" w:rsidR="006E0604" w:rsidRPr="000A61BB" w:rsidRDefault="006E0604" w:rsidP="00E74DEC">
      <w:pPr>
        <w:spacing w:after="120"/>
        <w:jc w:val="both"/>
        <w:rPr>
          <w:bCs/>
          <w:szCs w:val="24"/>
        </w:rPr>
      </w:pPr>
      <w:r w:rsidRPr="00471A69">
        <w:rPr>
          <w:b/>
          <w:bCs/>
          <w:szCs w:val="24"/>
        </w:rPr>
        <w:lastRenderedPageBreak/>
        <w:t>12.3.</w:t>
      </w:r>
      <w:r w:rsidRPr="00471A69">
        <w:rPr>
          <w:bCs/>
          <w:szCs w:val="24"/>
        </w:rPr>
        <w:tab/>
      </w:r>
      <w:r w:rsidRPr="000A61BB">
        <w:rPr>
          <w:bCs/>
          <w:szCs w:val="24"/>
        </w:rPr>
        <w:t xml:space="preserve">Lepinguga seonduvaid eriarvamusi ja vaidlusi lahendavad </w:t>
      </w:r>
      <w:r w:rsidR="00674200" w:rsidRPr="000A61BB">
        <w:rPr>
          <w:bCs/>
          <w:szCs w:val="24"/>
        </w:rPr>
        <w:t>p</w:t>
      </w:r>
      <w:r w:rsidR="003D515B" w:rsidRPr="000A61BB">
        <w:rPr>
          <w:bCs/>
          <w:szCs w:val="24"/>
        </w:rPr>
        <w:t>ooled</w:t>
      </w:r>
      <w:r w:rsidRPr="000A61BB">
        <w:rPr>
          <w:bCs/>
          <w:szCs w:val="24"/>
        </w:rPr>
        <w:t xml:space="preserve"> eelkõige läbirääkimiste teel. Kui </w:t>
      </w:r>
      <w:r w:rsidR="00674200" w:rsidRPr="000A61BB">
        <w:rPr>
          <w:bCs/>
          <w:szCs w:val="24"/>
        </w:rPr>
        <w:t>l</w:t>
      </w:r>
      <w:r w:rsidRPr="000A61BB">
        <w:rPr>
          <w:bCs/>
          <w:szCs w:val="24"/>
        </w:rPr>
        <w:t xml:space="preserve">epingust tulenevaid vaidlusi ei õnnestu lahendada </w:t>
      </w:r>
      <w:r w:rsidR="003D515B" w:rsidRPr="000A61BB">
        <w:rPr>
          <w:bCs/>
          <w:szCs w:val="24"/>
        </w:rPr>
        <w:t>poolte</w:t>
      </w:r>
      <w:r w:rsidRPr="000A61BB">
        <w:rPr>
          <w:bCs/>
          <w:szCs w:val="24"/>
        </w:rPr>
        <w:t xml:space="preserve"> läbirääkimistega, lahendatakse vaidlus kostja elu- või asukohajärgses kohtus.</w:t>
      </w:r>
    </w:p>
    <w:p w14:paraId="1C3B2894" w14:textId="4DDD961D" w:rsidR="006E0604" w:rsidRPr="000A61BB" w:rsidRDefault="006E0604">
      <w:pPr>
        <w:spacing w:after="120"/>
        <w:jc w:val="both"/>
        <w:rPr>
          <w:bCs/>
          <w:szCs w:val="24"/>
        </w:rPr>
      </w:pPr>
      <w:r w:rsidRPr="000A61BB">
        <w:rPr>
          <w:b/>
          <w:bCs/>
          <w:szCs w:val="24"/>
        </w:rPr>
        <w:t>12.4.</w:t>
      </w:r>
      <w:r w:rsidRPr="000A61BB">
        <w:rPr>
          <w:bCs/>
          <w:szCs w:val="24"/>
        </w:rPr>
        <w:tab/>
      </w:r>
      <w:r w:rsidR="00674200" w:rsidRPr="000A61BB">
        <w:rPr>
          <w:bCs/>
          <w:szCs w:val="24"/>
        </w:rPr>
        <w:t>L</w:t>
      </w:r>
      <w:r w:rsidR="003D515B" w:rsidRPr="000A61BB">
        <w:rPr>
          <w:bCs/>
          <w:szCs w:val="24"/>
        </w:rPr>
        <w:t>epingu</w:t>
      </w:r>
      <w:r w:rsidRPr="000A61BB">
        <w:rPr>
          <w:bCs/>
          <w:szCs w:val="24"/>
        </w:rPr>
        <w:t xml:space="preserve"> sõlmimisel on </w:t>
      </w:r>
      <w:r w:rsidR="00674200" w:rsidRPr="000A61BB">
        <w:rPr>
          <w:bCs/>
          <w:szCs w:val="24"/>
        </w:rPr>
        <w:t>l</w:t>
      </w:r>
      <w:r w:rsidRPr="000A61BB">
        <w:rPr>
          <w:bCs/>
          <w:szCs w:val="24"/>
        </w:rPr>
        <w:t xml:space="preserve">epingul järgmised </w:t>
      </w:r>
      <w:r w:rsidR="00446705" w:rsidRPr="000A61BB">
        <w:rPr>
          <w:bCs/>
          <w:szCs w:val="24"/>
        </w:rPr>
        <w:t>lisa</w:t>
      </w:r>
      <w:r w:rsidRPr="000A61BB">
        <w:rPr>
          <w:bCs/>
          <w:szCs w:val="24"/>
        </w:rPr>
        <w:t>d:</w:t>
      </w:r>
    </w:p>
    <w:p w14:paraId="24907455" w14:textId="3D2A9238" w:rsidR="006E0604" w:rsidRPr="000A61BB" w:rsidRDefault="006E0604">
      <w:pPr>
        <w:tabs>
          <w:tab w:val="left" w:pos="1134"/>
        </w:tabs>
        <w:ind w:left="567"/>
        <w:jc w:val="both"/>
        <w:rPr>
          <w:bCs/>
          <w:szCs w:val="24"/>
        </w:rPr>
      </w:pPr>
      <w:r w:rsidRPr="000A61BB">
        <w:rPr>
          <w:bCs/>
          <w:szCs w:val="24"/>
        </w:rPr>
        <w:tab/>
      </w:r>
      <w:r w:rsidR="00446705" w:rsidRPr="000A61BB">
        <w:rPr>
          <w:bCs/>
          <w:szCs w:val="24"/>
        </w:rPr>
        <w:t>Lisa</w:t>
      </w:r>
      <w:r w:rsidRPr="000A61BB">
        <w:rPr>
          <w:bCs/>
          <w:szCs w:val="24"/>
        </w:rPr>
        <w:t xml:space="preserve"> 1 “</w:t>
      </w:r>
      <w:r w:rsidR="00C83230">
        <w:rPr>
          <w:bCs/>
          <w:szCs w:val="24"/>
        </w:rPr>
        <w:t>T</w:t>
      </w:r>
      <w:r w:rsidR="003D515B" w:rsidRPr="000A61BB">
        <w:rPr>
          <w:bCs/>
          <w:szCs w:val="24"/>
        </w:rPr>
        <w:t>arnegraafik</w:t>
      </w:r>
      <w:r w:rsidRPr="000A61BB">
        <w:rPr>
          <w:bCs/>
          <w:szCs w:val="24"/>
        </w:rPr>
        <w:t>”;</w:t>
      </w:r>
    </w:p>
    <w:p w14:paraId="54CBAE0E" w14:textId="2538306F" w:rsidR="006E0604" w:rsidRPr="000A61BB" w:rsidRDefault="006E0604">
      <w:pPr>
        <w:tabs>
          <w:tab w:val="left" w:pos="1134"/>
        </w:tabs>
        <w:ind w:left="567"/>
        <w:jc w:val="both"/>
        <w:rPr>
          <w:bCs/>
          <w:szCs w:val="24"/>
        </w:rPr>
      </w:pPr>
      <w:r w:rsidRPr="000A61BB">
        <w:rPr>
          <w:bCs/>
          <w:szCs w:val="24"/>
        </w:rPr>
        <w:tab/>
      </w:r>
      <w:r w:rsidR="00446705" w:rsidRPr="000A61BB">
        <w:rPr>
          <w:bCs/>
          <w:szCs w:val="24"/>
        </w:rPr>
        <w:t>Lisa</w:t>
      </w:r>
      <w:r w:rsidRPr="000A61BB">
        <w:rPr>
          <w:bCs/>
          <w:szCs w:val="24"/>
        </w:rPr>
        <w:t xml:space="preserve"> 2 “</w:t>
      </w:r>
      <w:r w:rsidR="00C83230">
        <w:rPr>
          <w:bCs/>
          <w:szCs w:val="24"/>
        </w:rPr>
        <w:t>M</w:t>
      </w:r>
      <w:r w:rsidR="003D515B" w:rsidRPr="000A61BB">
        <w:rPr>
          <w:bCs/>
          <w:szCs w:val="24"/>
        </w:rPr>
        <w:t>etsamaterjali</w:t>
      </w:r>
      <w:r w:rsidRPr="000A61BB">
        <w:rPr>
          <w:bCs/>
          <w:szCs w:val="24"/>
        </w:rPr>
        <w:t xml:space="preserve"> kvaliteedinõuded”;</w:t>
      </w:r>
    </w:p>
    <w:p w14:paraId="6D7017D1" w14:textId="77A6CDBD" w:rsidR="006E0604" w:rsidRPr="000A61BB" w:rsidRDefault="006E0604" w:rsidP="00E4071C">
      <w:pPr>
        <w:tabs>
          <w:tab w:val="left" w:pos="1134"/>
        </w:tabs>
        <w:ind w:left="567"/>
        <w:jc w:val="both"/>
        <w:rPr>
          <w:bCs/>
          <w:szCs w:val="24"/>
        </w:rPr>
      </w:pPr>
      <w:r w:rsidRPr="000A61BB">
        <w:rPr>
          <w:bCs/>
          <w:szCs w:val="24"/>
        </w:rPr>
        <w:tab/>
      </w:r>
      <w:r w:rsidR="00446705" w:rsidRPr="000A61BB">
        <w:rPr>
          <w:bCs/>
          <w:szCs w:val="24"/>
        </w:rPr>
        <w:t>Lisa</w:t>
      </w:r>
      <w:r w:rsidRPr="000A61BB">
        <w:rPr>
          <w:bCs/>
          <w:szCs w:val="24"/>
        </w:rPr>
        <w:t xml:space="preserve"> 3 “</w:t>
      </w:r>
      <w:r w:rsidR="00C83230">
        <w:rPr>
          <w:bCs/>
          <w:szCs w:val="24"/>
        </w:rPr>
        <w:t>H</w:t>
      </w:r>
      <w:r w:rsidR="003D515B" w:rsidRPr="000A61BB">
        <w:rPr>
          <w:bCs/>
          <w:szCs w:val="24"/>
        </w:rPr>
        <w:t>innakokkulepe</w:t>
      </w:r>
      <w:r w:rsidRPr="000A61BB">
        <w:rPr>
          <w:bCs/>
          <w:szCs w:val="24"/>
        </w:rPr>
        <w:t>”.</w:t>
      </w:r>
    </w:p>
    <w:p w14:paraId="03DE2782" w14:textId="77777777" w:rsidR="005253A2" w:rsidRPr="000A61BB" w:rsidRDefault="005253A2">
      <w:pPr>
        <w:tabs>
          <w:tab w:val="left" w:pos="1134"/>
        </w:tabs>
        <w:ind w:left="567"/>
        <w:jc w:val="both"/>
        <w:rPr>
          <w:bCs/>
          <w:szCs w:val="24"/>
        </w:rPr>
      </w:pPr>
    </w:p>
    <w:p w14:paraId="61F418BD" w14:textId="552FCD6F" w:rsidR="005A66FC" w:rsidRDefault="006E0604" w:rsidP="005A66FC">
      <w:pPr>
        <w:rPr>
          <w:szCs w:val="24"/>
        </w:rPr>
      </w:pPr>
      <w:r w:rsidRPr="000A61BB">
        <w:rPr>
          <w:b/>
          <w:szCs w:val="24"/>
        </w:rPr>
        <w:t>12.5.</w:t>
      </w:r>
      <w:r w:rsidRPr="000A61BB">
        <w:rPr>
          <w:szCs w:val="24"/>
        </w:rPr>
        <w:tab/>
      </w:r>
      <w:r w:rsidR="00706ABE">
        <w:rPr>
          <w:szCs w:val="24"/>
        </w:rPr>
        <w:t>L</w:t>
      </w:r>
      <w:r w:rsidRPr="000A61BB">
        <w:rPr>
          <w:szCs w:val="24"/>
        </w:rPr>
        <w:t>eping</w:t>
      </w:r>
      <w:r w:rsidR="00674200" w:rsidRPr="000A61BB">
        <w:rPr>
          <w:szCs w:val="24"/>
        </w:rPr>
        <w:t xml:space="preserve"> koos </w:t>
      </w:r>
      <w:r w:rsidR="00446705" w:rsidRPr="000A61BB">
        <w:rPr>
          <w:szCs w:val="24"/>
        </w:rPr>
        <w:t>lisa</w:t>
      </w:r>
      <w:r w:rsidRPr="000A61BB">
        <w:rPr>
          <w:szCs w:val="24"/>
        </w:rPr>
        <w:t xml:space="preserve">dega moodustab ühtse ja tervikliku </w:t>
      </w:r>
      <w:r w:rsidR="003D515B" w:rsidRPr="000A61BB">
        <w:rPr>
          <w:szCs w:val="24"/>
        </w:rPr>
        <w:t>lepingu</w:t>
      </w:r>
      <w:r w:rsidRPr="000A61BB">
        <w:rPr>
          <w:szCs w:val="24"/>
        </w:rPr>
        <w:t xml:space="preserve">, mis asendab kõiki samade </w:t>
      </w:r>
      <w:r w:rsidR="003D515B" w:rsidRPr="000A61BB">
        <w:rPr>
          <w:szCs w:val="24"/>
        </w:rPr>
        <w:t>poolte</w:t>
      </w:r>
      <w:r w:rsidR="00674200" w:rsidRPr="000A61BB">
        <w:rPr>
          <w:szCs w:val="24"/>
        </w:rPr>
        <w:t xml:space="preserve"> vahel varem sama l</w:t>
      </w:r>
      <w:r w:rsidRPr="000A61BB">
        <w:rPr>
          <w:szCs w:val="24"/>
        </w:rPr>
        <w:t>epinguobjekti suhtes sõlmitud mis tahes suulisi või kirjalikke kokkuleppeid.</w:t>
      </w:r>
    </w:p>
    <w:p w14:paraId="1692052B" w14:textId="45095448" w:rsidR="005A66FC" w:rsidRPr="00A222B6" w:rsidRDefault="005A66FC" w:rsidP="005A66FC">
      <w:pPr>
        <w:rPr>
          <w:szCs w:val="24"/>
        </w:rPr>
      </w:pPr>
      <w:r w:rsidRPr="005A66FC">
        <w:rPr>
          <w:b/>
          <w:szCs w:val="24"/>
        </w:rPr>
        <w:t>12.6.</w:t>
      </w:r>
      <w:r w:rsidR="000B3C7F">
        <w:rPr>
          <w:bCs/>
          <w:szCs w:val="24"/>
        </w:rPr>
        <w:tab/>
      </w:r>
      <w:r w:rsidR="00964788" w:rsidRPr="00430AED">
        <w:rPr>
          <w:bCs/>
          <w:szCs w:val="24"/>
        </w:rPr>
        <w:t>Leping on allkirjastatud digitaalselt</w:t>
      </w:r>
      <w:r w:rsidR="00B016FB" w:rsidRPr="00430AED">
        <w:rPr>
          <w:bCs/>
          <w:szCs w:val="24"/>
        </w:rPr>
        <w:t>.</w:t>
      </w:r>
      <w:r w:rsidR="00B016FB" w:rsidRPr="00B016FB" w:rsidDel="00B016FB">
        <w:rPr>
          <w:bCs/>
          <w:szCs w:val="24"/>
        </w:rPr>
        <w:t xml:space="preserve"> </w:t>
      </w:r>
    </w:p>
    <w:p w14:paraId="32C95932" w14:textId="6D23EEEE" w:rsidR="005A66FC" w:rsidRPr="000A61BB" w:rsidRDefault="005A66FC">
      <w:pPr>
        <w:rPr>
          <w:szCs w:val="24"/>
        </w:rPr>
      </w:pPr>
    </w:p>
    <w:p w14:paraId="659999A1" w14:textId="77777777" w:rsidR="006E0604" w:rsidRPr="00471A69" w:rsidRDefault="006E0604">
      <w:pPr>
        <w:rPr>
          <w:b/>
          <w:szCs w:val="24"/>
        </w:rPr>
      </w:pPr>
    </w:p>
    <w:p w14:paraId="50A7A608" w14:textId="1D9AB6C0" w:rsidR="006E0604" w:rsidRPr="000A61BB" w:rsidRDefault="00674200">
      <w:pPr>
        <w:rPr>
          <w:b/>
          <w:szCs w:val="24"/>
        </w:rPr>
      </w:pPr>
      <w:r w:rsidRPr="000A61BB">
        <w:rPr>
          <w:b/>
          <w:szCs w:val="24"/>
        </w:rPr>
        <w:t>P</w:t>
      </w:r>
      <w:r w:rsidR="003D515B" w:rsidRPr="000A61BB">
        <w:rPr>
          <w:b/>
          <w:szCs w:val="24"/>
        </w:rPr>
        <w:t>oolte</w:t>
      </w:r>
      <w:r w:rsidR="006E0604" w:rsidRPr="000A61BB">
        <w:rPr>
          <w:b/>
          <w:szCs w:val="24"/>
        </w:rPr>
        <w:t xml:space="preserve"> andmed ja allkirjad</w:t>
      </w:r>
    </w:p>
    <w:p w14:paraId="1E5A073D" w14:textId="77777777" w:rsidR="00AF11EF" w:rsidRDefault="00AF11EF" w:rsidP="00EC304C">
      <w:pPr>
        <w:rPr>
          <w:b/>
          <w:szCs w:val="24"/>
        </w:rPr>
      </w:pPr>
    </w:p>
    <w:p w14:paraId="3F5DF9CD" w14:textId="38A18D4E" w:rsidR="000A61BB" w:rsidRPr="00AF11EF" w:rsidRDefault="00674200" w:rsidP="00EC304C">
      <w:pPr>
        <w:rPr>
          <w:b/>
          <w:szCs w:val="24"/>
        </w:rPr>
      </w:pPr>
      <w:r w:rsidRPr="000A61BB">
        <w:rPr>
          <w:b/>
          <w:szCs w:val="24"/>
        </w:rPr>
        <w:t>M</w:t>
      </w:r>
      <w:r w:rsidR="003D515B" w:rsidRPr="000A61BB">
        <w:rPr>
          <w:b/>
          <w:szCs w:val="24"/>
        </w:rPr>
        <w:t>üüja</w:t>
      </w:r>
      <w:r w:rsidR="00AF11EF">
        <w:rPr>
          <w:b/>
          <w:szCs w:val="24"/>
        </w:rPr>
        <w:tab/>
      </w:r>
      <w:r w:rsidR="00AF11EF">
        <w:rPr>
          <w:b/>
          <w:szCs w:val="24"/>
        </w:rPr>
        <w:tab/>
      </w:r>
      <w:r w:rsidR="00AF11EF">
        <w:rPr>
          <w:b/>
          <w:szCs w:val="24"/>
        </w:rPr>
        <w:tab/>
      </w:r>
      <w:r w:rsidR="00AF11EF">
        <w:rPr>
          <w:b/>
          <w:szCs w:val="24"/>
        </w:rPr>
        <w:tab/>
      </w:r>
      <w:r w:rsidR="00AF11EF">
        <w:rPr>
          <w:b/>
          <w:szCs w:val="24"/>
        </w:rPr>
        <w:tab/>
      </w:r>
      <w:r w:rsidR="00AF11EF">
        <w:rPr>
          <w:b/>
          <w:szCs w:val="24"/>
        </w:rPr>
        <w:tab/>
      </w:r>
      <w:r w:rsidR="00AF11EF">
        <w:rPr>
          <w:b/>
          <w:szCs w:val="24"/>
        </w:rPr>
        <w:tab/>
      </w:r>
      <w:r w:rsidRPr="000A61BB">
        <w:rPr>
          <w:b/>
          <w:szCs w:val="24"/>
        </w:rPr>
        <w:t>O</w:t>
      </w:r>
      <w:r w:rsidR="003D515B" w:rsidRPr="000A61BB">
        <w:rPr>
          <w:b/>
          <w:szCs w:val="24"/>
        </w:rPr>
        <w:t>stja</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0A61BB" w:rsidRPr="00366BEF" w14:paraId="7C852926" w14:textId="77777777" w:rsidTr="00002ED5">
        <w:trPr>
          <w:trHeight w:val="551"/>
        </w:trPr>
        <w:tc>
          <w:tcPr>
            <w:tcW w:w="4175" w:type="dxa"/>
            <w:vAlign w:val="bottom"/>
          </w:tcPr>
          <w:p w14:paraId="1200F8FF" w14:textId="45F93D41" w:rsidR="000A61BB" w:rsidRPr="00366BEF" w:rsidRDefault="00C03B12" w:rsidP="00002ED5">
            <w:pPr>
              <w:rPr>
                <w:spacing w:val="0"/>
                <w:szCs w:val="24"/>
              </w:rPr>
            </w:pPr>
            <w:sdt>
              <w:sdtPr>
                <w:rPr>
                  <w:spacing w:val="0"/>
                  <w:szCs w:val="24"/>
                </w:rPr>
                <w:id w:val="2123798159"/>
                <w:placeholder>
                  <w:docPart w:val="A9F77B74F5EF41BB87FA47D3E7FCFF86"/>
                </w:placeholder>
                <w:comboBox>
                  <w:listItem w:displayText=" " w:value=" "/>
                  <w:listItem w:displayText="(allkirjastatud digitaalselt)" w:value="(allkirjastatud digitaalselt)"/>
                </w:comboBox>
              </w:sdtPr>
              <w:sdtEndPr/>
              <w:sdtContent>
                <w:r w:rsidR="00B016FB">
                  <w:rPr>
                    <w:spacing w:val="0"/>
                    <w:szCs w:val="24"/>
                  </w:rPr>
                  <w:t>(allkirjastatud digitaalselt)</w:t>
                </w:r>
              </w:sdtContent>
            </w:sdt>
          </w:p>
        </w:tc>
        <w:tc>
          <w:tcPr>
            <w:tcW w:w="1178" w:type="dxa"/>
          </w:tcPr>
          <w:p w14:paraId="4A5CF6CC" w14:textId="77777777" w:rsidR="000A61BB" w:rsidRPr="00366BEF" w:rsidRDefault="000A61BB" w:rsidP="00002ED5">
            <w:pPr>
              <w:jc w:val="both"/>
              <w:rPr>
                <w:spacing w:val="0"/>
                <w:szCs w:val="24"/>
              </w:rPr>
            </w:pPr>
          </w:p>
        </w:tc>
        <w:tc>
          <w:tcPr>
            <w:tcW w:w="3719" w:type="dxa"/>
            <w:vAlign w:val="bottom"/>
          </w:tcPr>
          <w:p w14:paraId="6B74D7BC" w14:textId="4D7A5EFB" w:rsidR="000A61BB" w:rsidRPr="00366BEF" w:rsidRDefault="00C03B12" w:rsidP="00002ED5">
            <w:pPr>
              <w:rPr>
                <w:spacing w:val="0"/>
                <w:szCs w:val="24"/>
              </w:rPr>
            </w:pPr>
            <w:sdt>
              <w:sdtPr>
                <w:rPr>
                  <w:spacing w:val="0"/>
                  <w:szCs w:val="24"/>
                </w:rPr>
                <w:id w:val="1117192284"/>
                <w:placeholder>
                  <w:docPart w:val="63F15FC4B9A748AE926F7A42C66D73D0"/>
                </w:placeholder>
                <w:comboBox>
                  <w:listItem w:displayText=" " w:value=" "/>
                  <w:listItem w:displayText="(allkirjastatud digitaalselt)" w:value="(allkirjastatud digitaalselt)"/>
                </w:comboBox>
              </w:sdtPr>
              <w:sdtEndPr/>
              <w:sdtContent>
                <w:r w:rsidR="00B016FB">
                  <w:rPr>
                    <w:spacing w:val="0"/>
                    <w:szCs w:val="24"/>
                  </w:rPr>
                  <w:t>(allkirjastatud digitaalselt)</w:t>
                </w:r>
              </w:sdtContent>
            </w:sdt>
          </w:p>
        </w:tc>
      </w:tr>
    </w:tbl>
    <w:tbl>
      <w:tblPr>
        <w:tblW w:w="0" w:type="auto"/>
        <w:tblInd w:w="70" w:type="dxa"/>
        <w:tblCellMar>
          <w:left w:w="70" w:type="dxa"/>
          <w:right w:w="70" w:type="dxa"/>
        </w:tblCellMar>
        <w:tblLook w:val="0000" w:firstRow="0" w:lastRow="0" w:firstColumn="0" w:lastColumn="0" w:noHBand="0" w:noVBand="0"/>
      </w:tblPr>
      <w:tblGrid>
        <w:gridCol w:w="5245"/>
        <w:gridCol w:w="3474"/>
      </w:tblGrid>
      <w:tr w:rsidR="000A61BB" w:rsidRPr="00366BEF" w14:paraId="77F872A1" w14:textId="77777777" w:rsidTr="00002ED5">
        <w:trPr>
          <w:trHeight w:val="562"/>
        </w:trPr>
        <w:tc>
          <w:tcPr>
            <w:tcW w:w="5245" w:type="dxa"/>
            <w:vAlign w:val="bottom"/>
          </w:tcPr>
          <w:p w14:paraId="1B889FB4" w14:textId="77777777" w:rsidR="000A61BB" w:rsidRPr="00366BEF" w:rsidRDefault="000A61BB" w:rsidP="00002ED5">
            <w:pPr>
              <w:tabs>
                <w:tab w:val="left" w:pos="4320"/>
              </w:tabs>
              <w:spacing w:after="240"/>
              <w:rPr>
                <w:spacing w:val="0"/>
                <w:szCs w:val="24"/>
              </w:rPr>
            </w:pPr>
          </w:p>
        </w:tc>
        <w:tc>
          <w:tcPr>
            <w:tcW w:w="3474" w:type="dxa"/>
            <w:vAlign w:val="bottom"/>
          </w:tcPr>
          <w:p w14:paraId="63636A78" w14:textId="77777777" w:rsidR="000A61BB" w:rsidRPr="00366BEF" w:rsidRDefault="000A61BB" w:rsidP="00002ED5">
            <w:pPr>
              <w:tabs>
                <w:tab w:val="left" w:pos="4320"/>
              </w:tabs>
              <w:rPr>
                <w:spacing w:val="0"/>
                <w:szCs w:val="24"/>
              </w:rPr>
            </w:pPr>
          </w:p>
        </w:tc>
      </w:tr>
      <w:tr w:rsidR="000A61BB" w:rsidRPr="00366BEF" w14:paraId="240B423F" w14:textId="77777777" w:rsidTr="00002ED5">
        <w:trPr>
          <w:trHeight w:val="340"/>
        </w:trPr>
        <w:tc>
          <w:tcPr>
            <w:tcW w:w="5245" w:type="dxa"/>
            <w:vAlign w:val="bottom"/>
          </w:tcPr>
          <w:p w14:paraId="1152800E" w14:textId="08FB812D" w:rsidR="000A61BB" w:rsidRPr="00366BEF" w:rsidRDefault="00CE0974" w:rsidP="00002ED5">
            <w:pPr>
              <w:tabs>
                <w:tab w:val="left" w:pos="4320"/>
              </w:tabs>
              <w:rPr>
                <w:spacing w:val="0"/>
                <w:szCs w:val="24"/>
              </w:rPr>
            </w:pPr>
            <w:r>
              <w:rPr>
                <w:spacing w:val="0"/>
                <w:szCs w:val="24"/>
                <w:lang w:val="en-AU"/>
              </w:rPr>
              <w:t>Mart Enel</w:t>
            </w:r>
          </w:p>
        </w:tc>
        <w:tc>
          <w:tcPr>
            <w:tcW w:w="3474" w:type="dxa"/>
            <w:vAlign w:val="bottom"/>
          </w:tcPr>
          <w:p w14:paraId="25074C6A" w14:textId="741EB001" w:rsidR="000A61BB" w:rsidRPr="00366BEF" w:rsidRDefault="00B82EB4" w:rsidP="00002ED5">
            <w:pPr>
              <w:tabs>
                <w:tab w:val="left" w:pos="4320"/>
              </w:tabs>
              <w:rPr>
                <w:spacing w:val="0"/>
                <w:szCs w:val="24"/>
              </w:rPr>
            </w:pPr>
            <w:r>
              <w:rPr>
                <w:spacing w:val="0"/>
                <w:szCs w:val="24"/>
                <w:lang w:val="en-AU"/>
              </w:rPr>
              <w:t>Markus Süßmann</w:t>
            </w:r>
          </w:p>
        </w:tc>
      </w:tr>
    </w:tbl>
    <w:p w14:paraId="57EBF41E" w14:textId="288BAC5C" w:rsidR="000A61BB" w:rsidRPr="000A61BB" w:rsidRDefault="00B82EB4" w:rsidP="00EC304C">
      <w:pPr>
        <w:rPr>
          <w:szCs w:val="24"/>
        </w:rPr>
      </w:pP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pacing w:val="0"/>
          <w:szCs w:val="24"/>
          <w:lang w:val="en-AU"/>
        </w:rPr>
        <w:t>Merle Taal</w:t>
      </w:r>
    </w:p>
    <w:p w14:paraId="0F87EAF0" w14:textId="79E6E514" w:rsidR="000A61BB" w:rsidRPr="00683F6D" w:rsidRDefault="000A61BB" w:rsidP="00683F6D">
      <w:pPr>
        <w:ind w:left="5440" w:firstLine="680"/>
        <w:rPr>
          <w:bCs/>
          <w:sz w:val="20"/>
        </w:rPr>
      </w:pPr>
      <w:bookmarkStart w:id="8" w:name="OLE_LINK2"/>
    </w:p>
    <w:bookmarkEnd w:id="8"/>
    <w:sectPr w:rsidR="000A61BB" w:rsidRPr="00683F6D" w:rsidSect="003E0036">
      <w:type w:val="continuous"/>
      <w:pgSz w:w="11906" w:h="16838" w:code="9"/>
      <w:pgMar w:top="567" w:right="851" w:bottom="1134" w:left="1134" w:header="567" w:footer="680" w:gutter="0"/>
      <w:cols w:space="708"/>
      <w:formProt w:val="0"/>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4EADF8" w16cex:dateUtc="2022-12-22T08: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42BD5C4" w16cid:durableId="274EADF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5648E2" w14:textId="77777777" w:rsidR="007A083E" w:rsidRDefault="007A083E">
      <w:r>
        <w:separator/>
      </w:r>
    </w:p>
  </w:endnote>
  <w:endnote w:type="continuationSeparator" w:id="0">
    <w:p w14:paraId="201541F2" w14:textId="77777777" w:rsidR="007A083E" w:rsidRDefault="007A0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alibri">
    <w:altName w:val="Calibri"/>
    <w:panose1 w:val="020F0502020204030204"/>
    <w:charset w:val="BA"/>
    <w:family w:val="swiss"/>
    <w:pitch w:val="variable"/>
    <w:sig w:usb0="E4002EFF" w:usb1="C000247B" w:usb2="00000009" w:usb3="00000000" w:csb0="000001FF" w:csb1="00000000"/>
  </w:font>
  <w:font w:name="Tahoma">
    <w:altName w:val="Lucidasans"/>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D91E61" w14:textId="77777777" w:rsidR="00706ABE" w:rsidRDefault="00706ABE">
    <w:pPr>
      <w:rPr>
        <w:spacing w:val="0"/>
        <w:position w:val="0"/>
        <w:sz w:val="20"/>
      </w:rPr>
    </w:pPr>
    <w:r>
      <w:rPr>
        <w:spacing w:val="0"/>
        <w:position w:val="0"/>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53A814" w14:textId="77777777" w:rsidR="00706ABE" w:rsidRDefault="00706ABE">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CB6FEE" w14:textId="77777777" w:rsidR="007A083E" w:rsidRDefault="007A083E">
      <w:r>
        <w:separator/>
      </w:r>
    </w:p>
  </w:footnote>
  <w:footnote w:type="continuationSeparator" w:id="0">
    <w:p w14:paraId="6B75832C" w14:textId="77777777" w:rsidR="007A083E" w:rsidRDefault="007A0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E770A0" w14:textId="77777777" w:rsidR="00706ABE" w:rsidRPr="005B7E8B" w:rsidRDefault="00706ABE" w:rsidP="00366F67">
    <w:pPr>
      <w:pStyle w:val="Kopfzeile"/>
      <w:jc w:val="right"/>
      <w:rPr>
        <w:rFonts w:ascii="Arial" w:hAnsi="Arial" w:cs="Arial"/>
        <w:b/>
        <w:sz w:val="18"/>
        <w:szCs w:val="18"/>
      </w:rPr>
    </w:pPr>
    <w:r w:rsidRPr="005B7E8B">
      <w:rPr>
        <w:rFonts w:ascii="Arial" w:hAnsi="Arial" w:cs="Arial"/>
        <w:b/>
        <w:sz w:val="18"/>
        <w:szCs w:val="18"/>
      </w:rPr>
      <w:t>ASUTUSESISESEKS KASUTAMISEKS</w:t>
    </w:r>
  </w:p>
  <w:p w14:paraId="58D88DDA" w14:textId="77777777" w:rsidR="00706ABE" w:rsidRDefault="00706ABE"/>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7F790F" w14:textId="77777777" w:rsidR="00706ABE" w:rsidRDefault="00706ABE">
    <w:pPr>
      <w:framePr w:w="5049" w:h="1265" w:hRule="exact" w:hSpace="181" w:wrap="notBeside" w:vAnchor="page" w:hAnchor="page" w:x="1701" w:y="545"/>
      <w:rPr>
        <w:sz w:val="2"/>
      </w:rPr>
    </w:pPr>
  </w:p>
  <w:p w14:paraId="5C540452" w14:textId="77777777" w:rsidR="00706ABE" w:rsidRDefault="00706ABE">
    <w:pPr>
      <w:framePr w:w="3289" w:h="567" w:wrap="around" w:vAnchor="page" w:hAnchor="page" w:x="8052" w:y="625"/>
      <w:rPr>
        <w:spacing w:val="0"/>
        <w:position w:val="0"/>
      </w:rPr>
    </w:pPr>
  </w:p>
  <w:p w14:paraId="1E36AFC2" w14:textId="77777777" w:rsidR="00706ABE" w:rsidRDefault="00706ABE">
    <w:pPr>
      <w:jc w:val="both"/>
      <w:rPr>
        <w:spacing w:val="0"/>
        <w:position w:val="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E3405"/>
    <w:multiLevelType w:val="hybridMultilevel"/>
    <w:tmpl w:val="D2CA2D6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15:restartNumberingAfterBreak="0">
    <w:nsid w:val="033370BE"/>
    <w:multiLevelType w:val="multilevel"/>
    <w:tmpl w:val="08F4DCFE"/>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3" w15:restartNumberingAfterBreak="0">
    <w:nsid w:val="03EC131B"/>
    <w:multiLevelType w:val="multilevel"/>
    <w:tmpl w:val="CE60F5C4"/>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15:restartNumberingAfterBreak="0">
    <w:nsid w:val="1B037052"/>
    <w:multiLevelType w:val="hybridMultilevel"/>
    <w:tmpl w:val="0566595C"/>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5" w15:restartNumberingAfterBreak="0">
    <w:nsid w:val="294F0537"/>
    <w:multiLevelType w:val="hybridMultilevel"/>
    <w:tmpl w:val="253CE6C8"/>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30EF00F7"/>
    <w:multiLevelType w:val="multilevel"/>
    <w:tmpl w:val="8ACE73A8"/>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7" w15:restartNumberingAfterBreak="0">
    <w:nsid w:val="358620E4"/>
    <w:multiLevelType w:val="hybridMultilevel"/>
    <w:tmpl w:val="E83E1430"/>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A936BA7"/>
    <w:multiLevelType w:val="hybridMultilevel"/>
    <w:tmpl w:val="C7BC267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F601246"/>
    <w:multiLevelType w:val="hybridMultilevel"/>
    <w:tmpl w:val="05665E1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40C207E2"/>
    <w:multiLevelType w:val="hybridMultilevel"/>
    <w:tmpl w:val="A60A59A2"/>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11"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12" w15:restartNumberingAfterBreak="0">
    <w:nsid w:val="4720601D"/>
    <w:multiLevelType w:val="multilevel"/>
    <w:tmpl w:val="A8288E50"/>
    <w:lvl w:ilvl="0">
      <w:start w:val="1"/>
      <w:numFmt w:val="decimal"/>
      <w:lvlText w:val="%1."/>
      <w:lvlJc w:val="left"/>
      <w:pPr>
        <w:ind w:left="36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3" w15:restartNumberingAfterBreak="0">
    <w:nsid w:val="569F5E72"/>
    <w:multiLevelType w:val="hybridMultilevel"/>
    <w:tmpl w:val="0CB496AA"/>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62F17A71"/>
    <w:multiLevelType w:val="hybridMultilevel"/>
    <w:tmpl w:val="32C65326"/>
    <w:lvl w:ilvl="0" w:tplc="D7464E4C">
      <w:start w:val="1"/>
      <w:numFmt w:val="decimal"/>
      <w:lvlText w:val="%1."/>
      <w:lvlJc w:val="left"/>
      <w:pPr>
        <w:ind w:left="360" w:hanging="360"/>
      </w:pPr>
      <w:rPr>
        <w:rFonts w:hint="default"/>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5" w15:restartNumberingAfterBreak="0">
    <w:nsid w:val="63685CEC"/>
    <w:multiLevelType w:val="hybridMultilevel"/>
    <w:tmpl w:val="087861A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6C125026"/>
    <w:multiLevelType w:val="hybridMultilevel"/>
    <w:tmpl w:val="EF5402D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78FA6A7B"/>
    <w:multiLevelType w:val="hybridMultilevel"/>
    <w:tmpl w:val="0F7664F2"/>
    <w:lvl w:ilvl="0" w:tplc="0425000F">
      <w:start w:val="1"/>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7C161E51"/>
    <w:multiLevelType w:val="hybridMultilevel"/>
    <w:tmpl w:val="B582CA54"/>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11"/>
  </w:num>
  <w:num w:numId="3">
    <w:abstractNumId w:val="3"/>
  </w:num>
  <w:num w:numId="4">
    <w:abstractNumId w:val="5"/>
  </w:num>
  <w:num w:numId="5">
    <w:abstractNumId w:val="8"/>
  </w:num>
  <w:num w:numId="6">
    <w:abstractNumId w:val="15"/>
  </w:num>
  <w:num w:numId="7">
    <w:abstractNumId w:val="18"/>
  </w:num>
  <w:num w:numId="8">
    <w:abstractNumId w:val="0"/>
  </w:num>
  <w:num w:numId="9">
    <w:abstractNumId w:val="16"/>
  </w:num>
  <w:num w:numId="10">
    <w:abstractNumId w:val="7"/>
  </w:num>
  <w:num w:numId="11">
    <w:abstractNumId w:val="13"/>
  </w:num>
  <w:num w:numId="12">
    <w:abstractNumId w:val="17"/>
  </w:num>
  <w:num w:numId="13">
    <w:abstractNumId w:val="12"/>
  </w:num>
  <w:num w:numId="14">
    <w:abstractNumId w:val="14"/>
  </w:num>
  <w:num w:numId="15">
    <w:abstractNumId w:val="2"/>
  </w:num>
  <w:num w:numId="16">
    <w:abstractNumId w:val="6"/>
  </w:num>
  <w:num w:numId="17">
    <w:abstractNumId w:val="9"/>
  </w:num>
  <w:num w:numId="18">
    <w:abstractNumId w:val="4"/>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formatting="1" w:enforcement="0"/>
  <w:defaultTabStop w:val="68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531C"/>
    <w:rsid w:val="000007AB"/>
    <w:rsid w:val="0000198A"/>
    <w:rsid w:val="00002ED5"/>
    <w:rsid w:val="00010099"/>
    <w:rsid w:val="00011657"/>
    <w:rsid w:val="000126BE"/>
    <w:rsid w:val="000208F3"/>
    <w:rsid w:val="0002117B"/>
    <w:rsid w:val="00022502"/>
    <w:rsid w:val="0002404B"/>
    <w:rsid w:val="000257EB"/>
    <w:rsid w:val="00027B14"/>
    <w:rsid w:val="00032EC6"/>
    <w:rsid w:val="000339AD"/>
    <w:rsid w:val="000341E7"/>
    <w:rsid w:val="00034A8C"/>
    <w:rsid w:val="00037D1B"/>
    <w:rsid w:val="00040608"/>
    <w:rsid w:val="00043B39"/>
    <w:rsid w:val="000474EB"/>
    <w:rsid w:val="00056A77"/>
    <w:rsid w:val="0006253F"/>
    <w:rsid w:val="00064047"/>
    <w:rsid w:val="0006639B"/>
    <w:rsid w:val="000677A1"/>
    <w:rsid w:val="000713E6"/>
    <w:rsid w:val="00074206"/>
    <w:rsid w:val="00076EDA"/>
    <w:rsid w:val="00084A1A"/>
    <w:rsid w:val="00084D80"/>
    <w:rsid w:val="00085A6B"/>
    <w:rsid w:val="00085B17"/>
    <w:rsid w:val="0008640C"/>
    <w:rsid w:val="00091370"/>
    <w:rsid w:val="000921E3"/>
    <w:rsid w:val="0009307E"/>
    <w:rsid w:val="00095285"/>
    <w:rsid w:val="000A0ED7"/>
    <w:rsid w:val="000A19E0"/>
    <w:rsid w:val="000A270D"/>
    <w:rsid w:val="000A2854"/>
    <w:rsid w:val="000A5149"/>
    <w:rsid w:val="000A61BB"/>
    <w:rsid w:val="000B105E"/>
    <w:rsid w:val="000B387B"/>
    <w:rsid w:val="000B3C7F"/>
    <w:rsid w:val="000B471B"/>
    <w:rsid w:val="000C6A7B"/>
    <w:rsid w:val="000D0EA7"/>
    <w:rsid w:val="000D3EB6"/>
    <w:rsid w:val="000D4DFF"/>
    <w:rsid w:val="000D4FA1"/>
    <w:rsid w:val="000E16BC"/>
    <w:rsid w:val="000E1748"/>
    <w:rsid w:val="000E1D6F"/>
    <w:rsid w:val="000E5945"/>
    <w:rsid w:val="000E6251"/>
    <w:rsid w:val="000F0ED9"/>
    <w:rsid w:val="000F34A7"/>
    <w:rsid w:val="00101DA0"/>
    <w:rsid w:val="00102D76"/>
    <w:rsid w:val="001036EC"/>
    <w:rsid w:val="00103C65"/>
    <w:rsid w:val="0010534D"/>
    <w:rsid w:val="00106336"/>
    <w:rsid w:val="00106B93"/>
    <w:rsid w:val="001111A1"/>
    <w:rsid w:val="00112B9E"/>
    <w:rsid w:val="0011406D"/>
    <w:rsid w:val="001144C3"/>
    <w:rsid w:val="0012087A"/>
    <w:rsid w:val="00120AFD"/>
    <w:rsid w:val="00121C29"/>
    <w:rsid w:val="00122050"/>
    <w:rsid w:val="0013088E"/>
    <w:rsid w:val="00134178"/>
    <w:rsid w:val="00135375"/>
    <w:rsid w:val="00135476"/>
    <w:rsid w:val="0013579A"/>
    <w:rsid w:val="00144962"/>
    <w:rsid w:val="00145CD1"/>
    <w:rsid w:val="001539A6"/>
    <w:rsid w:val="0015754B"/>
    <w:rsid w:val="00163C37"/>
    <w:rsid w:val="00167630"/>
    <w:rsid w:val="00170B55"/>
    <w:rsid w:val="00170F65"/>
    <w:rsid w:val="00171391"/>
    <w:rsid w:val="00173173"/>
    <w:rsid w:val="0017538A"/>
    <w:rsid w:val="00180E8D"/>
    <w:rsid w:val="00182E53"/>
    <w:rsid w:val="00187049"/>
    <w:rsid w:val="0018749D"/>
    <w:rsid w:val="00187976"/>
    <w:rsid w:val="00192075"/>
    <w:rsid w:val="001921BC"/>
    <w:rsid w:val="0019315C"/>
    <w:rsid w:val="001938B5"/>
    <w:rsid w:val="00197DCE"/>
    <w:rsid w:val="001A1BF0"/>
    <w:rsid w:val="001A1CAD"/>
    <w:rsid w:val="001A3C7E"/>
    <w:rsid w:val="001A650B"/>
    <w:rsid w:val="001A6E22"/>
    <w:rsid w:val="001B01F7"/>
    <w:rsid w:val="001B0223"/>
    <w:rsid w:val="001B25B0"/>
    <w:rsid w:val="001B6FB4"/>
    <w:rsid w:val="001B77CD"/>
    <w:rsid w:val="001C22B8"/>
    <w:rsid w:val="001C7E1E"/>
    <w:rsid w:val="001D26A8"/>
    <w:rsid w:val="001D5F9D"/>
    <w:rsid w:val="001E2AF0"/>
    <w:rsid w:val="001E3B59"/>
    <w:rsid w:val="001E5038"/>
    <w:rsid w:val="001E5B98"/>
    <w:rsid w:val="001F0175"/>
    <w:rsid w:val="001F0383"/>
    <w:rsid w:val="001F623B"/>
    <w:rsid w:val="0020132F"/>
    <w:rsid w:val="00202884"/>
    <w:rsid w:val="0020382B"/>
    <w:rsid w:val="00204185"/>
    <w:rsid w:val="00205118"/>
    <w:rsid w:val="0020571B"/>
    <w:rsid w:val="00207341"/>
    <w:rsid w:val="00207820"/>
    <w:rsid w:val="002123DD"/>
    <w:rsid w:val="002147F2"/>
    <w:rsid w:val="0021543E"/>
    <w:rsid w:val="00221672"/>
    <w:rsid w:val="00225727"/>
    <w:rsid w:val="0022729E"/>
    <w:rsid w:val="00230906"/>
    <w:rsid w:val="002312E2"/>
    <w:rsid w:val="0023145D"/>
    <w:rsid w:val="0023147A"/>
    <w:rsid w:val="00242574"/>
    <w:rsid w:val="0024392C"/>
    <w:rsid w:val="00243A8F"/>
    <w:rsid w:val="00244211"/>
    <w:rsid w:val="002524DC"/>
    <w:rsid w:val="002536EF"/>
    <w:rsid w:val="00255DFF"/>
    <w:rsid w:val="00261C57"/>
    <w:rsid w:val="0026260E"/>
    <w:rsid w:val="00262752"/>
    <w:rsid w:val="00267097"/>
    <w:rsid w:val="00267CD7"/>
    <w:rsid w:val="00274392"/>
    <w:rsid w:val="00274D0C"/>
    <w:rsid w:val="00276C51"/>
    <w:rsid w:val="00277069"/>
    <w:rsid w:val="00277FFA"/>
    <w:rsid w:val="0028009E"/>
    <w:rsid w:val="00281FD0"/>
    <w:rsid w:val="0028259A"/>
    <w:rsid w:val="002868D7"/>
    <w:rsid w:val="00286DB3"/>
    <w:rsid w:val="00290D1F"/>
    <w:rsid w:val="002A0A82"/>
    <w:rsid w:val="002A0FA8"/>
    <w:rsid w:val="002A3ADB"/>
    <w:rsid w:val="002A7B9A"/>
    <w:rsid w:val="002B010F"/>
    <w:rsid w:val="002B22F4"/>
    <w:rsid w:val="002B3236"/>
    <w:rsid w:val="002B6C52"/>
    <w:rsid w:val="002C2317"/>
    <w:rsid w:val="002C27E0"/>
    <w:rsid w:val="002D6A5C"/>
    <w:rsid w:val="002E723C"/>
    <w:rsid w:val="002E7865"/>
    <w:rsid w:val="002F002D"/>
    <w:rsid w:val="002F4E47"/>
    <w:rsid w:val="002F7629"/>
    <w:rsid w:val="00301C69"/>
    <w:rsid w:val="00304D14"/>
    <w:rsid w:val="003053E3"/>
    <w:rsid w:val="003063B3"/>
    <w:rsid w:val="00310790"/>
    <w:rsid w:val="00311EF6"/>
    <w:rsid w:val="00313D15"/>
    <w:rsid w:val="00314D99"/>
    <w:rsid w:val="00315D16"/>
    <w:rsid w:val="0032094F"/>
    <w:rsid w:val="00324075"/>
    <w:rsid w:val="0033099E"/>
    <w:rsid w:val="00330C91"/>
    <w:rsid w:val="00346194"/>
    <w:rsid w:val="00347546"/>
    <w:rsid w:val="003524EC"/>
    <w:rsid w:val="00353BC4"/>
    <w:rsid w:val="003541B6"/>
    <w:rsid w:val="00360E83"/>
    <w:rsid w:val="00360F70"/>
    <w:rsid w:val="00361342"/>
    <w:rsid w:val="003616A3"/>
    <w:rsid w:val="003619C6"/>
    <w:rsid w:val="00366F67"/>
    <w:rsid w:val="0037217D"/>
    <w:rsid w:val="003731FF"/>
    <w:rsid w:val="003732D1"/>
    <w:rsid w:val="0037583C"/>
    <w:rsid w:val="0037585B"/>
    <w:rsid w:val="00377708"/>
    <w:rsid w:val="003805CA"/>
    <w:rsid w:val="00381117"/>
    <w:rsid w:val="003832B4"/>
    <w:rsid w:val="00386732"/>
    <w:rsid w:val="0039757B"/>
    <w:rsid w:val="003A1B73"/>
    <w:rsid w:val="003A208B"/>
    <w:rsid w:val="003A2525"/>
    <w:rsid w:val="003A52AD"/>
    <w:rsid w:val="003A6988"/>
    <w:rsid w:val="003A6A20"/>
    <w:rsid w:val="003B2EFD"/>
    <w:rsid w:val="003B360C"/>
    <w:rsid w:val="003B3B60"/>
    <w:rsid w:val="003B5619"/>
    <w:rsid w:val="003B6FF6"/>
    <w:rsid w:val="003C0070"/>
    <w:rsid w:val="003C1BF3"/>
    <w:rsid w:val="003C5E64"/>
    <w:rsid w:val="003D515B"/>
    <w:rsid w:val="003D5926"/>
    <w:rsid w:val="003D7CA7"/>
    <w:rsid w:val="003E0036"/>
    <w:rsid w:val="003E0B74"/>
    <w:rsid w:val="003E1D3A"/>
    <w:rsid w:val="003E273E"/>
    <w:rsid w:val="003E3DBE"/>
    <w:rsid w:val="003E5471"/>
    <w:rsid w:val="003F058D"/>
    <w:rsid w:val="003F0E47"/>
    <w:rsid w:val="003F1880"/>
    <w:rsid w:val="003F40E1"/>
    <w:rsid w:val="004009A5"/>
    <w:rsid w:val="00404916"/>
    <w:rsid w:val="00404E0B"/>
    <w:rsid w:val="00405BA2"/>
    <w:rsid w:val="00406C72"/>
    <w:rsid w:val="0041146B"/>
    <w:rsid w:val="00412BE6"/>
    <w:rsid w:val="004130A1"/>
    <w:rsid w:val="00414150"/>
    <w:rsid w:val="00416228"/>
    <w:rsid w:val="0042109D"/>
    <w:rsid w:val="00422C17"/>
    <w:rsid w:val="00423AC7"/>
    <w:rsid w:val="00430A6C"/>
    <w:rsid w:val="00430AED"/>
    <w:rsid w:val="004331AD"/>
    <w:rsid w:val="004347C5"/>
    <w:rsid w:val="00434DEF"/>
    <w:rsid w:val="00436D0F"/>
    <w:rsid w:val="0043714A"/>
    <w:rsid w:val="00440E2C"/>
    <w:rsid w:val="00441316"/>
    <w:rsid w:val="00446705"/>
    <w:rsid w:val="00446858"/>
    <w:rsid w:val="00457AD1"/>
    <w:rsid w:val="00461594"/>
    <w:rsid w:val="00471A69"/>
    <w:rsid w:val="00473171"/>
    <w:rsid w:val="00475786"/>
    <w:rsid w:val="00476336"/>
    <w:rsid w:val="0047688B"/>
    <w:rsid w:val="0048117C"/>
    <w:rsid w:val="004815CB"/>
    <w:rsid w:val="00483CE8"/>
    <w:rsid w:val="00483E1F"/>
    <w:rsid w:val="00485AE5"/>
    <w:rsid w:val="00485FB4"/>
    <w:rsid w:val="00493448"/>
    <w:rsid w:val="00493D7A"/>
    <w:rsid w:val="0049521F"/>
    <w:rsid w:val="00495D95"/>
    <w:rsid w:val="004974AA"/>
    <w:rsid w:val="00497EF3"/>
    <w:rsid w:val="004A276B"/>
    <w:rsid w:val="004B12B5"/>
    <w:rsid w:val="004B20DF"/>
    <w:rsid w:val="004B5707"/>
    <w:rsid w:val="004C081A"/>
    <w:rsid w:val="004C3A6D"/>
    <w:rsid w:val="004C43D4"/>
    <w:rsid w:val="004C4437"/>
    <w:rsid w:val="004C5563"/>
    <w:rsid w:val="004D0357"/>
    <w:rsid w:val="004D04AC"/>
    <w:rsid w:val="004D07D9"/>
    <w:rsid w:val="004D2B34"/>
    <w:rsid w:val="004D3691"/>
    <w:rsid w:val="004D3D2A"/>
    <w:rsid w:val="004D4625"/>
    <w:rsid w:val="004E2AA3"/>
    <w:rsid w:val="004E4AD7"/>
    <w:rsid w:val="004E537A"/>
    <w:rsid w:val="004F579E"/>
    <w:rsid w:val="00500AE0"/>
    <w:rsid w:val="00501E27"/>
    <w:rsid w:val="005100EB"/>
    <w:rsid w:val="00510D61"/>
    <w:rsid w:val="00512176"/>
    <w:rsid w:val="00513E1C"/>
    <w:rsid w:val="005159B7"/>
    <w:rsid w:val="00520B29"/>
    <w:rsid w:val="005253A2"/>
    <w:rsid w:val="0053078B"/>
    <w:rsid w:val="00532C45"/>
    <w:rsid w:val="0054327D"/>
    <w:rsid w:val="00546703"/>
    <w:rsid w:val="00547D0A"/>
    <w:rsid w:val="00552AED"/>
    <w:rsid w:val="00552AFD"/>
    <w:rsid w:val="0055658C"/>
    <w:rsid w:val="00562408"/>
    <w:rsid w:val="00563751"/>
    <w:rsid w:val="00566CD4"/>
    <w:rsid w:val="00571966"/>
    <w:rsid w:val="00572249"/>
    <w:rsid w:val="0057250E"/>
    <w:rsid w:val="00577B72"/>
    <w:rsid w:val="00583608"/>
    <w:rsid w:val="00585459"/>
    <w:rsid w:val="00586DAD"/>
    <w:rsid w:val="0059509C"/>
    <w:rsid w:val="00597FF8"/>
    <w:rsid w:val="005A3304"/>
    <w:rsid w:val="005A3E6B"/>
    <w:rsid w:val="005A4064"/>
    <w:rsid w:val="005A6091"/>
    <w:rsid w:val="005A66FC"/>
    <w:rsid w:val="005A7C28"/>
    <w:rsid w:val="005A7C57"/>
    <w:rsid w:val="005B144F"/>
    <w:rsid w:val="005B1767"/>
    <w:rsid w:val="005B37BF"/>
    <w:rsid w:val="005B4E64"/>
    <w:rsid w:val="005B7E8B"/>
    <w:rsid w:val="005C224E"/>
    <w:rsid w:val="005C29E6"/>
    <w:rsid w:val="005C7054"/>
    <w:rsid w:val="005D111E"/>
    <w:rsid w:val="005D404A"/>
    <w:rsid w:val="005D7743"/>
    <w:rsid w:val="005E0A7C"/>
    <w:rsid w:val="005E197A"/>
    <w:rsid w:val="005E2378"/>
    <w:rsid w:val="005E7AC4"/>
    <w:rsid w:val="005F0E90"/>
    <w:rsid w:val="005F26E8"/>
    <w:rsid w:val="005F274A"/>
    <w:rsid w:val="005F3410"/>
    <w:rsid w:val="005F437D"/>
    <w:rsid w:val="005F4473"/>
    <w:rsid w:val="005F6A15"/>
    <w:rsid w:val="00601B5A"/>
    <w:rsid w:val="00603BCD"/>
    <w:rsid w:val="00607DC7"/>
    <w:rsid w:val="00611899"/>
    <w:rsid w:val="006134C4"/>
    <w:rsid w:val="00617AC6"/>
    <w:rsid w:val="006206CF"/>
    <w:rsid w:val="00621FAF"/>
    <w:rsid w:val="00624068"/>
    <w:rsid w:val="00631804"/>
    <w:rsid w:val="0063248E"/>
    <w:rsid w:val="006351D3"/>
    <w:rsid w:val="00642D20"/>
    <w:rsid w:val="00644246"/>
    <w:rsid w:val="006450A8"/>
    <w:rsid w:val="00645FAD"/>
    <w:rsid w:val="006503F6"/>
    <w:rsid w:val="00650710"/>
    <w:rsid w:val="0065159A"/>
    <w:rsid w:val="006524DB"/>
    <w:rsid w:val="00652AA0"/>
    <w:rsid w:val="0065430F"/>
    <w:rsid w:val="00656EC8"/>
    <w:rsid w:val="006575ED"/>
    <w:rsid w:val="00657798"/>
    <w:rsid w:val="00665954"/>
    <w:rsid w:val="00666317"/>
    <w:rsid w:val="006678C8"/>
    <w:rsid w:val="00674200"/>
    <w:rsid w:val="0067668A"/>
    <w:rsid w:val="0067738D"/>
    <w:rsid w:val="00683F6D"/>
    <w:rsid w:val="006874FE"/>
    <w:rsid w:val="00693283"/>
    <w:rsid w:val="006933E3"/>
    <w:rsid w:val="006948B4"/>
    <w:rsid w:val="00696506"/>
    <w:rsid w:val="006969C8"/>
    <w:rsid w:val="00696D60"/>
    <w:rsid w:val="006971E1"/>
    <w:rsid w:val="006A0276"/>
    <w:rsid w:val="006A3663"/>
    <w:rsid w:val="006A41F2"/>
    <w:rsid w:val="006A4A9D"/>
    <w:rsid w:val="006A5D3A"/>
    <w:rsid w:val="006B5AC0"/>
    <w:rsid w:val="006C2272"/>
    <w:rsid w:val="006C34F8"/>
    <w:rsid w:val="006C42E2"/>
    <w:rsid w:val="006C5BDD"/>
    <w:rsid w:val="006C64AD"/>
    <w:rsid w:val="006D0942"/>
    <w:rsid w:val="006D2A5C"/>
    <w:rsid w:val="006D6AC0"/>
    <w:rsid w:val="006E0604"/>
    <w:rsid w:val="006E0E77"/>
    <w:rsid w:val="006E7485"/>
    <w:rsid w:val="006F1009"/>
    <w:rsid w:val="006F4C03"/>
    <w:rsid w:val="006F56AD"/>
    <w:rsid w:val="00700641"/>
    <w:rsid w:val="007014E9"/>
    <w:rsid w:val="00702527"/>
    <w:rsid w:val="007065A5"/>
    <w:rsid w:val="007066B8"/>
    <w:rsid w:val="00706ABE"/>
    <w:rsid w:val="00706FAD"/>
    <w:rsid w:val="00707DA5"/>
    <w:rsid w:val="007114E7"/>
    <w:rsid w:val="00713BD9"/>
    <w:rsid w:val="00720A25"/>
    <w:rsid w:val="007222E2"/>
    <w:rsid w:val="00727803"/>
    <w:rsid w:val="007311F3"/>
    <w:rsid w:val="0074159B"/>
    <w:rsid w:val="00744F69"/>
    <w:rsid w:val="00750107"/>
    <w:rsid w:val="0075096D"/>
    <w:rsid w:val="007510E0"/>
    <w:rsid w:val="007548AD"/>
    <w:rsid w:val="007574D2"/>
    <w:rsid w:val="00760AE1"/>
    <w:rsid w:val="00764A9C"/>
    <w:rsid w:val="00770D5E"/>
    <w:rsid w:val="00782CB8"/>
    <w:rsid w:val="00783E28"/>
    <w:rsid w:val="00785130"/>
    <w:rsid w:val="00786355"/>
    <w:rsid w:val="007868ED"/>
    <w:rsid w:val="00790C61"/>
    <w:rsid w:val="0079180D"/>
    <w:rsid w:val="00796475"/>
    <w:rsid w:val="007A083E"/>
    <w:rsid w:val="007A1BF3"/>
    <w:rsid w:val="007A1D51"/>
    <w:rsid w:val="007A2A92"/>
    <w:rsid w:val="007A3AB3"/>
    <w:rsid w:val="007A42E9"/>
    <w:rsid w:val="007B136F"/>
    <w:rsid w:val="007B30A9"/>
    <w:rsid w:val="007B7323"/>
    <w:rsid w:val="007B79FE"/>
    <w:rsid w:val="007C13D6"/>
    <w:rsid w:val="007C40E6"/>
    <w:rsid w:val="007C4336"/>
    <w:rsid w:val="007C5026"/>
    <w:rsid w:val="007D0C48"/>
    <w:rsid w:val="007D5716"/>
    <w:rsid w:val="007D61C3"/>
    <w:rsid w:val="007E1BD8"/>
    <w:rsid w:val="007E30AA"/>
    <w:rsid w:val="007E3609"/>
    <w:rsid w:val="007E7DF3"/>
    <w:rsid w:val="007F2693"/>
    <w:rsid w:val="007F56A2"/>
    <w:rsid w:val="007F5D00"/>
    <w:rsid w:val="00800BB1"/>
    <w:rsid w:val="00805C5D"/>
    <w:rsid w:val="008128C4"/>
    <w:rsid w:val="00820959"/>
    <w:rsid w:val="00821F7E"/>
    <w:rsid w:val="00826118"/>
    <w:rsid w:val="00826EFE"/>
    <w:rsid w:val="008331AB"/>
    <w:rsid w:val="00845C13"/>
    <w:rsid w:val="00845D05"/>
    <w:rsid w:val="00846802"/>
    <w:rsid w:val="008520DC"/>
    <w:rsid w:val="0085249C"/>
    <w:rsid w:val="00853A1C"/>
    <w:rsid w:val="008553FB"/>
    <w:rsid w:val="008567A8"/>
    <w:rsid w:val="00856C5F"/>
    <w:rsid w:val="00862060"/>
    <w:rsid w:val="0086253A"/>
    <w:rsid w:val="00865B65"/>
    <w:rsid w:val="00867BF6"/>
    <w:rsid w:val="00871CAB"/>
    <w:rsid w:val="00872906"/>
    <w:rsid w:val="00872A61"/>
    <w:rsid w:val="0087351E"/>
    <w:rsid w:val="00874E63"/>
    <w:rsid w:val="00877094"/>
    <w:rsid w:val="00880107"/>
    <w:rsid w:val="0088135D"/>
    <w:rsid w:val="00883A54"/>
    <w:rsid w:val="00886818"/>
    <w:rsid w:val="008910F2"/>
    <w:rsid w:val="00892780"/>
    <w:rsid w:val="00892DBF"/>
    <w:rsid w:val="00893E90"/>
    <w:rsid w:val="00894C78"/>
    <w:rsid w:val="008A07A3"/>
    <w:rsid w:val="008A1DEA"/>
    <w:rsid w:val="008A277E"/>
    <w:rsid w:val="008A6A99"/>
    <w:rsid w:val="008A73CF"/>
    <w:rsid w:val="008A7CCC"/>
    <w:rsid w:val="008B1EB0"/>
    <w:rsid w:val="008B4BF2"/>
    <w:rsid w:val="008B57EB"/>
    <w:rsid w:val="008B5AC3"/>
    <w:rsid w:val="008B6A9A"/>
    <w:rsid w:val="008C2425"/>
    <w:rsid w:val="008C44DB"/>
    <w:rsid w:val="008C68A6"/>
    <w:rsid w:val="008C7AC6"/>
    <w:rsid w:val="008D3F8F"/>
    <w:rsid w:val="008D50B2"/>
    <w:rsid w:val="008D7B4F"/>
    <w:rsid w:val="008E158B"/>
    <w:rsid w:val="008E1A1D"/>
    <w:rsid w:val="008E2AA3"/>
    <w:rsid w:val="008F251D"/>
    <w:rsid w:val="008F5642"/>
    <w:rsid w:val="008F6E67"/>
    <w:rsid w:val="00905AF5"/>
    <w:rsid w:val="00906BF6"/>
    <w:rsid w:val="00907C1B"/>
    <w:rsid w:val="00911DE2"/>
    <w:rsid w:val="0091203B"/>
    <w:rsid w:val="009233DD"/>
    <w:rsid w:val="00923C7A"/>
    <w:rsid w:val="00924832"/>
    <w:rsid w:val="00927F52"/>
    <w:rsid w:val="00930A88"/>
    <w:rsid w:val="00930B4A"/>
    <w:rsid w:val="0094462A"/>
    <w:rsid w:val="00954386"/>
    <w:rsid w:val="00954BD4"/>
    <w:rsid w:val="009551B0"/>
    <w:rsid w:val="0095725C"/>
    <w:rsid w:val="00960366"/>
    <w:rsid w:val="00964788"/>
    <w:rsid w:val="00967473"/>
    <w:rsid w:val="00967B4D"/>
    <w:rsid w:val="0097010F"/>
    <w:rsid w:val="009717B2"/>
    <w:rsid w:val="009755E4"/>
    <w:rsid w:val="00975E1E"/>
    <w:rsid w:val="00984A4C"/>
    <w:rsid w:val="009935B1"/>
    <w:rsid w:val="00993B9C"/>
    <w:rsid w:val="009A4F57"/>
    <w:rsid w:val="009A6508"/>
    <w:rsid w:val="009A6C84"/>
    <w:rsid w:val="009B33C5"/>
    <w:rsid w:val="009B5273"/>
    <w:rsid w:val="009C077B"/>
    <w:rsid w:val="009C280D"/>
    <w:rsid w:val="009C2ED5"/>
    <w:rsid w:val="009C6771"/>
    <w:rsid w:val="009D4C7E"/>
    <w:rsid w:val="009D7347"/>
    <w:rsid w:val="009D794C"/>
    <w:rsid w:val="009E047F"/>
    <w:rsid w:val="009E14D6"/>
    <w:rsid w:val="009E4A8E"/>
    <w:rsid w:val="009F106D"/>
    <w:rsid w:val="009F490E"/>
    <w:rsid w:val="00A031E9"/>
    <w:rsid w:val="00A07836"/>
    <w:rsid w:val="00A11B35"/>
    <w:rsid w:val="00A123A0"/>
    <w:rsid w:val="00A12CDD"/>
    <w:rsid w:val="00A21A2A"/>
    <w:rsid w:val="00A24B65"/>
    <w:rsid w:val="00A30899"/>
    <w:rsid w:val="00A30F02"/>
    <w:rsid w:val="00A31C35"/>
    <w:rsid w:val="00A31D04"/>
    <w:rsid w:val="00A321F7"/>
    <w:rsid w:val="00A33604"/>
    <w:rsid w:val="00A34986"/>
    <w:rsid w:val="00A35E45"/>
    <w:rsid w:val="00A362A0"/>
    <w:rsid w:val="00A44923"/>
    <w:rsid w:val="00A45006"/>
    <w:rsid w:val="00A5323B"/>
    <w:rsid w:val="00A5449E"/>
    <w:rsid w:val="00A5583D"/>
    <w:rsid w:val="00A56D22"/>
    <w:rsid w:val="00A63449"/>
    <w:rsid w:val="00A64CE9"/>
    <w:rsid w:val="00A803AB"/>
    <w:rsid w:val="00A81F85"/>
    <w:rsid w:val="00A9111A"/>
    <w:rsid w:val="00A92AE7"/>
    <w:rsid w:val="00A94E85"/>
    <w:rsid w:val="00A951F4"/>
    <w:rsid w:val="00A96A82"/>
    <w:rsid w:val="00AA0603"/>
    <w:rsid w:val="00AA1312"/>
    <w:rsid w:val="00AA2A45"/>
    <w:rsid w:val="00AA6C1C"/>
    <w:rsid w:val="00AB2D56"/>
    <w:rsid w:val="00AC5895"/>
    <w:rsid w:val="00AC6689"/>
    <w:rsid w:val="00AD3F41"/>
    <w:rsid w:val="00AD531C"/>
    <w:rsid w:val="00AE2968"/>
    <w:rsid w:val="00AE6484"/>
    <w:rsid w:val="00AE6B5B"/>
    <w:rsid w:val="00AF0139"/>
    <w:rsid w:val="00AF11EF"/>
    <w:rsid w:val="00AF3AD6"/>
    <w:rsid w:val="00AF5464"/>
    <w:rsid w:val="00AF7752"/>
    <w:rsid w:val="00B0068E"/>
    <w:rsid w:val="00B016FB"/>
    <w:rsid w:val="00B13656"/>
    <w:rsid w:val="00B140B6"/>
    <w:rsid w:val="00B17233"/>
    <w:rsid w:val="00B21C74"/>
    <w:rsid w:val="00B24409"/>
    <w:rsid w:val="00B256C6"/>
    <w:rsid w:val="00B315A6"/>
    <w:rsid w:val="00B34093"/>
    <w:rsid w:val="00B37D41"/>
    <w:rsid w:val="00B41572"/>
    <w:rsid w:val="00B42464"/>
    <w:rsid w:val="00B427AC"/>
    <w:rsid w:val="00B42EC1"/>
    <w:rsid w:val="00B46692"/>
    <w:rsid w:val="00B476EB"/>
    <w:rsid w:val="00B522D0"/>
    <w:rsid w:val="00B5593A"/>
    <w:rsid w:val="00B70848"/>
    <w:rsid w:val="00B72B03"/>
    <w:rsid w:val="00B778A1"/>
    <w:rsid w:val="00B778BB"/>
    <w:rsid w:val="00B82EB4"/>
    <w:rsid w:val="00B832C0"/>
    <w:rsid w:val="00B8365C"/>
    <w:rsid w:val="00B8459C"/>
    <w:rsid w:val="00B84E53"/>
    <w:rsid w:val="00B92CDD"/>
    <w:rsid w:val="00B93EBD"/>
    <w:rsid w:val="00B9415A"/>
    <w:rsid w:val="00B96306"/>
    <w:rsid w:val="00BA1337"/>
    <w:rsid w:val="00BA2A0B"/>
    <w:rsid w:val="00BA3162"/>
    <w:rsid w:val="00BA79D9"/>
    <w:rsid w:val="00BB47D6"/>
    <w:rsid w:val="00BB75B0"/>
    <w:rsid w:val="00BC109E"/>
    <w:rsid w:val="00BD6608"/>
    <w:rsid w:val="00BE1624"/>
    <w:rsid w:val="00BE5401"/>
    <w:rsid w:val="00BE7A8E"/>
    <w:rsid w:val="00BF4973"/>
    <w:rsid w:val="00BF5808"/>
    <w:rsid w:val="00BF69FB"/>
    <w:rsid w:val="00C000DF"/>
    <w:rsid w:val="00C03448"/>
    <w:rsid w:val="00C03B12"/>
    <w:rsid w:val="00C07737"/>
    <w:rsid w:val="00C124B7"/>
    <w:rsid w:val="00C12832"/>
    <w:rsid w:val="00C128E6"/>
    <w:rsid w:val="00C220FE"/>
    <w:rsid w:val="00C23EBC"/>
    <w:rsid w:val="00C2580C"/>
    <w:rsid w:val="00C27CD7"/>
    <w:rsid w:val="00C31267"/>
    <w:rsid w:val="00C337DD"/>
    <w:rsid w:val="00C43976"/>
    <w:rsid w:val="00C43A0E"/>
    <w:rsid w:val="00C459C1"/>
    <w:rsid w:val="00C45B48"/>
    <w:rsid w:val="00C45C9E"/>
    <w:rsid w:val="00C50541"/>
    <w:rsid w:val="00C5490F"/>
    <w:rsid w:val="00C54DE1"/>
    <w:rsid w:val="00C6016F"/>
    <w:rsid w:val="00C61E2F"/>
    <w:rsid w:val="00C63431"/>
    <w:rsid w:val="00C705CC"/>
    <w:rsid w:val="00C766EB"/>
    <w:rsid w:val="00C802AE"/>
    <w:rsid w:val="00C83230"/>
    <w:rsid w:val="00C85727"/>
    <w:rsid w:val="00C87BF2"/>
    <w:rsid w:val="00C87E67"/>
    <w:rsid w:val="00C92E07"/>
    <w:rsid w:val="00C92E53"/>
    <w:rsid w:val="00C96C3E"/>
    <w:rsid w:val="00C97116"/>
    <w:rsid w:val="00CA04FB"/>
    <w:rsid w:val="00CA1858"/>
    <w:rsid w:val="00CA5BDA"/>
    <w:rsid w:val="00CA7865"/>
    <w:rsid w:val="00CB08DF"/>
    <w:rsid w:val="00CB3023"/>
    <w:rsid w:val="00CB5ECC"/>
    <w:rsid w:val="00CB5ED5"/>
    <w:rsid w:val="00CB6BC1"/>
    <w:rsid w:val="00CC2625"/>
    <w:rsid w:val="00CD39B2"/>
    <w:rsid w:val="00CD5301"/>
    <w:rsid w:val="00CD6E44"/>
    <w:rsid w:val="00CE0974"/>
    <w:rsid w:val="00CE500A"/>
    <w:rsid w:val="00CE5942"/>
    <w:rsid w:val="00D01231"/>
    <w:rsid w:val="00D0140C"/>
    <w:rsid w:val="00D0267E"/>
    <w:rsid w:val="00D02CE6"/>
    <w:rsid w:val="00D07402"/>
    <w:rsid w:val="00D136D7"/>
    <w:rsid w:val="00D15DF8"/>
    <w:rsid w:val="00D1703E"/>
    <w:rsid w:val="00D205C6"/>
    <w:rsid w:val="00D20B0F"/>
    <w:rsid w:val="00D21AE4"/>
    <w:rsid w:val="00D21EA4"/>
    <w:rsid w:val="00D24A3E"/>
    <w:rsid w:val="00D25C6B"/>
    <w:rsid w:val="00D25CA1"/>
    <w:rsid w:val="00D271E7"/>
    <w:rsid w:val="00D3306F"/>
    <w:rsid w:val="00D34E2A"/>
    <w:rsid w:val="00D40307"/>
    <w:rsid w:val="00D40681"/>
    <w:rsid w:val="00D41037"/>
    <w:rsid w:val="00D41D8A"/>
    <w:rsid w:val="00D428D7"/>
    <w:rsid w:val="00D42CDE"/>
    <w:rsid w:val="00D44A0C"/>
    <w:rsid w:val="00D474F1"/>
    <w:rsid w:val="00D50586"/>
    <w:rsid w:val="00D5150B"/>
    <w:rsid w:val="00D526A1"/>
    <w:rsid w:val="00D52DC5"/>
    <w:rsid w:val="00D53FF4"/>
    <w:rsid w:val="00D56834"/>
    <w:rsid w:val="00D61A09"/>
    <w:rsid w:val="00D640D1"/>
    <w:rsid w:val="00D659DA"/>
    <w:rsid w:val="00D70A9E"/>
    <w:rsid w:val="00D71E2F"/>
    <w:rsid w:val="00D72F04"/>
    <w:rsid w:val="00D754B9"/>
    <w:rsid w:val="00D80592"/>
    <w:rsid w:val="00D80B25"/>
    <w:rsid w:val="00D81627"/>
    <w:rsid w:val="00D835ED"/>
    <w:rsid w:val="00D85FA2"/>
    <w:rsid w:val="00D86286"/>
    <w:rsid w:val="00D86598"/>
    <w:rsid w:val="00D8741F"/>
    <w:rsid w:val="00D91416"/>
    <w:rsid w:val="00D9572D"/>
    <w:rsid w:val="00D9612C"/>
    <w:rsid w:val="00D961CE"/>
    <w:rsid w:val="00DA15BE"/>
    <w:rsid w:val="00DA1ABF"/>
    <w:rsid w:val="00DA5AAF"/>
    <w:rsid w:val="00DA77B4"/>
    <w:rsid w:val="00DB21C0"/>
    <w:rsid w:val="00DB4568"/>
    <w:rsid w:val="00DC1B6E"/>
    <w:rsid w:val="00DC25AE"/>
    <w:rsid w:val="00DC4CFF"/>
    <w:rsid w:val="00DC523C"/>
    <w:rsid w:val="00DC5574"/>
    <w:rsid w:val="00DC600A"/>
    <w:rsid w:val="00DC6361"/>
    <w:rsid w:val="00DC75B8"/>
    <w:rsid w:val="00DC7DE5"/>
    <w:rsid w:val="00DD075D"/>
    <w:rsid w:val="00DD11C4"/>
    <w:rsid w:val="00DD1E1E"/>
    <w:rsid w:val="00DD2044"/>
    <w:rsid w:val="00DE13F7"/>
    <w:rsid w:val="00DE53FF"/>
    <w:rsid w:val="00DE59E6"/>
    <w:rsid w:val="00DF29DD"/>
    <w:rsid w:val="00DF2FC8"/>
    <w:rsid w:val="00E0167B"/>
    <w:rsid w:val="00E03703"/>
    <w:rsid w:val="00E049BD"/>
    <w:rsid w:val="00E070A7"/>
    <w:rsid w:val="00E153C9"/>
    <w:rsid w:val="00E160B3"/>
    <w:rsid w:val="00E24D9D"/>
    <w:rsid w:val="00E27ADD"/>
    <w:rsid w:val="00E33A74"/>
    <w:rsid w:val="00E37004"/>
    <w:rsid w:val="00E376A7"/>
    <w:rsid w:val="00E4071C"/>
    <w:rsid w:val="00E425FD"/>
    <w:rsid w:val="00E4340A"/>
    <w:rsid w:val="00E4352A"/>
    <w:rsid w:val="00E454E0"/>
    <w:rsid w:val="00E456E4"/>
    <w:rsid w:val="00E46014"/>
    <w:rsid w:val="00E47073"/>
    <w:rsid w:val="00E62929"/>
    <w:rsid w:val="00E66367"/>
    <w:rsid w:val="00E67E62"/>
    <w:rsid w:val="00E7477B"/>
    <w:rsid w:val="00E74DEC"/>
    <w:rsid w:val="00E75A3A"/>
    <w:rsid w:val="00E83A2E"/>
    <w:rsid w:val="00E8518A"/>
    <w:rsid w:val="00E8683C"/>
    <w:rsid w:val="00E9177D"/>
    <w:rsid w:val="00EA3327"/>
    <w:rsid w:val="00EA3AEB"/>
    <w:rsid w:val="00EB57EF"/>
    <w:rsid w:val="00EB632D"/>
    <w:rsid w:val="00EB75C7"/>
    <w:rsid w:val="00EB7BA4"/>
    <w:rsid w:val="00EC002A"/>
    <w:rsid w:val="00EC304C"/>
    <w:rsid w:val="00EC3753"/>
    <w:rsid w:val="00EC4215"/>
    <w:rsid w:val="00EC5F73"/>
    <w:rsid w:val="00EC6945"/>
    <w:rsid w:val="00EC72B7"/>
    <w:rsid w:val="00ED526A"/>
    <w:rsid w:val="00ED7EF0"/>
    <w:rsid w:val="00EE2109"/>
    <w:rsid w:val="00EF0709"/>
    <w:rsid w:val="00EF1DB3"/>
    <w:rsid w:val="00EF4804"/>
    <w:rsid w:val="00F11B2A"/>
    <w:rsid w:val="00F15726"/>
    <w:rsid w:val="00F20ABB"/>
    <w:rsid w:val="00F234EA"/>
    <w:rsid w:val="00F25B10"/>
    <w:rsid w:val="00F26B58"/>
    <w:rsid w:val="00F34755"/>
    <w:rsid w:val="00F35528"/>
    <w:rsid w:val="00F3749A"/>
    <w:rsid w:val="00F374AD"/>
    <w:rsid w:val="00F4424D"/>
    <w:rsid w:val="00F4460C"/>
    <w:rsid w:val="00F4470D"/>
    <w:rsid w:val="00F472E6"/>
    <w:rsid w:val="00F53DBD"/>
    <w:rsid w:val="00F54442"/>
    <w:rsid w:val="00F549EB"/>
    <w:rsid w:val="00F55386"/>
    <w:rsid w:val="00F56CB5"/>
    <w:rsid w:val="00F57170"/>
    <w:rsid w:val="00F604E0"/>
    <w:rsid w:val="00F61489"/>
    <w:rsid w:val="00F744A3"/>
    <w:rsid w:val="00F82105"/>
    <w:rsid w:val="00F822B0"/>
    <w:rsid w:val="00F8532D"/>
    <w:rsid w:val="00F873DA"/>
    <w:rsid w:val="00F93176"/>
    <w:rsid w:val="00F957A8"/>
    <w:rsid w:val="00F96960"/>
    <w:rsid w:val="00F96D39"/>
    <w:rsid w:val="00FA2D4E"/>
    <w:rsid w:val="00FA7653"/>
    <w:rsid w:val="00FB0126"/>
    <w:rsid w:val="00FB17DB"/>
    <w:rsid w:val="00FB41E2"/>
    <w:rsid w:val="00FB492C"/>
    <w:rsid w:val="00FB7C50"/>
    <w:rsid w:val="00FC5543"/>
    <w:rsid w:val="00FD0482"/>
    <w:rsid w:val="00FD4208"/>
    <w:rsid w:val="00FD6220"/>
    <w:rsid w:val="00FD65F8"/>
    <w:rsid w:val="00FE022E"/>
    <w:rsid w:val="00FE0926"/>
    <w:rsid w:val="00FE3D12"/>
    <w:rsid w:val="00FE3DBF"/>
    <w:rsid w:val="00FE4458"/>
    <w:rsid w:val="00FE483D"/>
    <w:rsid w:val="00FE4982"/>
    <w:rsid w:val="00FE793C"/>
    <w:rsid w:val="00FE799F"/>
    <w:rsid w:val="00FF419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396E1C9"/>
  <w15:docId w15:val="{9424D47C-6670-49A2-903C-1ED7C3D66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t-EE" w:eastAsia="et-EE"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60E83"/>
    <w:rPr>
      <w:spacing w:val="4"/>
      <w:position w:val="9"/>
      <w:sz w:val="24"/>
      <w:szCs w:val="20"/>
      <w:lang w:eastAsia="en-US"/>
    </w:rPr>
  </w:style>
  <w:style w:type="paragraph" w:styleId="berschrift1">
    <w:name w:val="heading 1"/>
    <w:basedOn w:val="Standard"/>
    <w:next w:val="Standard"/>
    <w:link w:val="berschrift1Zchn"/>
    <w:uiPriority w:val="99"/>
    <w:qFormat/>
    <w:rsid w:val="003E0036"/>
    <w:pPr>
      <w:keepNext/>
      <w:outlineLvl w:val="0"/>
    </w:pPr>
    <w:rPr>
      <w:b/>
      <w:kern w:val="28"/>
    </w:rPr>
  </w:style>
  <w:style w:type="paragraph" w:styleId="berschrift2">
    <w:name w:val="heading 2"/>
    <w:aliases w:val="(sama)"/>
    <w:basedOn w:val="Standard"/>
    <w:next w:val="Standard"/>
    <w:link w:val="berschrift2Zchn"/>
    <w:uiPriority w:val="99"/>
    <w:qFormat/>
    <w:rsid w:val="003E0036"/>
    <w:pPr>
      <w:keepNext/>
      <w:outlineLvl w:val="1"/>
    </w:pPr>
    <w:rPr>
      <w:b/>
    </w:rPr>
  </w:style>
  <w:style w:type="paragraph" w:styleId="berschrift3">
    <w:name w:val="heading 3"/>
    <w:aliases w:val="( sama)"/>
    <w:basedOn w:val="Standard"/>
    <w:next w:val="Standard"/>
    <w:link w:val="berschrift3Zchn"/>
    <w:uiPriority w:val="99"/>
    <w:qFormat/>
    <w:rsid w:val="003E0036"/>
    <w:pPr>
      <w:keepNext/>
      <w:outlineLvl w:val="2"/>
    </w:pPr>
    <w:rPr>
      <w:b/>
    </w:rPr>
  </w:style>
  <w:style w:type="paragraph" w:styleId="berschrift4">
    <w:name w:val="heading 4"/>
    <w:basedOn w:val="Standard"/>
    <w:next w:val="Standard"/>
    <w:link w:val="berschrift4Zchn"/>
    <w:uiPriority w:val="99"/>
    <w:qFormat/>
    <w:rsid w:val="003E0036"/>
    <w:pPr>
      <w:keepNext/>
      <w:jc w:val="both"/>
      <w:outlineLvl w:val="3"/>
    </w:pPr>
    <w:rPr>
      <w:b/>
      <w:sz w:val="20"/>
    </w:rPr>
  </w:style>
  <w:style w:type="paragraph" w:styleId="berschrift5">
    <w:name w:val="heading 5"/>
    <w:basedOn w:val="Standard"/>
    <w:next w:val="Standard"/>
    <w:link w:val="berschrift5Zchn"/>
    <w:uiPriority w:val="99"/>
    <w:qFormat/>
    <w:rsid w:val="003E0036"/>
    <w:pPr>
      <w:keepNext/>
      <w:ind w:left="1360" w:hanging="1360"/>
      <w:jc w:val="both"/>
      <w:outlineLvl w:val="4"/>
    </w:pPr>
    <w:rPr>
      <w:b/>
      <w:bCs/>
      <w:sz w:val="20"/>
    </w:rPr>
  </w:style>
  <w:style w:type="paragraph" w:styleId="berschrift6">
    <w:name w:val="heading 6"/>
    <w:basedOn w:val="Standard"/>
    <w:next w:val="Standard"/>
    <w:link w:val="berschrift6Zchn"/>
    <w:uiPriority w:val="99"/>
    <w:qFormat/>
    <w:rsid w:val="003E0036"/>
    <w:pPr>
      <w:keepNext/>
      <w:outlineLvl w:val="5"/>
    </w:pPr>
    <w:rPr>
      <w:b/>
      <w:sz w:val="16"/>
    </w:rPr>
  </w:style>
  <w:style w:type="paragraph" w:styleId="berschrift7">
    <w:name w:val="heading 7"/>
    <w:basedOn w:val="Standard"/>
    <w:next w:val="Standard"/>
    <w:link w:val="berschrift7Zchn"/>
    <w:uiPriority w:val="99"/>
    <w:qFormat/>
    <w:rsid w:val="003E0036"/>
    <w:pPr>
      <w:keepNext/>
      <w:outlineLvl w:val="6"/>
    </w:pPr>
    <w:rPr>
      <w:b/>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9"/>
    <w:locked/>
    <w:rsid w:val="000B471B"/>
    <w:rPr>
      <w:rFonts w:ascii="Cambria" w:hAnsi="Cambria" w:cs="Times New Roman"/>
      <w:b/>
      <w:bCs/>
      <w:spacing w:val="4"/>
      <w:kern w:val="32"/>
      <w:position w:val="9"/>
      <w:sz w:val="32"/>
      <w:szCs w:val="32"/>
      <w:lang w:eastAsia="en-US"/>
    </w:rPr>
  </w:style>
  <w:style w:type="character" w:customStyle="1" w:styleId="berschrift2Zchn">
    <w:name w:val="Überschrift 2 Zchn"/>
    <w:aliases w:val="(sama) Zchn"/>
    <w:basedOn w:val="Absatz-Standardschriftart"/>
    <w:link w:val="berschrift2"/>
    <w:uiPriority w:val="99"/>
    <w:semiHidden/>
    <w:locked/>
    <w:rsid w:val="000B471B"/>
    <w:rPr>
      <w:rFonts w:ascii="Cambria" w:hAnsi="Cambria" w:cs="Times New Roman"/>
      <w:b/>
      <w:bCs/>
      <w:i/>
      <w:iCs/>
      <w:spacing w:val="4"/>
      <w:position w:val="9"/>
      <w:sz w:val="28"/>
      <w:szCs w:val="28"/>
      <w:lang w:eastAsia="en-US"/>
    </w:rPr>
  </w:style>
  <w:style w:type="character" w:customStyle="1" w:styleId="berschrift3Zchn">
    <w:name w:val="Überschrift 3 Zchn"/>
    <w:aliases w:val="( sama) Zchn"/>
    <w:basedOn w:val="Absatz-Standardschriftart"/>
    <w:link w:val="berschrift3"/>
    <w:uiPriority w:val="99"/>
    <w:semiHidden/>
    <w:locked/>
    <w:rsid w:val="000B471B"/>
    <w:rPr>
      <w:rFonts w:ascii="Cambria" w:hAnsi="Cambria" w:cs="Times New Roman"/>
      <w:b/>
      <w:bCs/>
      <w:spacing w:val="4"/>
      <w:position w:val="9"/>
      <w:sz w:val="26"/>
      <w:szCs w:val="26"/>
      <w:lang w:eastAsia="en-US"/>
    </w:rPr>
  </w:style>
  <w:style w:type="character" w:customStyle="1" w:styleId="berschrift4Zchn">
    <w:name w:val="Überschrift 4 Zchn"/>
    <w:basedOn w:val="Absatz-Standardschriftart"/>
    <w:link w:val="berschrift4"/>
    <w:uiPriority w:val="99"/>
    <w:semiHidden/>
    <w:locked/>
    <w:rsid w:val="000B471B"/>
    <w:rPr>
      <w:rFonts w:ascii="Calibri" w:hAnsi="Calibri" w:cs="Times New Roman"/>
      <w:b/>
      <w:bCs/>
      <w:spacing w:val="4"/>
      <w:position w:val="9"/>
      <w:sz w:val="28"/>
      <w:szCs w:val="28"/>
      <w:lang w:eastAsia="en-US"/>
    </w:rPr>
  </w:style>
  <w:style w:type="character" w:customStyle="1" w:styleId="berschrift5Zchn">
    <w:name w:val="Überschrift 5 Zchn"/>
    <w:basedOn w:val="Absatz-Standardschriftart"/>
    <w:link w:val="berschrift5"/>
    <w:uiPriority w:val="99"/>
    <w:semiHidden/>
    <w:locked/>
    <w:rsid w:val="000B471B"/>
    <w:rPr>
      <w:rFonts w:ascii="Calibri" w:hAnsi="Calibri" w:cs="Times New Roman"/>
      <w:b/>
      <w:bCs/>
      <w:i/>
      <w:iCs/>
      <w:spacing w:val="4"/>
      <w:position w:val="9"/>
      <w:sz w:val="26"/>
      <w:szCs w:val="26"/>
      <w:lang w:eastAsia="en-US"/>
    </w:rPr>
  </w:style>
  <w:style w:type="character" w:customStyle="1" w:styleId="berschrift6Zchn">
    <w:name w:val="Überschrift 6 Zchn"/>
    <w:basedOn w:val="Absatz-Standardschriftart"/>
    <w:link w:val="berschrift6"/>
    <w:uiPriority w:val="99"/>
    <w:semiHidden/>
    <w:locked/>
    <w:rsid w:val="000B471B"/>
    <w:rPr>
      <w:rFonts w:ascii="Calibri" w:hAnsi="Calibri" w:cs="Times New Roman"/>
      <w:b/>
      <w:bCs/>
      <w:spacing w:val="4"/>
      <w:position w:val="9"/>
      <w:lang w:eastAsia="en-US"/>
    </w:rPr>
  </w:style>
  <w:style w:type="character" w:customStyle="1" w:styleId="berschrift7Zchn">
    <w:name w:val="Überschrift 7 Zchn"/>
    <w:basedOn w:val="Absatz-Standardschriftart"/>
    <w:link w:val="berschrift7"/>
    <w:uiPriority w:val="99"/>
    <w:semiHidden/>
    <w:locked/>
    <w:rsid w:val="000B471B"/>
    <w:rPr>
      <w:rFonts w:ascii="Calibri" w:hAnsi="Calibri" w:cs="Times New Roman"/>
      <w:spacing w:val="4"/>
      <w:position w:val="9"/>
      <w:sz w:val="24"/>
      <w:szCs w:val="24"/>
      <w:lang w:eastAsia="en-US"/>
    </w:rPr>
  </w:style>
  <w:style w:type="paragraph" w:styleId="Textkrper-Einzug2">
    <w:name w:val="Body Text Indent 2"/>
    <w:basedOn w:val="Standard"/>
    <w:link w:val="Textkrper-Einzug2Zchn"/>
    <w:uiPriority w:val="99"/>
    <w:rsid w:val="003E0036"/>
    <w:pPr>
      <w:ind w:left="1440" w:hanging="1440"/>
      <w:jc w:val="both"/>
    </w:pPr>
    <w:rPr>
      <w:spacing w:val="0"/>
      <w:position w:val="0"/>
      <w:sz w:val="20"/>
      <w:szCs w:val="24"/>
    </w:rPr>
  </w:style>
  <w:style w:type="character" w:customStyle="1" w:styleId="Textkrper-Einzug2Zchn">
    <w:name w:val="Textkörper-Einzug 2 Zchn"/>
    <w:basedOn w:val="Absatz-Standardschriftart"/>
    <w:link w:val="Textkrper-Einzug2"/>
    <w:uiPriority w:val="99"/>
    <w:semiHidden/>
    <w:locked/>
    <w:rsid w:val="000B471B"/>
    <w:rPr>
      <w:rFonts w:cs="Times New Roman"/>
      <w:spacing w:val="4"/>
      <w:position w:val="9"/>
      <w:sz w:val="20"/>
      <w:szCs w:val="20"/>
      <w:lang w:eastAsia="en-US"/>
    </w:rPr>
  </w:style>
  <w:style w:type="paragraph" w:customStyle="1" w:styleId="Numbering">
    <w:name w:val="Numbering"/>
    <w:basedOn w:val="Standard"/>
    <w:uiPriority w:val="99"/>
    <w:rsid w:val="003E0036"/>
    <w:pPr>
      <w:numPr>
        <w:numId w:val="1"/>
      </w:numPr>
    </w:pPr>
  </w:style>
  <w:style w:type="paragraph" w:customStyle="1" w:styleId="Bulleting">
    <w:name w:val="Bulleting."/>
    <w:basedOn w:val="Standard"/>
    <w:uiPriority w:val="99"/>
    <w:rsid w:val="003E0036"/>
    <w:pPr>
      <w:numPr>
        <w:numId w:val="2"/>
      </w:numPr>
      <w:tabs>
        <w:tab w:val="clear" w:pos="360"/>
      </w:tabs>
    </w:pPr>
  </w:style>
  <w:style w:type="paragraph" w:styleId="Textkrper-Einzug3">
    <w:name w:val="Body Text Indent 3"/>
    <w:basedOn w:val="Standard"/>
    <w:link w:val="Textkrper-Einzug3Zchn"/>
    <w:uiPriority w:val="99"/>
    <w:rsid w:val="003E0036"/>
    <w:pPr>
      <w:spacing w:after="120"/>
      <w:ind w:left="720" w:hanging="661"/>
      <w:jc w:val="both"/>
    </w:pPr>
    <w:rPr>
      <w:spacing w:val="0"/>
      <w:position w:val="0"/>
      <w:szCs w:val="24"/>
    </w:rPr>
  </w:style>
  <w:style w:type="character" w:customStyle="1" w:styleId="Textkrper-Einzug3Zchn">
    <w:name w:val="Textkörper-Einzug 3 Zchn"/>
    <w:basedOn w:val="Absatz-Standardschriftart"/>
    <w:link w:val="Textkrper-Einzug3"/>
    <w:uiPriority w:val="99"/>
    <w:semiHidden/>
    <w:locked/>
    <w:rsid w:val="000B471B"/>
    <w:rPr>
      <w:rFonts w:cs="Times New Roman"/>
      <w:spacing w:val="4"/>
      <w:position w:val="9"/>
      <w:sz w:val="16"/>
      <w:szCs w:val="16"/>
      <w:lang w:eastAsia="en-US"/>
    </w:rPr>
  </w:style>
  <w:style w:type="paragraph" w:styleId="Textkrper">
    <w:name w:val="Body Text"/>
    <w:basedOn w:val="Standard"/>
    <w:link w:val="TextkrperZchn"/>
    <w:uiPriority w:val="99"/>
    <w:rsid w:val="003E0036"/>
    <w:pPr>
      <w:jc w:val="center"/>
    </w:pPr>
    <w:rPr>
      <w:b/>
      <w:bCs/>
      <w:sz w:val="28"/>
    </w:rPr>
  </w:style>
  <w:style w:type="character" w:customStyle="1" w:styleId="TextkrperZchn">
    <w:name w:val="Textkörper Zchn"/>
    <w:basedOn w:val="Absatz-Standardschriftart"/>
    <w:link w:val="Textkrper"/>
    <w:uiPriority w:val="99"/>
    <w:semiHidden/>
    <w:locked/>
    <w:rsid w:val="000B471B"/>
    <w:rPr>
      <w:rFonts w:cs="Times New Roman"/>
      <w:spacing w:val="4"/>
      <w:position w:val="9"/>
      <w:sz w:val="20"/>
      <w:szCs w:val="20"/>
      <w:lang w:eastAsia="en-US"/>
    </w:rPr>
  </w:style>
  <w:style w:type="paragraph" w:styleId="Textkrper2">
    <w:name w:val="Body Text 2"/>
    <w:basedOn w:val="Standard"/>
    <w:link w:val="Textkrper2Zchn"/>
    <w:uiPriority w:val="99"/>
    <w:rsid w:val="003E0036"/>
    <w:pPr>
      <w:spacing w:after="120"/>
      <w:jc w:val="both"/>
    </w:pPr>
    <w:rPr>
      <w:sz w:val="20"/>
    </w:rPr>
  </w:style>
  <w:style w:type="character" w:customStyle="1" w:styleId="Textkrper2Zchn">
    <w:name w:val="Textkörper 2 Zchn"/>
    <w:basedOn w:val="Absatz-Standardschriftart"/>
    <w:link w:val="Textkrper2"/>
    <w:uiPriority w:val="99"/>
    <w:semiHidden/>
    <w:locked/>
    <w:rsid w:val="000B471B"/>
    <w:rPr>
      <w:rFonts w:cs="Times New Roman"/>
      <w:spacing w:val="4"/>
      <w:position w:val="9"/>
      <w:sz w:val="20"/>
      <w:szCs w:val="20"/>
      <w:lang w:eastAsia="en-US"/>
    </w:rPr>
  </w:style>
  <w:style w:type="paragraph" w:styleId="Textkrper3">
    <w:name w:val="Body Text 3"/>
    <w:basedOn w:val="Standard"/>
    <w:link w:val="Textkrper3Zchn"/>
    <w:uiPriority w:val="99"/>
    <w:rsid w:val="003E0036"/>
    <w:pPr>
      <w:spacing w:after="120"/>
      <w:jc w:val="both"/>
    </w:pPr>
    <w:rPr>
      <w:color w:val="33CCCC"/>
      <w:sz w:val="20"/>
    </w:rPr>
  </w:style>
  <w:style w:type="character" w:customStyle="1" w:styleId="Textkrper3Zchn">
    <w:name w:val="Textkörper 3 Zchn"/>
    <w:basedOn w:val="Absatz-Standardschriftart"/>
    <w:link w:val="Textkrper3"/>
    <w:uiPriority w:val="99"/>
    <w:semiHidden/>
    <w:locked/>
    <w:rsid w:val="000B471B"/>
    <w:rPr>
      <w:rFonts w:cs="Times New Roman"/>
      <w:spacing w:val="4"/>
      <w:position w:val="9"/>
      <w:sz w:val="16"/>
      <w:szCs w:val="16"/>
      <w:lang w:eastAsia="en-US"/>
    </w:rPr>
  </w:style>
  <w:style w:type="paragraph" w:styleId="Textkrper-Zeileneinzug">
    <w:name w:val="Body Text Indent"/>
    <w:basedOn w:val="Standard"/>
    <w:link w:val="Textkrper-ZeileneinzugZchn"/>
    <w:uiPriority w:val="99"/>
    <w:rsid w:val="003E0036"/>
    <w:pPr>
      <w:ind w:left="1360"/>
      <w:jc w:val="both"/>
    </w:pPr>
    <w:rPr>
      <w:sz w:val="20"/>
    </w:rPr>
  </w:style>
  <w:style w:type="character" w:customStyle="1" w:styleId="Textkrper-ZeileneinzugZchn">
    <w:name w:val="Textkörper-Zeileneinzug Zchn"/>
    <w:basedOn w:val="Absatz-Standardschriftart"/>
    <w:link w:val="Textkrper-Zeileneinzug"/>
    <w:uiPriority w:val="99"/>
    <w:semiHidden/>
    <w:locked/>
    <w:rsid w:val="000B471B"/>
    <w:rPr>
      <w:rFonts w:cs="Times New Roman"/>
      <w:spacing w:val="4"/>
      <w:position w:val="9"/>
      <w:sz w:val="20"/>
      <w:szCs w:val="20"/>
      <w:lang w:eastAsia="en-US"/>
    </w:rPr>
  </w:style>
  <w:style w:type="paragraph" w:styleId="Kopfzeile">
    <w:name w:val="header"/>
    <w:basedOn w:val="Standard"/>
    <w:link w:val="KopfzeileZchn"/>
    <w:uiPriority w:val="99"/>
    <w:rsid w:val="003E0036"/>
    <w:pPr>
      <w:tabs>
        <w:tab w:val="center" w:pos="4536"/>
        <w:tab w:val="right" w:pos="9072"/>
      </w:tabs>
    </w:pPr>
  </w:style>
  <w:style w:type="character" w:customStyle="1" w:styleId="KopfzeileZchn">
    <w:name w:val="Kopfzeile Zchn"/>
    <w:basedOn w:val="Absatz-Standardschriftart"/>
    <w:link w:val="Kopfzeile"/>
    <w:uiPriority w:val="99"/>
    <w:locked/>
    <w:rsid w:val="00366F67"/>
    <w:rPr>
      <w:rFonts w:cs="Times New Roman"/>
      <w:spacing w:val="4"/>
      <w:position w:val="9"/>
      <w:sz w:val="24"/>
      <w:lang w:eastAsia="en-US"/>
    </w:rPr>
  </w:style>
  <w:style w:type="paragraph" w:styleId="Fuzeile">
    <w:name w:val="footer"/>
    <w:basedOn w:val="Standard"/>
    <w:link w:val="FuzeileZchn"/>
    <w:uiPriority w:val="99"/>
    <w:rsid w:val="003E0036"/>
    <w:pPr>
      <w:tabs>
        <w:tab w:val="center" w:pos="4536"/>
        <w:tab w:val="right" w:pos="9072"/>
      </w:tabs>
    </w:pPr>
  </w:style>
  <w:style w:type="character" w:customStyle="1" w:styleId="FuzeileZchn">
    <w:name w:val="Fußzeile Zchn"/>
    <w:basedOn w:val="Absatz-Standardschriftart"/>
    <w:link w:val="Fuzeile"/>
    <w:uiPriority w:val="99"/>
    <w:semiHidden/>
    <w:locked/>
    <w:rsid w:val="000B471B"/>
    <w:rPr>
      <w:rFonts w:cs="Times New Roman"/>
      <w:spacing w:val="4"/>
      <w:position w:val="9"/>
      <w:sz w:val="20"/>
      <w:szCs w:val="20"/>
      <w:lang w:eastAsia="en-US"/>
    </w:rPr>
  </w:style>
  <w:style w:type="paragraph" w:styleId="Sprechblasentext">
    <w:name w:val="Balloon Text"/>
    <w:basedOn w:val="Standard"/>
    <w:link w:val="SprechblasentextZchn"/>
    <w:uiPriority w:val="99"/>
    <w:semiHidden/>
    <w:rsid w:val="003E003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0B471B"/>
    <w:rPr>
      <w:rFonts w:cs="Times New Roman"/>
      <w:spacing w:val="4"/>
      <w:position w:val="9"/>
      <w:sz w:val="2"/>
      <w:lang w:eastAsia="en-US"/>
    </w:rPr>
  </w:style>
  <w:style w:type="paragraph" w:styleId="Kommentartext">
    <w:name w:val="annotation text"/>
    <w:basedOn w:val="Standard"/>
    <w:link w:val="KommentartextZchn"/>
    <w:uiPriority w:val="99"/>
    <w:semiHidden/>
    <w:rsid w:val="003E0036"/>
    <w:rPr>
      <w:sz w:val="20"/>
    </w:rPr>
  </w:style>
  <w:style w:type="character" w:customStyle="1" w:styleId="KommentartextZchn">
    <w:name w:val="Kommentartext Zchn"/>
    <w:basedOn w:val="Absatz-Standardschriftart"/>
    <w:link w:val="Kommentartext"/>
    <w:uiPriority w:val="99"/>
    <w:semiHidden/>
    <w:locked/>
    <w:rsid w:val="000B471B"/>
    <w:rPr>
      <w:rFonts w:cs="Times New Roman"/>
      <w:spacing w:val="4"/>
      <w:position w:val="9"/>
      <w:sz w:val="20"/>
      <w:szCs w:val="20"/>
      <w:lang w:eastAsia="en-US"/>
    </w:rPr>
  </w:style>
  <w:style w:type="paragraph" w:styleId="Funotentext">
    <w:name w:val="footnote text"/>
    <w:basedOn w:val="Standard"/>
    <w:link w:val="FunotentextZchn"/>
    <w:semiHidden/>
    <w:rsid w:val="003E0036"/>
    <w:rPr>
      <w:sz w:val="20"/>
    </w:rPr>
  </w:style>
  <w:style w:type="character" w:customStyle="1" w:styleId="FunotentextZchn">
    <w:name w:val="Fußnotentext Zchn"/>
    <w:basedOn w:val="Absatz-Standardschriftart"/>
    <w:link w:val="Funotentext"/>
    <w:uiPriority w:val="99"/>
    <w:semiHidden/>
    <w:locked/>
    <w:rsid w:val="000B471B"/>
    <w:rPr>
      <w:rFonts w:cs="Times New Roman"/>
      <w:spacing w:val="4"/>
      <w:position w:val="9"/>
      <w:sz w:val="20"/>
      <w:szCs w:val="20"/>
      <w:lang w:eastAsia="en-US"/>
    </w:rPr>
  </w:style>
  <w:style w:type="character" w:styleId="Funotenzeichen">
    <w:name w:val="footnote reference"/>
    <w:basedOn w:val="Absatz-Standardschriftart"/>
    <w:semiHidden/>
    <w:rsid w:val="003E0036"/>
    <w:rPr>
      <w:rFonts w:cs="Times New Roman"/>
      <w:vertAlign w:val="superscript"/>
    </w:rPr>
  </w:style>
  <w:style w:type="character" w:styleId="Hyperlink">
    <w:name w:val="Hyperlink"/>
    <w:basedOn w:val="Absatz-Standardschriftart"/>
    <w:uiPriority w:val="99"/>
    <w:rsid w:val="00277069"/>
    <w:rPr>
      <w:rFonts w:cs="Times New Roman"/>
      <w:color w:val="0000FF"/>
      <w:u w:val="single"/>
    </w:rPr>
  </w:style>
  <w:style w:type="character" w:styleId="Kommentarzeichen">
    <w:name w:val="annotation reference"/>
    <w:basedOn w:val="Absatz-Standardschriftart"/>
    <w:uiPriority w:val="99"/>
    <w:semiHidden/>
    <w:rsid w:val="007311F3"/>
    <w:rPr>
      <w:rFonts w:cs="Times New Roman"/>
      <w:sz w:val="16"/>
    </w:rPr>
  </w:style>
  <w:style w:type="table" w:styleId="Tabellenraster">
    <w:name w:val="Table Grid"/>
    <w:basedOn w:val="NormaleTabelle"/>
    <w:uiPriority w:val="39"/>
    <w:rsid w:val="00CB6BC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1">
    <w:name w:val="Hyperlink1"/>
    <w:uiPriority w:val="99"/>
    <w:rsid w:val="00D428D7"/>
    <w:rPr>
      <w:color w:val="007540"/>
      <w:u w:val="none"/>
      <w:effect w:val="none"/>
    </w:rPr>
  </w:style>
  <w:style w:type="character" w:styleId="BesuchterLink">
    <w:name w:val="FollowedHyperlink"/>
    <w:basedOn w:val="Absatz-Standardschriftart"/>
    <w:uiPriority w:val="99"/>
    <w:rsid w:val="00652AA0"/>
    <w:rPr>
      <w:rFonts w:cs="Times New Roman"/>
      <w:color w:val="800080"/>
      <w:u w:val="single"/>
    </w:rPr>
  </w:style>
  <w:style w:type="paragraph" w:styleId="Beschriftung">
    <w:name w:val="caption"/>
    <w:basedOn w:val="Standard"/>
    <w:next w:val="Standard"/>
    <w:uiPriority w:val="99"/>
    <w:qFormat/>
    <w:rsid w:val="00366F67"/>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paragraph" w:styleId="Kommentarthema">
    <w:name w:val="annotation subject"/>
    <w:basedOn w:val="Kommentartext"/>
    <w:next w:val="Kommentartext"/>
    <w:link w:val="KommentarthemaZchn"/>
    <w:uiPriority w:val="99"/>
    <w:semiHidden/>
    <w:unhideWhenUsed/>
    <w:locked/>
    <w:rsid w:val="00E070A7"/>
    <w:rPr>
      <w:b/>
      <w:bCs/>
    </w:rPr>
  </w:style>
  <w:style w:type="character" w:customStyle="1" w:styleId="KommentarthemaZchn">
    <w:name w:val="Kommentarthema Zchn"/>
    <w:basedOn w:val="KommentartextZchn"/>
    <w:link w:val="Kommentarthema"/>
    <w:uiPriority w:val="99"/>
    <w:semiHidden/>
    <w:rsid w:val="00E070A7"/>
    <w:rPr>
      <w:rFonts w:cs="Times New Roman"/>
      <w:b/>
      <w:bCs/>
      <w:spacing w:val="4"/>
      <w:position w:val="9"/>
      <w:sz w:val="20"/>
      <w:szCs w:val="20"/>
      <w:lang w:eastAsia="en-US"/>
    </w:rPr>
  </w:style>
  <w:style w:type="paragraph" w:styleId="berarbeitung">
    <w:name w:val="Revision"/>
    <w:hidden/>
    <w:uiPriority w:val="99"/>
    <w:semiHidden/>
    <w:rsid w:val="005F4473"/>
    <w:rPr>
      <w:spacing w:val="4"/>
      <w:position w:val="9"/>
      <w:sz w:val="24"/>
      <w:szCs w:val="20"/>
      <w:lang w:eastAsia="en-US"/>
    </w:rPr>
  </w:style>
  <w:style w:type="paragraph" w:styleId="Listenabsatz">
    <w:name w:val="List Paragraph"/>
    <w:basedOn w:val="Standard"/>
    <w:uiPriority w:val="34"/>
    <w:qFormat/>
    <w:rsid w:val="00872906"/>
    <w:pPr>
      <w:ind w:left="720"/>
      <w:contextualSpacing/>
    </w:pPr>
  </w:style>
  <w:style w:type="paragraph" w:customStyle="1" w:styleId="Pealkiri11">
    <w:name w:val="Pealkiri 11"/>
    <w:basedOn w:val="Standard"/>
    <w:rsid w:val="005A66FC"/>
    <w:pPr>
      <w:numPr>
        <w:numId w:val="16"/>
      </w:numPr>
    </w:pPr>
    <w:rPr>
      <w:spacing w:val="0"/>
      <w:position w:val="0"/>
      <w:sz w:val="20"/>
    </w:rPr>
  </w:style>
  <w:style w:type="paragraph" w:customStyle="1" w:styleId="Pealkiri21">
    <w:name w:val="Pealkiri 21"/>
    <w:basedOn w:val="Standard"/>
    <w:rsid w:val="005A66FC"/>
    <w:pPr>
      <w:numPr>
        <w:ilvl w:val="1"/>
        <w:numId w:val="16"/>
      </w:numPr>
    </w:pPr>
    <w:rPr>
      <w:spacing w:val="0"/>
      <w:position w:val="0"/>
      <w:sz w:val="20"/>
    </w:rPr>
  </w:style>
  <w:style w:type="paragraph" w:customStyle="1" w:styleId="Pealkiri31">
    <w:name w:val="Pealkiri 31"/>
    <w:basedOn w:val="Standard"/>
    <w:rsid w:val="005A66FC"/>
    <w:pPr>
      <w:numPr>
        <w:ilvl w:val="2"/>
        <w:numId w:val="16"/>
      </w:numPr>
    </w:pPr>
    <w:rPr>
      <w:spacing w:val="0"/>
      <w:position w:val="0"/>
      <w:sz w:val="20"/>
    </w:rPr>
  </w:style>
  <w:style w:type="paragraph" w:customStyle="1" w:styleId="Pealkiri41">
    <w:name w:val="Pealkiri 41"/>
    <w:basedOn w:val="Standard"/>
    <w:rsid w:val="005A66FC"/>
    <w:pPr>
      <w:numPr>
        <w:ilvl w:val="3"/>
        <w:numId w:val="16"/>
      </w:numPr>
    </w:pPr>
    <w:rPr>
      <w:spacing w:val="0"/>
      <w:position w:val="0"/>
      <w:sz w:val="20"/>
    </w:rPr>
  </w:style>
  <w:style w:type="paragraph" w:customStyle="1" w:styleId="Pealkiri51">
    <w:name w:val="Pealkiri 51"/>
    <w:basedOn w:val="Standard"/>
    <w:rsid w:val="005A66FC"/>
    <w:pPr>
      <w:numPr>
        <w:ilvl w:val="4"/>
        <w:numId w:val="16"/>
      </w:numPr>
    </w:pPr>
    <w:rPr>
      <w:spacing w:val="0"/>
      <w:position w:val="0"/>
      <w:sz w:val="20"/>
    </w:rPr>
  </w:style>
  <w:style w:type="paragraph" w:customStyle="1" w:styleId="Pealkiri61">
    <w:name w:val="Pealkiri 61"/>
    <w:basedOn w:val="Standard"/>
    <w:rsid w:val="005A66FC"/>
    <w:pPr>
      <w:numPr>
        <w:ilvl w:val="5"/>
        <w:numId w:val="16"/>
      </w:numPr>
    </w:pPr>
    <w:rPr>
      <w:spacing w:val="0"/>
      <w:position w:val="0"/>
      <w:sz w:val="20"/>
    </w:rPr>
  </w:style>
  <w:style w:type="paragraph" w:customStyle="1" w:styleId="Pealkiri71">
    <w:name w:val="Pealkiri 71"/>
    <w:basedOn w:val="Standard"/>
    <w:rsid w:val="005A66FC"/>
    <w:pPr>
      <w:numPr>
        <w:ilvl w:val="6"/>
        <w:numId w:val="16"/>
      </w:numPr>
    </w:pPr>
    <w:rPr>
      <w:spacing w:val="0"/>
      <w:position w:val="0"/>
      <w:sz w:val="20"/>
    </w:rPr>
  </w:style>
  <w:style w:type="paragraph" w:customStyle="1" w:styleId="Pealkiri81">
    <w:name w:val="Pealkiri 81"/>
    <w:basedOn w:val="Standard"/>
    <w:rsid w:val="005A66FC"/>
    <w:pPr>
      <w:numPr>
        <w:ilvl w:val="7"/>
        <w:numId w:val="16"/>
      </w:numPr>
    </w:pPr>
    <w:rPr>
      <w:spacing w:val="0"/>
      <w:position w:val="0"/>
      <w:sz w:val="20"/>
    </w:rPr>
  </w:style>
  <w:style w:type="paragraph" w:customStyle="1" w:styleId="Pealkiri91">
    <w:name w:val="Pealkiri 91"/>
    <w:basedOn w:val="Standard"/>
    <w:rsid w:val="005A66FC"/>
    <w:pPr>
      <w:numPr>
        <w:ilvl w:val="8"/>
        <w:numId w:val="16"/>
      </w:numPr>
    </w:pPr>
    <w:rPr>
      <w:spacing w:val="0"/>
      <w:position w:val="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8646633">
      <w:marLeft w:val="0"/>
      <w:marRight w:val="0"/>
      <w:marTop w:val="0"/>
      <w:marBottom w:val="0"/>
      <w:divBdr>
        <w:top w:val="none" w:sz="0" w:space="0" w:color="auto"/>
        <w:left w:val="none" w:sz="0" w:space="0" w:color="auto"/>
        <w:bottom w:val="none" w:sz="0" w:space="0" w:color="auto"/>
        <w:right w:val="none" w:sz="0" w:space="0" w:color="auto"/>
      </w:divBdr>
    </w:div>
    <w:div w:id="1478646634">
      <w:marLeft w:val="0"/>
      <w:marRight w:val="0"/>
      <w:marTop w:val="0"/>
      <w:marBottom w:val="0"/>
      <w:divBdr>
        <w:top w:val="none" w:sz="0" w:space="0" w:color="auto"/>
        <w:left w:val="none" w:sz="0" w:space="0" w:color="auto"/>
        <w:bottom w:val="none" w:sz="0" w:space="0" w:color="auto"/>
        <w:right w:val="none" w:sz="0" w:space="0" w:color="auto"/>
      </w:divBdr>
    </w:div>
    <w:div w:id="1478646635">
      <w:marLeft w:val="0"/>
      <w:marRight w:val="0"/>
      <w:marTop w:val="0"/>
      <w:marBottom w:val="0"/>
      <w:divBdr>
        <w:top w:val="none" w:sz="0" w:space="0" w:color="auto"/>
        <w:left w:val="none" w:sz="0" w:space="0" w:color="auto"/>
        <w:bottom w:val="none" w:sz="0" w:space="0" w:color="auto"/>
        <w:right w:val="none" w:sz="0" w:space="0" w:color="auto"/>
      </w:divBdr>
    </w:div>
    <w:div w:id="1478646636">
      <w:marLeft w:val="0"/>
      <w:marRight w:val="0"/>
      <w:marTop w:val="0"/>
      <w:marBottom w:val="0"/>
      <w:divBdr>
        <w:top w:val="none" w:sz="0" w:space="0" w:color="auto"/>
        <w:left w:val="none" w:sz="0" w:space="0" w:color="auto"/>
        <w:bottom w:val="none" w:sz="0" w:space="0" w:color="auto"/>
        <w:right w:val="none" w:sz="0" w:space="0" w:color="auto"/>
      </w:divBdr>
    </w:div>
    <w:div w:id="14786466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mar.enel@rmk.ee" TargetMode="External"/><Relationship Id="rId18" Type="http://schemas.openxmlformats.org/officeDocument/2006/relationships/hyperlink" Target="mailto:mati.laur@danpower.de" TargetMode="External"/><Relationship Id="rId3" Type="http://schemas.openxmlformats.org/officeDocument/2006/relationships/styles" Target="styles.xml"/><Relationship Id="rId21" Type="http://schemas.openxmlformats.org/officeDocument/2006/relationships/hyperlink" Target="mailto:jan.mustjogi@danpower.de" TargetMode="External"/><Relationship Id="rId7" Type="http://schemas.openxmlformats.org/officeDocument/2006/relationships/endnotes" Target="endnotes.xml"/><Relationship Id="rId12" Type="http://schemas.openxmlformats.org/officeDocument/2006/relationships/hyperlink" Target="http://www.rmk.ee" TargetMode="External"/><Relationship Id="rId17" Type="http://schemas.openxmlformats.org/officeDocument/2006/relationships/hyperlink" Target="http://www.rmk.ee"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rmk.ee" TargetMode="External"/><Relationship Id="rId20" Type="http://schemas.openxmlformats.org/officeDocument/2006/relationships/hyperlink" Target="mailto:mati.laur@danpower.de" TargetMode="Externa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www.ametlikudteadaanded.ee" TargetMode="External"/><Relationship Id="rId23" Type="http://schemas.openxmlformats.org/officeDocument/2006/relationships/fontTable" Target="fontTable.xml"/><Relationship Id="rId28" Type="http://schemas.microsoft.com/office/2018/08/relationships/commentsExtensible" Target="commentsExtensible.xml"/><Relationship Id="rId10" Type="http://schemas.openxmlformats.org/officeDocument/2006/relationships/header" Target="header2.xml"/><Relationship Id="rId19" Type="http://schemas.openxmlformats.org/officeDocument/2006/relationships/hyperlink" Target="mailto:jan.mustjogi@danpower.de"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danpower.ee" TargetMode="External"/><Relationship Id="rId22" Type="http://schemas.openxmlformats.org/officeDocument/2006/relationships/hyperlink" Target="http://www.rmk.e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lvar\AppData\Local\Microsoft\Windows\Temporary%20Internet%20Files\Content.IE5\I7XUX3II\kestvusleping%20palk.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E684AFE72D74DF1BA9A3F9BE60F255A"/>
        <w:category>
          <w:name w:val="Üldine"/>
          <w:gallery w:val="placeholder"/>
        </w:category>
        <w:types>
          <w:type w:val="bbPlcHdr"/>
        </w:types>
        <w:behaviors>
          <w:behavior w:val="content"/>
        </w:behaviors>
        <w:guid w:val="{98BCFC61-163B-4533-81D4-BDD94F8B6EA3}"/>
      </w:docPartPr>
      <w:docPartBody>
        <w:p w:rsidR="00A07D5E" w:rsidRDefault="0031223E" w:rsidP="0031223E">
          <w:pPr>
            <w:pStyle w:val="7E684AFE72D74DF1BA9A3F9BE60F255A"/>
          </w:pPr>
          <w:r w:rsidRPr="00BE118B">
            <w:rPr>
              <w:rStyle w:val="Platzhaltertext"/>
            </w:rPr>
            <w:t>Click here to enter a date.</w:t>
          </w:r>
        </w:p>
      </w:docPartBody>
    </w:docPart>
    <w:docPart>
      <w:docPartPr>
        <w:name w:val="783F8C58BDA34283A5A5444962C830C5"/>
        <w:category>
          <w:name w:val="Üldine"/>
          <w:gallery w:val="placeholder"/>
        </w:category>
        <w:types>
          <w:type w:val="bbPlcHdr"/>
        </w:types>
        <w:behaviors>
          <w:behavior w:val="content"/>
        </w:behaviors>
        <w:guid w:val="{8405F501-4D27-45A7-82BF-7CF1C025F0F1}"/>
      </w:docPartPr>
      <w:docPartBody>
        <w:p w:rsidR="00A07D5E" w:rsidRDefault="0031223E" w:rsidP="0031223E">
          <w:pPr>
            <w:pStyle w:val="783F8C58BDA34283A5A5444962C830C5"/>
          </w:pPr>
          <w:r w:rsidRPr="00BE118B">
            <w:rPr>
              <w:rStyle w:val="Platzhaltertext"/>
            </w:rPr>
            <w:t>Click here to enter a date.</w:t>
          </w:r>
        </w:p>
      </w:docPartBody>
    </w:docPart>
    <w:docPart>
      <w:docPartPr>
        <w:name w:val="7FD94051829F44BEBF80C0FF396A9E64"/>
        <w:category>
          <w:name w:val="Üldine"/>
          <w:gallery w:val="placeholder"/>
        </w:category>
        <w:types>
          <w:type w:val="bbPlcHdr"/>
        </w:types>
        <w:behaviors>
          <w:behavior w:val="content"/>
        </w:behaviors>
        <w:guid w:val="{DE55F95B-9C2B-46F9-AD9B-C56106B841DE}"/>
      </w:docPartPr>
      <w:docPartBody>
        <w:p w:rsidR="00A07D5E" w:rsidRDefault="0031223E" w:rsidP="0031223E">
          <w:pPr>
            <w:pStyle w:val="7FD94051829F44BEBF80C0FF396A9E64"/>
          </w:pPr>
          <w:r w:rsidRPr="00BE118B">
            <w:rPr>
              <w:rStyle w:val="Platzhaltertext"/>
            </w:rPr>
            <w:t>Choose an item.</w:t>
          </w:r>
        </w:p>
      </w:docPartBody>
    </w:docPart>
    <w:docPart>
      <w:docPartPr>
        <w:name w:val="A9F77B74F5EF41BB87FA47D3E7FCFF86"/>
        <w:category>
          <w:name w:val="Üldine"/>
          <w:gallery w:val="placeholder"/>
        </w:category>
        <w:types>
          <w:type w:val="bbPlcHdr"/>
        </w:types>
        <w:behaviors>
          <w:behavior w:val="content"/>
        </w:behaviors>
        <w:guid w:val="{D5ADA153-6A35-4F00-A84A-05C1907D7411}"/>
      </w:docPartPr>
      <w:docPartBody>
        <w:p w:rsidR="00A07D5E" w:rsidRDefault="0031223E" w:rsidP="0031223E">
          <w:pPr>
            <w:pStyle w:val="A9F77B74F5EF41BB87FA47D3E7FCFF86"/>
          </w:pPr>
          <w:r w:rsidRPr="00BE118B">
            <w:rPr>
              <w:rStyle w:val="Platzhaltertext"/>
            </w:rPr>
            <w:t>Choose an item.</w:t>
          </w:r>
        </w:p>
      </w:docPartBody>
    </w:docPart>
    <w:docPart>
      <w:docPartPr>
        <w:name w:val="63F15FC4B9A748AE926F7A42C66D73D0"/>
        <w:category>
          <w:name w:val="Üldine"/>
          <w:gallery w:val="placeholder"/>
        </w:category>
        <w:types>
          <w:type w:val="bbPlcHdr"/>
        </w:types>
        <w:behaviors>
          <w:behavior w:val="content"/>
        </w:behaviors>
        <w:guid w:val="{C908499C-273B-4454-BC7B-3E63BFF3176D}"/>
      </w:docPartPr>
      <w:docPartBody>
        <w:p w:rsidR="00A07D5E" w:rsidRDefault="0031223E" w:rsidP="0031223E">
          <w:pPr>
            <w:pStyle w:val="63F15FC4B9A748AE926F7A42C66D73D0"/>
          </w:pPr>
          <w:r w:rsidRPr="00BE118B">
            <w:rPr>
              <w:rStyle w:val="Platzhalt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alibri">
    <w:altName w:val="Calibri"/>
    <w:panose1 w:val="020F0502020204030204"/>
    <w:charset w:val="BA"/>
    <w:family w:val="swiss"/>
    <w:pitch w:val="variable"/>
    <w:sig w:usb0="E4002EFF" w:usb1="C000247B" w:usb2="00000009" w:usb3="00000000" w:csb0="000001FF" w:csb1="00000000"/>
  </w:font>
  <w:font w:name="Tahoma">
    <w:altName w:val="Lucidasans"/>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23E"/>
    <w:rsid w:val="00020157"/>
    <w:rsid w:val="0005548B"/>
    <w:rsid w:val="00151F41"/>
    <w:rsid w:val="0031223E"/>
    <w:rsid w:val="00360B0A"/>
    <w:rsid w:val="00422449"/>
    <w:rsid w:val="004406C7"/>
    <w:rsid w:val="0065015F"/>
    <w:rsid w:val="00710013"/>
    <w:rsid w:val="0081424D"/>
    <w:rsid w:val="008E1E43"/>
    <w:rsid w:val="00915442"/>
    <w:rsid w:val="00A07D5E"/>
    <w:rsid w:val="00AE70FF"/>
    <w:rsid w:val="00D67203"/>
    <w:rsid w:val="00E469ED"/>
    <w:rsid w:val="00E56E1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020157"/>
  </w:style>
  <w:style w:type="paragraph" w:customStyle="1" w:styleId="7E684AFE72D74DF1BA9A3F9BE60F255A">
    <w:name w:val="7E684AFE72D74DF1BA9A3F9BE60F255A"/>
    <w:rsid w:val="0031223E"/>
  </w:style>
  <w:style w:type="paragraph" w:customStyle="1" w:styleId="783F8C58BDA34283A5A5444962C830C5">
    <w:name w:val="783F8C58BDA34283A5A5444962C830C5"/>
    <w:rsid w:val="0031223E"/>
  </w:style>
  <w:style w:type="paragraph" w:customStyle="1" w:styleId="7FD94051829F44BEBF80C0FF396A9E64">
    <w:name w:val="7FD94051829F44BEBF80C0FF396A9E64"/>
    <w:rsid w:val="0031223E"/>
  </w:style>
  <w:style w:type="paragraph" w:customStyle="1" w:styleId="A9F77B74F5EF41BB87FA47D3E7FCFF86">
    <w:name w:val="A9F77B74F5EF41BB87FA47D3E7FCFF86"/>
    <w:rsid w:val="0031223E"/>
  </w:style>
  <w:style w:type="paragraph" w:customStyle="1" w:styleId="63F15FC4B9A748AE926F7A42C66D73D0">
    <w:name w:val="63F15FC4B9A748AE926F7A42C66D73D0"/>
    <w:rsid w:val="0031223E"/>
  </w:style>
  <w:style w:type="paragraph" w:customStyle="1" w:styleId="48E928A0A5394695A5F60A3101CCBF94">
    <w:name w:val="48E928A0A5394695A5F60A3101CCBF94"/>
    <w:rsid w:val="0031223E"/>
  </w:style>
  <w:style w:type="paragraph" w:customStyle="1" w:styleId="72035D54E12744049CCEFCC7C05E28A3">
    <w:name w:val="72035D54E12744049CCEFCC7C05E28A3"/>
    <w:rsid w:val="0031223E"/>
  </w:style>
  <w:style w:type="paragraph" w:customStyle="1" w:styleId="6641E9465491418BB6EF04DE02CA6A7F">
    <w:name w:val="6641E9465491418BB6EF04DE02CA6A7F"/>
    <w:rsid w:val="0031223E"/>
  </w:style>
  <w:style w:type="paragraph" w:customStyle="1" w:styleId="51F35EB1E6BB45BCAEBE6161AA4F3723">
    <w:name w:val="51F35EB1E6BB45BCAEBE6161AA4F3723"/>
    <w:rsid w:val="0031223E"/>
  </w:style>
  <w:style w:type="paragraph" w:customStyle="1" w:styleId="ECA8AE47C6D347A283B5AC4D45A4247E">
    <w:name w:val="ECA8AE47C6D347A283B5AC4D45A4247E"/>
    <w:rsid w:val="0031223E"/>
  </w:style>
  <w:style w:type="paragraph" w:customStyle="1" w:styleId="91AE5102122B403D9E24CB0B7790BBC2">
    <w:name w:val="91AE5102122B403D9E24CB0B7790BBC2"/>
    <w:rsid w:val="0031223E"/>
  </w:style>
  <w:style w:type="paragraph" w:customStyle="1" w:styleId="ADB45F3E69AD44D0933879A1359C8303">
    <w:name w:val="ADB45F3E69AD44D0933879A1359C8303"/>
    <w:rsid w:val="0031223E"/>
  </w:style>
  <w:style w:type="paragraph" w:customStyle="1" w:styleId="60BD35821D8B4791970EDF6442BE33A8">
    <w:name w:val="60BD35821D8B4791970EDF6442BE33A8"/>
    <w:rsid w:val="0031223E"/>
  </w:style>
  <w:style w:type="paragraph" w:customStyle="1" w:styleId="562FC625123B4603835BD7E20D916450">
    <w:name w:val="562FC625123B4603835BD7E20D916450"/>
    <w:rsid w:val="00020157"/>
  </w:style>
  <w:style w:type="paragraph" w:customStyle="1" w:styleId="FFD74F724267468390799E01619D81E4">
    <w:name w:val="FFD74F724267468390799E01619D81E4"/>
    <w:rsid w:val="0002015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63617B-C891-4DB6-825D-FB4022FD6C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kestvusleping palk</Template>
  <TotalTime>0</TotalTime>
  <Pages>6</Pages>
  <Words>1574</Words>
  <Characters>12631</Characters>
  <Application>Microsoft Office Word</Application>
  <DocSecurity>0</DocSecurity>
  <Lines>105</Lines>
  <Paragraphs>28</Paragraphs>
  <ScaleCrop>false</ScaleCrop>
  <HeadingPairs>
    <vt:vector size="8" baseType="variant">
      <vt:variant>
        <vt:lpstr>Titel</vt:lpstr>
      </vt:variant>
      <vt:variant>
        <vt:i4>1</vt:i4>
      </vt:variant>
      <vt:variant>
        <vt:lpstr>Title</vt:lpstr>
      </vt:variant>
      <vt:variant>
        <vt:i4>1</vt:i4>
      </vt:variant>
      <vt:variant>
        <vt:lpstr>Pealkiri</vt:lpstr>
      </vt:variant>
      <vt:variant>
        <vt:i4>1</vt:i4>
      </vt:variant>
      <vt:variant>
        <vt:lpstr>Tiitel</vt:lpstr>
      </vt:variant>
      <vt:variant>
        <vt:i4>1</vt:i4>
      </vt:variant>
    </vt:vector>
  </HeadingPairs>
  <TitlesOfParts>
    <vt:vector size="4" baseType="lpstr">
      <vt:lpstr/>
      <vt:lpstr/>
      <vt:lpstr/>
      <vt:lpstr/>
    </vt:vector>
  </TitlesOfParts>
  <Company>DF</Company>
  <LinksUpToDate>false</LinksUpToDate>
  <CharactersWithSpaces>14177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Ulvar Kaubi</dc:creator>
  <cp:lastModifiedBy>Taal, Merle</cp:lastModifiedBy>
  <cp:revision>3</cp:revision>
  <cp:lastPrinted>2008-07-14T13:18:00Z</cp:lastPrinted>
  <dcterms:created xsi:type="dcterms:W3CDTF">2023-02-22T11:14:00Z</dcterms:created>
  <dcterms:modified xsi:type="dcterms:W3CDTF">2023-02-23T11:28:00Z</dcterms:modified>
</cp:coreProperties>
</file>